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51" w:rsidRPr="00440992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 w:rsidRPr="00440992">
        <w:rPr>
          <w:rFonts w:ascii="Liberation Serif" w:hAnsi="Liberation Serif" w:cs="Liberation Serif"/>
          <w:sz w:val="28"/>
          <w:szCs w:val="28"/>
        </w:rPr>
        <w:t>УТВЕРЖДАЮ</w:t>
      </w:r>
    </w:p>
    <w:p w:rsidR="00B22BDD" w:rsidRPr="00440992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440992">
        <w:rPr>
          <w:rFonts w:ascii="Liberation Serif" w:hAnsi="Liberation Serif" w:cs="Liberation Serif"/>
          <w:sz w:val="28"/>
          <w:szCs w:val="28"/>
        </w:rPr>
        <w:t>Министр образования</w:t>
      </w:r>
    </w:p>
    <w:p w:rsidR="00B22BDD" w:rsidRPr="00440992" w:rsidRDefault="00B22BDD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440992">
        <w:rPr>
          <w:rFonts w:ascii="Liberation Serif" w:hAnsi="Liberation Serif" w:cs="Liberation Serif"/>
          <w:sz w:val="28"/>
          <w:szCs w:val="28"/>
        </w:rPr>
        <w:t>и молодежной политики</w:t>
      </w:r>
    </w:p>
    <w:p w:rsidR="00F90A51" w:rsidRPr="00440992" w:rsidRDefault="00F90A51" w:rsidP="001E191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440992"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F90A51" w:rsidRPr="00440992" w:rsidRDefault="00F90A51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440992">
        <w:rPr>
          <w:rFonts w:ascii="Liberation Serif" w:hAnsi="Liberation Serif" w:cs="Liberation Serif"/>
          <w:sz w:val="28"/>
          <w:szCs w:val="28"/>
        </w:rPr>
        <w:t xml:space="preserve">________________ </w:t>
      </w:r>
      <w:r w:rsidR="00823F1F" w:rsidRPr="00440992">
        <w:rPr>
          <w:rFonts w:ascii="Liberation Serif" w:hAnsi="Liberation Serif" w:cs="Liberation Serif"/>
          <w:sz w:val="28"/>
          <w:szCs w:val="28"/>
        </w:rPr>
        <w:t>Ю.И. Биктуганов</w:t>
      </w:r>
    </w:p>
    <w:p w:rsidR="00F90A51" w:rsidRPr="00440992" w:rsidRDefault="00823F1F" w:rsidP="001E191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 w:rsidRPr="00440992">
        <w:rPr>
          <w:rFonts w:ascii="Liberation Serif" w:hAnsi="Liberation Serif" w:cs="Liberation Serif"/>
          <w:sz w:val="28"/>
          <w:szCs w:val="28"/>
        </w:rPr>
        <w:t>3</w:t>
      </w:r>
      <w:r w:rsidR="00D14BEC" w:rsidRPr="00440992">
        <w:rPr>
          <w:rFonts w:ascii="Liberation Serif" w:hAnsi="Liberation Serif" w:cs="Liberation Serif"/>
          <w:sz w:val="28"/>
          <w:szCs w:val="28"/>
        </w:rPr>
        <w:t>1</w:t>
      </w:r>
      <w:r w:rsidRPr="00440992">
        <w:rPr>
          <w:rFonts w:ascii="Liberation Serif" w:hAnsi="Liberation Serif" w:cs="Liberation Serif"/>
          <w:sz w:val="28"/>
          <w:szCs w:val="28"/>
        </w:rPr>
        <w:t>.03</w:t>
      </w:r>
      <w:r w:rsidR="00DD61EF" w:rsidRPr="00440992">
        <w:rPr>
          <w:rFonts w:ascii="Liberation Serif" w:hAnsi="Liberation Serif" w:cs="Liberation Serif"/>
          <w:sz w:val="28"/>
          <w:szCs w:val="28"/>
        </w:rPr>
        <w:t>.2020</w:t>
      </w:r>
    </w:p>
    <w:p w:rsidR="002C62E0" w:rsidRPr="00440992" w:rsidRDefault="002C62E0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52BA9" w:rsidRPr="00440992" w:rsidRDefault="00652BA9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472CF1" w:rsidRPr="00440992" w:rsidRDefault="00F90A51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40992">
        <w:rPr>
          <w:rFonts w:ascii="Liberation Serif" w:hAnsi="Liberation Serif" w:cs="Liberation Serif"/>
          <w:b/>
          <w:sz w:val="28"/>
          <w:szCs w:val="28"/>
        </w:rPr>
        <w:t>П</w:t>
      </w:r>
      <w:r w:rsidR="00E1203E" w:rsidRPr="00440992">
        <w:rPr>
          <w:rFonts w:ascii="Liberation Serif" w:hAnsi="Liberation Serif" w:cs="Liberation Serif"/>
          <w:b/>
          <w:sz w:val="28"/>
          <w:szCs w:val="28"/>
        </w:rPr>
        <w:t>ЛАН</w:t>
      </w:r>
    </w:p>
    <w:p w:rsidR="00472CF1" w:rsidRPr="00440992" w:rsidRDefault="00E1203E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40992">
        <w:rPr>
          <w:rFonts w:ascii="Liberation Serif" w:hAnsi="Liberation Serif" w:cs="Liberation Serif"/>
          <w:b/>
          <w:sz w:val="28"/>
          <w:szCs w:val="28"/>
        </w:rPr>
        <w:t xml:space="preserve">работы </w:t>
      </w:r>
      <w:r w:rsidR="00947178" w:rsidRPr="00440992">
        <w:rPr>
          <w:rFonts w:ascii="Liberation Serif" w:hAnsi="Liberation Serif" w:cs="Liberation Serif"/>
          <w:b/>
          <w:sz w:val="28"/>
          <w:szCs w:val="28"/>
        </w:rPr>
        <w:t xml:space="preserve">Министерства образования </w:t>
      </w:r>
      <w:r w:rsidR="00573245" w:rsidRPr="00440992">
        <w:rPr>
          <w:rFonts w:ascii="Liberation Serif" w:hAnsi="Liberation Serif" w:cs="Liberation Serif"/>
          <w:b/>
          <w:sz w:val="28"/>
          <w:szCs w:val="28"/>
        </w:rPr>
        <w:t xml:space="preserve">и молодежной политики </w:t>
      </w:r>
      <w:r w:rsidR="00947178" w:rsidRPr="00440992">
        <w:rPr>
          <w:rFonts w:ascii="Liberation Serif" w:hAnsi="Liberation Serif" w:cs="Liberation Serif"/>
          <w:b/>
          <w:sz w:val="28"/>
          <w:szCs w:val="28"/>
        </w:rPr>
        <w:t>Свердловской области</w:t>
      </w:r>
    </w:p>
    <w:p w:rsidR="00472CF1" w:rsidRPr="00440992" w:rsidRDefault="005E06CB" w:rsidP="00472CF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40992">
        <w:rPr>
          <w:rFonts w:ascii="Liberation Serif" w:hAnsi="Liberation Serif" w:cs="Liberation Serif"/>
          <w:b/>
          <w:sz w:val="28"/>
          <w:szCs w:val="28"/>
        </w:rPr>
        <w:t xml:space="preserve">на </w:t>
      </w:r>
      <w:r w:rsidR="00823F1F" w:rsidRPr="00440992">
        <w:rPr>
          <w:rFonts w:ascii="Liberation Serif" w:hAnsi="Liberation Serif" w:cs="Liberation Serif"/>
          <w:b/>
          <w:sz w:val="28"/>
          <w:szCs w:val="28"/>
        </w:rPr>
        <w:t xml:space="preserve">апрель </w:t>
      </w:r>
      <w:r w:rsidR="00DF337C" w:rsidRPr="00440992">
        <w:rPr>
          <w:rFonts w:ascii="Liberation Serif" w:hAnsi="Liberation Serif" w:cs="Liberation Serif"/>
          <w:b/>
          <w:sz w:val="28"/>
          <w:szCs w:val="28"/>
        </w:rPr>
        <w:t>2020</w:t>
      </w:r>
      <w:r w:rsidR="00472CF1" w:rsidRPr="00440992">
        <w:rPr>
          <w:rFonts w:ascii="Liberation Serif" w:hAnsi="Liberation Serif" w:cs="Liberation Serif"/>
          <w:b/>
          <w:sz w:val="28"/>
          <w:szCs w:val="28"/>
        </w:rPr>
        <w:t xml:space="preserve"> года</w:t>
      </w:r>
    </w:p>
    <w:p w:rsidR="00C11687" w:rsidRPr="00440992" w:rsidRDefault="00C11687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639BF" w:rsidRPr="00440992" w:rsidRDefault="006639BF" w:rsidP="00472CF1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  <w:gridCol w:w="2281"/>
        <w:gridCol w:w="2704"/>
      </w:tblGrid>
      <w:tr w:rsidR="00D002C3" w:rsidRPr="00440992" w:rsidTr="009617CA">
        <w:tc>
          <w:tcPr>
            <w:tcW w:w="9960" w:type="dxa"/>
            <w:shd w:val="clear" w:color="auto" w:fill="auto"/>
          </w:tcPr>
          <w:p w:rsidR="00D002C3" w:rsidRPr="00440992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81" w:type="dxa"/>
            <w:shd w:val="clear" w:color="auto" w:fill="auto"/>
          </w:tcPr>
          <w:p w:rsidR="00D002C3" w:rsidRPr="00440992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>Срок</w:t>
            </w:r>
          </w:p>
          <w:p w:rsidR="00D002C3" w:rsidRPr="00440992" w:rsidRDefault="00FE68A8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>исполнения</w:t>
            </w:r>
          </w:p>
        </w:tc>
        <w:tc>
          <w:tcPr>
            <w:tcW w:w="2704" w:type="dxa"/>
            <w:shd w:val="clear" w:color="auto" w:fill="auto"/>
          </w:tcPr>
          <w:p w:rsidR="00D002C3" w:rsidRPr="00440992" w:rsidRDefault="00573245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>Инициалы, фамилия ответственного</w:t>
            </w:r>
          </w:p>
          <w:p w:rsidR="00D002C3" w:rsidRPr="00440992" w:rsidRDefault="00D002C3" w:rsidP="009617C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>за подготовку</w:t>
            </w:r>
          </w:p>
        </w:tc>
      </w:tr>
    </w:tbl>
    <w:p w:rsidR="00D002C3" w:rsidRPr="00440992" w:rsidRDefault="00D002C3" w:rsidP="00D002C3">
      <w:pPr>
        <w:pStyle w:val="a4"/>
        <w:rPr>
          <w:rFonts w:ascii="Liberation Serif" w:hAnsi="Liberation Serif" w:cs="Liberation Serif"/>
          <w:sz w:val="6"/>
          <w:szCs w:val="6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57"/>
        <w:gridCol w:w="2304"/>
        <w:gridCol w:w="2684"/>
      </w:tblGrid>
      <w:tr w:rsidR="00F30265" w:rsidRPr="00440992" w:rsidTr="00242C94">
        <w:trPr>
          <w:tblHeader/>
        </w:trPr>
        <w:tc>
          <w:tcPr>
            <w:tcW w:w="9957" w:type="dxa"/>
            <w:shd w:val="clear" w:color="auto" w:fill="auto"/>
          </w:tcPr>
          <w:p w:rsidR="00D002C3" w:rsidRPr="00440992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304" w:type="dxa"/>
            <w:shd w:val="clear" w:color="auto" w:fill="auto"/>
          </w:tcPr>
          <w:p w:rsidR="00D002C3" w:rsidRPr="00440992" w:rsidRDefault="00D002C3" w:rsidP="009617C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84" w:type="dxa"/>
            <w:shd w:val="clear" w:color="auto" w:fill="auto"/>
          </w:tcPr>
          <w:p w:rsidR="00D002C3" w:rsidRPr="00440992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F30265" w:rsidRPr="00440992" w:rsidTr="00242C94">
        <w:tc>
          <w:tcPr>
            <w:tcW w:w="9957" w:type="dxa"/>
            <w:shd w:val="clear" w:color="auto" w:fill="auto"/>
          </w:tcPr>
          <w:p w:rsidR="008A7729" w:rsidRPr="00440992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D002C3" w:rsidRPr="00440992" w:rsidRDefault="00D002C3" w:rsidP="008A7729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D002C3" w:rsidRPr="00440992" w:rsidRDefault="00D002C3" w:rsidP="009617C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D002C3" w:rsidRPr="00440992" w:rsidRDefault="00D002C3" w:rsidP="0075325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5721D" w:rsidRPr="00440992" w:rsidTr="00CB3411">
        <w:tc>
          <w:tcPr>
            <w:tcW w:w="9957" w:type="dxa"/>
            <w:shd w:val="clear" w:color="auto" w:fill="auto"/>
          </w:tcPr>
          <w:p w:rsidR="0015721D" w:rsidRPr="00440992" w:rsidRDefault="0015721D" w:rsidP="0015721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 «Об утверждении Порядка предоставления из областного бюджета гранта в форме субсидии юридическим лицам, осуществляющим деятельность на территории Свердловской области (за исключением казенных учреждений), на создание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и функционирование Центра выявления и поддержки одаренных детей»</w:t>
            </w:r>
          </w:p>
        </w:tc>
        <w:tc>
          <w:tcPr>
            <w:tcW w:w="2304" w:type="dxa"/>
            <w:shd w:val="clear" w:color="auto" w:fill="auto"/>
          </w:tcPr>
          <w:p w:rsidR="0015721D" w:rsidRPr="00440992" w:rsidRDefault="0015721D" w:rsidP="0015721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23.04</w:t>
            </w:r>
          </w:p>
        </w:tc>
        <w:tc>
          <w:tcPr>
            <w:tcW w:w="2684" w:type="dxa"/>
            <w:shd w:val="clear" w:color="auto" w:fill="auto"/>
          </w:tcPr>
          <w:p w:rsidR="0015721D" w:rsidRPr="00440992" w:rsidRDefault="0015721D" w:rsidP="0015721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5721D" w:rsidRPr="00440992" w:rsidRDefault="0015721D" w:rsidP="0015721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2F6ED0" w:rsidRPr="00440992" w:rsidTr="00823F1F">
        <w:tc>
          <w:tcPr>
            <w:tcW w:w="9957" w:type="dxa"/>
            <w:shd w:val="clear" w:color="auto" w:fill="auto"/>
          </w:tcPr>
          <w:p w:rsidR="002F6ED0" w:rsidRPr="00440992" w:rsidRDefault="002F6ED0" w:rsidP="002F6ED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 «О внесении изменений в постановление Правительства Свердловской области от 02.03.2016 № 127-ПП «Об утверждении комплексной программы Свердловской области «Уральская инженерная школа» на 2016–2020 годы»</w:t>
            </w:r>
          </w:p>
        </w:tc>
        <w:tc>
          <w:tcPr>
            <w:tcW w:w="2304" w:type="dxa"/>
            <w:shd w:val="clear" w:color="auto" w:fill="auto"/>
          </w:tcPr>
          <w:p w:rsidR="002F6ED0" w:rsidRPr="00440992" w:rsidRDefault="002F6ED0" w:rsidP="002F6ED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30.04</w:t>
            </w:r>
          </w:p>
        </w:tc>
        <w:tc>
          <w:tcPr>
            <w:tcW w:w="2684" w:type="dxa"/>
            <w:shd w:val="clear" w:color="auto" w:fill="auto"/>
          </w:tcPr>
          <w:p w:rsidR="002F6ED0" w:rsidRPr="00440992" w:rsidRDefault="002F6ED0" w:rsidP="002F6ED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6639BF" w:rsidRPr="00440992" w:rsidTr="00A844C7">
        <w:tc>
          <w:tcPr>
            <w:tcW w:w="9957" w:type="dxa"/>
            <w:shd w:val="clear" w:color="auto" w:fill="auto"/>
          </w:tcPr>
          <w:p w:rsidR="006639BF" w:rsidRPr="00440992" w:rsidRDefault="006639BF" w:rsidP="00440992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Проект постановления Правительства Свердловской области «Об утверждении порядков распределения объема субвенций из областного бюджета местным бюджетам на финансовое обеспечение государственных гарантий реализации прав на получение общедоступного и бесплатного дошкольного образования</w:t>
            </w:r>
            <w:r w:rsidR="00440992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</w:t>
            </w:r>
            <w:r w:rsidR="00440992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 финансовое обеспечение дополнительного образования детей в муниципальных общеобразовательных организациях, не распределенного Законом Свердловской области «Об областном бюджете на 2020 год и плановый период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2021 и 2022 годов», в 2020 году»</w:t>
            </w:r>
          </w:p>
        </w:tc>
        <w:tc>
          <w:tcPr>
            <w:tcW w:w="2304" w:type="dxa"/>
            <w:shd w:val="clear" w:color="auto" w:fill="auto"/>
          </w:tcPr>
          <w:p w:rsidR="006639BF" w:rsidRPr="00440992" w:rsidRDefault="006639BF" w:rsidP="006639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30.04</w:t>
            </w:r>
          </w:p>
        </w:tc>
        <w:tc>
          <w:tcPr>
            <w:tcW w:w="2684" w:type="dxa"/>
            <w:shd w:val="clear" w:color="auto" w:fill="auto"/>
          </w:tcPr>
          <w:p w:rsidR="006639BF" w:rsidRPr="00440992" w:rsidRDefault="006639BF" w:rsidP="006639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  <w:p w:rsidR="006639BF" w:rsidRPr="00440992" w:rsidRDefault="006639BF" w:rsidP="006639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639BF" w:rsidRPr="00440992" w:rsidTr="00242C94">
        <w:tc>
          <w:tcPr>
            <w:tcW w:w="9957" w:type="dxa"/>
            <w:shd w:val="clear" w:color="auto" w:fill="auto"/>
          </w:tcPr>
          <w:p w:rsidR="006639BF" w:rsidRPr="00440992" w:rsidRDefault="006639BF" w:rsidP="006639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>2. Совещания, семинары-совещания, собеседования, консультации, приемы</w:t>
            </w:r>
          </w:p>
        </w:tc>
        <w:tc>
          <w:tcPr>
            <w:tcW w:w="2304" w:type="dxa"/>
            <w:shd w:val="clear" w:color="auto" w:fill="auto"/>
          </w:tcPr>
          <w:p w:rsidR="006639BF" w:rsidRPr="00440992" w:rsidRDefault="006639BF" w:rsidP="006639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6639BF" w:rsidRPr="00440992" w:rsidRDefault="006639BF" w:rsidP="006639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639BF" w:rsidRPr="00440992" w:rsidTr="006B6832">
        <w:tc>
          <w:tcPr>
            <w:tcW w:w="9957" w:type="dxa"/>
            <w:shd w:val="clear" w:color="auto" w:fill="auto"/>
          </w:tcPr>
          <w:p w:rsidR="006639BF" w:rsidRPr="00440992" w:rsidRDefault="006639BF" w:rsidP="006639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Семинар-совещание в </w:t>
            </w:r>
            <w:r w:rsidR="0003068B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режиме</w:t>
            </w: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видео-конференц-связи с руководителями</w:t>
            </w: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 xml:space="preserve">и специалистами служб ранней помощи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«Развитие эффективных практик ранней помощи и комплексное сопровождение семей, воспитывающих детей-инвалидов»</w:t>
            </w:r>
          </w:p>
          <w:p w:rsidR="006639BF" w:rsidRPr="00440992" w:rsidRDefault="006639BF" w:rsidP="006639B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(ГБУСО «Центр психолого-педагогического, медицинского</w:t>
            </w:r>
          </w:p>
          <w:p w:rsidR="006639BF" w:rsidRPr="00440992" w:rsidRDefault="006639BF" w:rsidP="00440992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и социального сопровождения «Ресурс», 10.00</w:t>
            </w:r>
            <w:r w:rsidR="0044099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–</w:t>
            </w:r>
            <w:r w:rsidRPr="0044099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12.00) </w:t>
            </w:r>
          </w:p>
        </w:tc>
        <w:tc>
          <w:tcPr>
            <w:tcW w:w="2304" w:type="dxa"/>
            <w:shd w:val="clear" w:color="auto" w:fill="auto"/>
          </w:tcPr>
          <w:p w:rsidR="006639BF" w:rsidRPr="00440992" w:rsidRDefault="006639BF" w:rsidP="006639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09.04</w:t>
            </w:r>
          </w:p>
        </w:tc>
        <w:tc>
          <w:tcPr>
            <w:tcW w:w="2684" w:type="dxa"/>
            <w:shd w:val="clear" w:color="auto" w:fill="auto"/>
          </w:tcPr>
          <w:p w:rsidR="007046BF" w:rsidRPr="00440992" w:rsidRDefault="007046BF" w:rsidP="006639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639BF" w:rsidRPr="00440992" w:rsidRDefault="006639BF" w:rsidP="006639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6639BF" w:rsidRPr="00440992" w:rsidRDefault="006639BF" w:rsidP="006639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Л.В. Макарова </w:t>
            </w:r>
          </w:p>
        </w:tc>
      </w:tr>
      <w:tr w:rsidR="006639BF" w:rsidRPr="00440992" w:rsidTr="006B6832">
        <w:tc>
          <w:tcPr>
            <w:tcW w:w="9957" w:type="dxa"/>
            <w:shd w:val="clear" w:color="auto" w:fill="auto"/>
          </w:tcPr>
          <w:p w:rsidR="006639BF" w:rsidRPr="00440992" w:rsidRDefault="006639BF" w:rsidP="006639BF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Обучающий семинар для интервьюеров,</w:t>
            </w:r>
            <w:r w:rsidRPr="00440992">
              <w:rPr>
                <w:rFonts w:ascii="Liberation Serif" w:hAnsi="Liberation Serif" w:cs="Liberation Serif"/>
              </w:rPr>
              <w:t xml:space="preserve"> </w:t>
            </w: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задействованных в выборочном исследовании по Свердловской области в апреле</w:t>
            </w:r>
            <w:r w:rsidR="00896E4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–</w:t>
            </w:r>
            <w:r w:rsidR="00896E41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мае 2020 года</w:t>
            </w:r>
          </w:p>
          <w:p w:rsidR="006639BF" w:rsidRPr="00440992" w:rsidRDefault="006639BF" w:rsidP="006639BF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10.00–13.00)</w:t>
            </w:r>
          </w:p>
        </w:tc>
        <w:tc>
          <w:tcPr>
            <w:tcW w:w="2304" w:type="dxa"/>
            <w:shd w:val="clear" w:color="auto" w:fill="auto"/>
          </w:tcPr>
          <w:p w:rsidR="006639BF" w:rsidRPr="00440992" w:rsidRDefault="006639BF" w:rsidP="006639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10.04</w:t>
            </w:r>
          </w:p>
        </w:tc>
        <w:tc>
          <w:tcPr>
            <w:tcW w:w="2684" w:type="dxa"/>
            <w:shd w:val="clear" w:color="auto" w:fill="auto"/>
          </w:tcPr>
          <w:p w:rsidR="006639BF" w:rsidRPr="00440992" w:rsidRDefault="006639BF" w:rsidP="006639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639BF" w:rsidRPr="00440992" w:rsidRDefault="006639BF" w:rsidP="006639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М.Г. Корягин</w:t>
            </w:r>
          </w:p>
        </w:tc>
      </w:tr>
      <w:tr w:rsidR="006639BF" w:rsidRPr="00440992" w:rsidTr="006B6832">
        <w:tc>
          <w:tcPr>
            <w:tcW w:w="9957" w:type="dxa"/>
            <w:shd w:val="clear" w:color="auto" w:fill="auto"/>
          </w:tcPr>
          <w:p w:rsidR="006639BF" w:rsidRPr="00440992" w:rsidRDefault="006639BF" w:rsidP="006639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в </w:t>
            </w:r>
            <w:r w:rsidR="00440992" w:rsidRPr="00440992">
              <w:rPr>
                <w:rFonts w:ascii="Liberation Serif" w:hAnsi="Liberation Serif" w:cs="Liberation Serif"/>
                <w:sz w:val="28"/>
                <w:szCs w:val="28"/>
              </w:rPr>
              <w:t>режиме видео</w:t>
            </w:r>
            <w:r w:rsidR="0003068B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  <w:r w:rsidR="00440992" w:rsidRPr="00440992">
              <w:rPr>
                <w:rFonts w:ascii="Liberation Serif" w:hAnsi="Liberation Serif" w:cs="Liberation Serif"/>
                <w:sz w:val="28"/>
                <w:szCs w:val="28"/>
              </w:rPr>
              <w:t>конференц</w:t>
            </w:r>
            <w:r w:rsidR="0003068B">
              <w:rPr>
                <w:rFonts w:ascii="Liberation Serif" w:hAnsi="Liberation Serif" w:cs="Liberation Serif"/>
                <w:sz w:val="28"/>
                <w:szCs w:val="28"/>
              </w:rPr>
              <w:t>-связи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 с руководителями профессиональных образовательных организаций Свердловской области «Об актуальных задачах управления профессиональными образовательными организациями»</w:t>
            </w:r>
          </w:p>
          <w:p w:rsidR="00440992" w:rsidRDefault="00440992" w:rsidP="006639B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440992" w:rsidRDefault="00440992" w:rsidP="006639B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440992" w:rsidRDefault="00440992" w:rsidP="006639B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440992" w:rsidRDefault="00440992" w:rsidP="006639B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6639BF" w:rsidRPr="00440992" w:rsidRDefault="006639BF" w:rsidP="006639BF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10.00–12.00)</w:t>
            </w:r>
          </w:p>
        </w:tc>
        <w:tc>
          <w:tcPr>
            <w:tcW w:w="2304" w:type="dxa"/>
            <w:shd w:val="clear" w:color="auto" w:fill="auto"/>
          </w:tcPr>
          <w:p w:rsidR="006639BF" w:rsidRPr="00440992" w:rsidRDefault="006639BF" w:rsidP="006639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14.04</w:t>
            </w:r>
          </w:p>
        </w:tc>
        <w:tc>
          <w:tcPr>
            <w:tcW w:w="2684" w:type="dxa"/>
            <w:shd w:val="clear" w:color="auto" w:fill="auto"/>
          </w:tcPr>
          <w:p w:rsidR="006639BF" w:rsidRPr="00440992" w:rsidRDefault="006639BF" w:rsidP="006639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6639BF" w:rsidRPr="00440992" w:rsidRDefault="006639BF" w:rsidP="006639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6639BF" w:rsidRPr="00440992" w:rsidRDefault="006639BF" w:rsidP="006639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6639BF" w:rsidRPr="00440992" w:rsidTr="006B6832">
        <w:tc>
          <w:tcPr>
            <w:tcW w:w="9957" w:type="dxa"/>
            <w:shd w:val="clear" w:color="auto" w:fill="auto"/>
          </w:tcPr>
          <w:p w:rsidR="006639BF" w:rsidRPr="00440992" w:rsidRDefault="006639BF" w:rsidP="006639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Совещание в режиме видео</w:t>
            </w:r>
            <w:r w:rsidR="00440992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конференц</w:t>
            </w:r>
            <w:r w:rsidR="00440992">
              <w:rPr>
                <w:rFonts w:ascii="Liberation Serif" w:hAnsi="Liberation Serif" w:cs="Liberation Serif"/>
                <w:sz w:val="28"/>
                <w:szCs w:val="28"/>
              </w:rPr>
              <w:t>-связи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 с руководителями органов местного самоуправления, осуществляющи</w:t>
            </w:r>
            <w:r w:rsidR="00890216">
              <w:rPr>
                <w:rFonts w:ascii="Liberation Serif" w:hAnsi="Liberation Serif" w:cs="Liberation Serif"/>
                <w:sz w:val="28"/>
                <w:szCs w:val="28"/>
              </w:rPr>
              <w:t>х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 управление в сфере образования, руководителями пунктов проведения экзаменов, членами Государственной экзаменационной комиссии Свердловской области «О состоянии подготовки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к государственной итоговой аттестации по образовательным программам основного общего и среднего общего образования»</w:t>
            </w:r>
          </w:p>
          <w:p w:rsidR="006639BF" w:rsidRPr="00440992" w:rsidRDefault="006639BF" w:rsidP="00A543CD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Pr="0044099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конференц-зал </w:t>
            </w:r>
            <w:r w:rsidR="00A543CD" w:rsidRPr="0044099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14</w:t>
            </w:r>
            <w:r w:rsidRPr="0044099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.00–</w:t>
            </w:r>
            <w:r w:rsidR="00A543CD" w:rsidRPr="0044099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15.30</w:t>
            </w:r>
            <w:r w:rsidRPr="0044099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, 8 человек)</w:t>
            </w:r>
          </w:p>
        </w:tc>
        <w:tc>
          <w:tcPr>
            <w:tcW w:w="2304" w:type="dxa"/>
            <w:shd w:val="clear" w:color="auto" w:fill="auto"/>
          </w:tcPr>
          <w:p w:rsidR="006639BF" w:rsidRPr="00440992" w:rsidRDefault="006639BF" w:rsidP="006639B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14.04</w:t>
            </w:r>
          </w:p>
        </w:tc>
        <w:tc>
          <w:tcPr>
            <w:tcW w:w="2684" w:type="dxa"/>
            <w:shd w:val="clear" w:color="auto" w:fill="auto"/>
          </w:tcPr>
          <w:p w:rsidR="006639BF" w:rsidRPr="00440992" w:rsidRDefault="006639BF" w:rsidP="006639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480190" w:rsidRPr="00440992" w:rsidRDefault="00480190" w:rsidP="006639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639BF" w:rsidRPr="00440992" w:rsidRDefault="006639BF" w:rsidP="006639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6639BF" w:rsidRPr="00440992" w:rsidRDefault="006639BF" w:rsidP="006639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И.К. Подоляко</w:t>
            </w:r>
          </w:p>
        </w:tc>
      </w:tr>
      <w:tr w:rsidR="006639BF" w:rsidRPr="00440992" w:rsidTr="006B6832">
        <w:tc>
          <w:tcPr>
            <w:tcW w:w="9957" w:type="dxa"/>
            <w:shd w:val="clear" w:color="auto" w:fill="auto"/>
          </w:tcPr>
          <w:p w:rsidR="006639BF" w:rsidRPr="00440992" w:rsidRDefault="006639BF" w:rsidP="006639B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Совещание с Министерством просвещения Российской Федерации в режиме видео-конференц-связи</w:t>
            </w:r>
          </w:p>
          <w:p w:rsidR="006639BF" w:rsidRPr="00440992" w:rsidRDefault="006639BF" w:rsidP="006639B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6639BF" w:rsidRPr="00440992" w:rsidRDefault="006639BF" w:rsidP="006639B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6639BF" w:rsidRPr="00440992" w:rsidRDefault="006639BF" w:rsidP="006639BF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12.00)</w:t>
            </w:r>
          </w:p>
        </w:tc>
        <w:tc>
          <w:tcPr>
            <w:tcW w:w="2304" w:type="dxa"/>
            <w:shd w:val="clear" w:color="auto" w:fill="auto"/>
          </w:tcPr>
          <w:p w:rsidR="006639BF" w:rsidRPr="00440992" w:rsidRDefault="004B6C79" w:rsidP="006639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15.04</w:t>
            </w:r>
          </w:p>
        </w:tc>
        <w:tc>
          <w:tcPr>
            <w:tcW w:w="2684" w:type="dxa"/>
            <w:shd w:val="clear" w:color="auto" w:fill="auto"/>
          </w:tcPr>
          <w:p w:rsidR="006639BF" w:rsidRPr="00440992" w:rsidRDefault="006639BF" w:rsidP="006639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заместители Министра, руководители структурных подразделений</w:t>
            </w:r>
          </w:p>
        </w:tc>
      </w:tr>
      <w:tr w:rsidR="006639BF" w:rsidRPr="00440992" w:rsidTr="00C2395A">
        <w:tc>
          <w:tcPr>
            <w:tcW w:w="9957" w:type="dxa"/>
            <w:shd w:val="clear" w:color="auto" w:fill="auto"/>
          </w:tcPr>
          <w:p w:rsidR="006639BF" w:rsidRPr="00440992" w:rsidRDefault="006639BF" w:rsidP="006639BF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в </w:t>
            </w:r>
            <w:r w:rsid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режиме</w:t>
            </w: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видео-конференц-связи с руководителями государственных общеобразовательных организаций, реализующих адаптированные основные общеобразовательные программы, центров психолого-педагогической, медицинской и социальной помощи, организаций для детей-сирот и детей, оставшихся без попечения родителей, общеобразовательных организаций для детей, нуждающихся в длительном лечении</w:t>
            </w:r>
            <w:r w:rsidRPr="0044099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6639BF" w:rsidRPr="00440992" w:rsidRDefault="006639BF" w:rsidP="006639BF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10.00–11.00)</w:t>
            </w:r>
          </w:p>
        </w:tc>
        <w:tc>
          <w:tcPr>
            <w:tcW w:w="2304" w:type="dxa"/>
            <w:shd w:val="clear" w:color="auto" w:fill="auto"/>
          </w:tcPr>
          <w:p w:rsidR="006639BF" w:rsidRPr="00440992" w:rsidRDefault="006639BF" w:rsidP="006639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21.04</w:t>
            </w:r>
          </w:p>
        </w:tc>
        <w:tc>
          <w:tcPr>
            <w:tcW w:w="2684" w:type="dxa"/>
            <w:shd w:val="clear" w:color="auto" w:fill="auto"/>
          </w:tcPr>
          <w:p w:rsidR="006639BF" w:rsidRPr="00440992" w:rsidRDefault="006639BF" w:rsidP="006639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6639BF" w:rsidRPr="00440992" w:rsidRDefault="006639BF" w:rsidP="006639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6639BF" w:rsidRPr="00440992" w:rsidRDefault="006639BF" w:rsidP="006639BF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4B6C79" w:rsidRPr="00440992" w:rsidTr="00C2395A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Совещание с руководителями органов местного самоуправления, осуществляющих управление в сфере образования, государственных общеобразовательных организаций Свердловской области</w:t>
            </w:r>
          </w:p>
          <w:p w:rsidR="004B6C79" w:rsidRPr="00440992" w:rsidRDefault="004B6C79" w:rsidP="004B6C7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4B6C79" w:rsidRPr="00440992" w:rsidRDefault="00E278AB" w:rsidP="00E278AB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11.00–13.00)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29.04</w:t>
            </w:r>
          </w:p>
        </w:tc>
        <w:tc>
          <w:tcPr>
            <w:tcW w:w="268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заместители Министра,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4B6C79" w:rsidRPr="00440992" w:rsidTr="00C2395A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в </w:t>
            </w:r>
            <w:r w:rsid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режиме</w:t>
            </w: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видео-конференц-связи с руководителями территориальных психолого-медико-педагогических комиссий </w:t>
            </w:r>
          </w:p>
          <w:p w:rsidR="004B6C79" w:rsidRPr="00440992" w:rsidRDefault="004B6C79" w:rsidP="004B6C7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(ГБУ</w:t>
            </w:r>
            <w:r w:rsidR="00890216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</w:t>
            </w:r>
            <w:r w:rsidRPr="0044099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СО «Центр психолого-педагогического, медицинского</w:t>
            </w:r>
          </w:p>
          <w:p w:rsidR="004B6C79" w:rsidRPr="00440992" w:rsidRDefault="004B6C79" w:rsidP="00890216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и социального сопровождения «Ресурс», 10.00</w:t>
            </w:r>
            <w:r w:rsidR="00890216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–</w:t>
            </w:r>
            <w:r w:rsidRPr="0044099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12.00)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29.04</w:t>
            </w:r>
          </w:p>
        </w:tc>
        <w:tc>
          <w:tcPr>
            <w:tcW w:w="2684" w:type="dxa"/>
            <w:shd w:val="clear" w:color="auto" w:fill="auto"/>
          </w:tcPr>
          <w:p w:rsidR="007046BF" w:rsidRPr="00440992" w:rsidRDefault="007046BF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Л.В. Макарова,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И.А. Третьякова </w:t>
            </w:r>
          </w:p>
        </w:tc>
      </w:tr>
      <w:tr w:rsidR="004B6C79" w:rsidRPr="00440992" w:rsidTr="00C2395A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Лекция-практикум для кандидатов в аккредитованные эксперты в области проведения государственной аккредитации образовательной деятельности</w:t>
            </w:r>
          </w:p>
          <w:p w:rsidR="004B6C79" w:rsidRPr="00440992" w:rsidRDefault="004B6C79" w:rsidP="004B6C79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(Ревдинский городской округ)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30.04</w:t>
            </w:r>
          </w:p>
        </w:tc>
        <w:tc>
          <w:tcPr>
            <w:tcW w:w="2684" w:type="dxa"/>
            <w:shd w:val="clear" w:color="auto" w:fill="auto"/>
          </w:tcPr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Е.Г. Темко,</w:t>
            </w:r>
          </w:p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Я.В. Лыжина</w:t>
            </w:r>
          </w:p>
        </w:tc>
      </w:tr>
      <w:tr w:rsidR="004B6C79" w:rsidRPr="00440992" w:rsidTr="00242C94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Аппаратное совещание у Министра образования и молодежной политики Свердловской области</w:t>
            </w:r>
          </w:p>
          <w:p w:rsidR="004B6C79" w:rsidRPr="00440992" w:rsidRDefault="004B6C79" w:rsidP="004B6C79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4B6C79" w:rsidRPr="00440992" w:rsidRDefault="004B6C79" w:rsidP="004B6C79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16.00)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68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4B6C79" w:rsidRPr="00440992" w:rsidTr="00242C94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в режиме видео-конференц-связи с руководителями </w:t>
            </w:r>
            <w:r w:rsidR="00CC1A9C">
              <w:rPr>
                <w:rFonts w:ascii="Liberation Serif" w:hAnsi="Liberation Serif" w:cs="Liberation Serif"/>
                <w:sz w:val="28"/>
                <w:szCs w:val="28"/>
              </w:rPr>
              <w:t xml:space="preserve">государственных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профессиональных образовательных организаций Свердловской области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по вопросу осуществления деятельности в условиях особого режима, связанного с профилактикой новой коронавирусной инфекции</w:t>
            </w:r>
          </w:p>
          <w:p w:rsidR="004B6C79" w:rsidRPr="00440992" w:rsidRDefault="004B6C79" w:rsidP="004B6C7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(Медиа-центр Центра опережающей профессиональной подготовки</w:t>
            </w:r>
          </w:p>
          <w:p w:rsidR="004B6C79" w:rsidRPr="00440992" w:rsidRDefault="004B6C79" w:rsidP="004B6C79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г. Екатеринбург, ул. Малышева, д. 117, 15.00–16.00)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еженедельно (вторник, четверг)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до особого распоряжения</w:t>
            </w:r>
          </w:p>
        </w:tc>
        <w:tc>
          <w:tcPr>
            <w:tcW w:w="2684" w:type="dxa"/>
            <w:shd w:val="clear" w:color="auto" w:fill="auto"/>
          </w:tcPr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4B6C79" w:rsidRPr="00440992" w:rsidTr="00242C94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Консультации руководителей и главных бухгалтеров подведомств</w:t>
            </w:r>
            <w:r w:rsidR="00CC1A9C">
              <w:rPr>
                <w:rFonts w:ascii="Liberation Serif" w:hAnsi="Liberation Serif" w:cs="Liberation Serif"/>
                <w:sz w:val="28"/>
                <w:szCs w:val="28"/>
              </w:rPr>
              <w:t>енных образовательных организаций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 и органов местного самоуправления, осуществляющих управление в сфере образования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684" w:type="dxa"/>
            <w:shd w:val="clear" w:color="auto" w:fill="auto"/>
          </w:tcPr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4B6C79" w:rsidRPr="00440992" w:rsidTr="00242C94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>3. Заседания комиссий, рабочих групп, советов,</w:t>
            </w: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организационных комитетов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4B6C79" w:rsidRPr="00440992" w:rsidTr="00242C94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Комиссии по аттестации государственных гражданских служащих Министерства </w:t>
            </w:r>
          </w:p>
          <w:p w:rsidR="004B6C79" w:rsidRPr="00440992" w:rsidRDefault="004B6C79" w:rsidP="004B6C79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B6C79" w:rsidRPr="00440992" w:rsidRDefault="004B6C79" w:rsidP="004B6C79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B6C79" w:rsidRPr="00440992" w:rsidRDefault="004B6C79" w:rsidP="004B6C79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Pr="0044099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каб. 308, 10.00)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01.04</w:t>
            </w:r>
          </w:p>
        </w:tc>
        <w:tc>
          <w:tcPr>
            <w:tcW w:w="268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4B6C79" w:rsidRPr="00440992" w:rsidRDefault="004B6C79" w:rsidP="004B6C79">
            <w:pPr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4B6C79" w:rsidRPr="00440992" w:rsidRDefault="004B6C79" w:rsidP="004B6C79">
            <w:pPr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4B6C79" w:rsidRPr="00440992" w:rsidTr="00242C94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Рабочих групп Государственной экзаменационной комиссии Свердловской области (в режиме видео</w:t>
            </w:r>
            <w:r w:rsidR="00CC1A9C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конференц</w:t>
            </w:r>
            <w:r w:rsidR="00CC1A9C">
              <w:rPr>
                <w:rFonts w:ascii="Liberation Serif" w:hAnsi="Liberation Serif" w:cs="Liberation Serif"/>
                <w:sz w:val="28"/>
                <w:szCs w:val="28"/>
              </w:rPr>
              <w:t>-связи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  <w:p w:rsidR="004B6C79" w:rsidRPr="00440992" w:rsidRDefault="004B6C79" w:rsidP="004B6C7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(каб. 216, 08.30–09.00, 5 человек)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01, 08, 15.04</w:t>
            </w:r>
          </w:p>
        </w:tc>
        <w:tc>
          <w:tcPr>
            <w:tcW w:w="2684" w:type="dxa"/>
            <w:shd w:val="clear" w:color="auto" w:fill="auto"/>
          </w:tcPr>
          <w:p w:rsidR="00480190" w:rsidRPr="00440992" w:rsidRDefault="00480190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И.К. Подоляко</w:t>
            </w:r>
          </w:p>
        </w:tc>
      </w:tr>
      <w:tr w:rsidR="004B6C79" w:rsidRPr="00440992" w:rsidTr="00242C94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Комиссии по оплате труда руководителей подведомственных государственных организаций</w:t>
            </w:r>
          </w:p>
          <w:p w:rsidR="00440992" w:rsidRDefault="00440992" w:rsidP="004B6C7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4B6C79" w:rsidRPr="00440992" w:rsidRDefault="004B6C79" w:rsidP="004B6C79">
            <w:pPr>
              <w:jc w:val="right"/>
              <w:rPr>
                <w:rFonts w:ascii="Liberation Serif" w:hAnsi="Liberation Serif" w:cs="Liberation Serif"/>
              </w:rPr>
            </w:pPr>
            <w:r w:rsidRPr="0044099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(каб. 303, 14.00)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06.04</w:t>
            </w:r>
          </w:p>
        </w:tc>
        <w:tc>
          <w:tcPr>
            <w:tcW w:w="268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4B6C79" w:rsidRPr="00440992" w:rsidTr="00242C94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Рабочих групп Аттестационной комиссии Министерства</w:t>
            </w:r>
          </w:p>
          <w:p w:rsidR="004B6C79" w:rsidRPr="00440992" w:rsidRDefault="004B6C79" w:rsidP="004B6C79">
            <w:pPr>
              <w:jc w:val="right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11.30–14.00, 10 человек)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21.04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М.Г. Корягин</w:t>
            </w:r>
          </w:p>
        </w:tc>
      </w:tr>
      <w:tr w:rsidR="004B6C79" w:rsidRPr="00440992" w:rsidTr="00242C94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Государственной экзаменационной комиссии Свердловской области</w:t>
            </w:r>
          </w:p>
          <w:p w:rsidR="004B6C79" w:rsidRPr="00440992" w:rsidRDefault="004B6C79" w:rsidP="004B6C7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440992" w:rsidRDefault="00440992" w:rsidP="004B6C7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4B6C79" w:rsidRPr="00440992" w:rsidRDefault="004B6C79" w:rsidP="004B6C79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15.00–16.00, 30 человек)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23.04</w:t>
            </w:r>
          </w:p>
        </w:tc>
        <w:tc>
          <w:tcPr>
            <w:tcW w:w="2684" w:type="dxa"/>
            <w:shd w:val="clear" w:color="auto" w:fill="auto"/>
          </w:tcPr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480190" w:rsidRPr="00440992" w:rsidRDefault="00480190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4B6C79" w:rsidRPr="00440992" w:rsidTr="00242C94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Комисси</w:t>
            </w:r>
            <w:r w:rsidR="00440992">
              <w:rPr>
                <w:rFonts w:ascii="Liberation Serif" w:hAnsi="Liberation Serif" w:cs="Liberation Serif"/>
                <w:sz w:val="28"/>
                <w:szCs w:val="28"/>
              </w:rPr>
              <w:t>и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 по наградам Министерства</w:t>
            </w:r>
          </w:p>
          <w:p w:rsidR="004B6C79" w:rsidRPr="00440992" w:rsidRDefault="004B6C79" w:rsidP="004B6C79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(каб. 305, 10.00) 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23.04</w:t>
            </w:r>
          </w:p>
        </w:tc>
        <w:tc>
          <w:tcPr>
            <w:tcW w:w="268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М.Г. Корягин</w:t>
            </w:r>
          </w:p>
        </w:tc>
      </w:tr>
      <w:tr w:rsidR="004B6C79" w:rsidRPr="00440992" w:rsidTr="00242C94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Рабочей группы в </w:t>
            </w:r>
            <w:r w:rsid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режиме</w:t>
            </w: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видео-конференц-связи по вопросам организации профориентации обучающихся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 ограниченными возможностями здоровья</w:t>
            </w:r>
          </w:p>
          <w:p w:rsidR="004B6C79" w:rsidRPr="00440992" w:rsidRDefault="004B6C79" w:rsidP="004B6C79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10.00–11.00)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24.04</w:t>
            </w:r>
          </w:p>
        </w:tc>
        <w:tc>
          <w:tcPr>
            <w:tcW w:w="2684" w:type="dxa"/>
            <w:shd w:val="clear" w:color="auto" w:fill="auto"/>
          </w:tcPr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4B6C79" w:rsidRPr="00440992" w:rsidTr="00242C94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Комиссии по аттестации кандидатов на должность руководителя и руководителей государственных образовательных организаций Свердловской области</w:t>
            </w:r>
          </w:p>
          <w:p w:rsidR="004B6C79" w:rsidRPr="00440992" w:rsidRDefault="004B6C79" w:rsidP="004B6C79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Pr="0044099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14.00–16.00)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24.04</w:t>
            </w:r>
          </w:p>
        </w:tc>
        <w:tc>
          <w:tcPr>
            <w:tcW w:w="268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4B6C79" w:rsidRPr="00440992" w:rsidTr="00242C94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Аттестационной к</w:t>
            </w:r>
            <w:r w:rsid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омиссии Министерства</w:t>
            </w:r>
          </w:p>
          <w:p w:rsidR="004B6C79" w:rsidRPr="00440992" w:rsidRDefault="004B6C79" w:rsidP="004B6C79">
            <w:pPr>
              <w:jc w:val="right"/>
              <w:rPr>
                <w:rFonts w:ascii="Liberation Serif" w:hAnsi="Liberation Serif" w:cs="Liberation Serif"/>
                <w:b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11.00–13.00, 30 человек)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28.04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М.Г. Корягин</w:t>
            </w:r>
          </w:p>
        </w:tc>
      </w:tr>
      <w:tr w:rsidR="004B6C79" w:rsidRPr="00440992" w:rsidTr="00242C94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Областной оздоровительной комиссии</w:t>
            </w:r>
          </w:p>
          <w:p w:rsidR="00E278AB" w:rsidRPr="00440992" w:rsidRDefault="00E278AB" w:rsidP="00E278AB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14.00–16.00)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29.04</w:t>
            </w:r>
          </w:p>
        </w:tc>
        <w:tc>
          <w:tcPr>
            <w:tcW w:w="268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А.Ю. Третьяков,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</w:t>
            </w:r>
          </w:p>
        </w:tc>
      </w:tr>
      <w:tr w:rsidR="004B6C79" w:rsidRPr="00440992" w:rsidTr="00242C94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 закрепленного на соответствующем вещном праве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за государственной организацией Свердловской области, находящейся в ведении Министерства, и о заключении государственной организацией Свердловской области, образующей социальную инфраструктуру для детей, находящейся в ведении Министерства, договора аренды и договора безвозмездного пользования закрепленных за ней объектов собственности</w:t>
            </w:r>
            <w:r w:rsidRPr="00440992">
              <w:rPr>
                <w:rFonts w:ascii="Liberation Serif" w:hAnsi="Liberation Serif" w:cs="Liberation Serif"/>
                <w:bCs/>
                <w:sz w:val="28"/>
                <w:szCs w:val="28"/>
              </w:rPr>
              <w:t>, а также о реорганизации или ликвидации государственных организаций Свердловской области, образующих социальную инфраструктуру для детей,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 находящихся в ведении Министерства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68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Г.Г. Левитская,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4B6C79" w:rsidRPr="00440992" w:rsidTr="00242C94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lastRenderedPageBreak/>
              <w:t>Координационного совета по патриотическому воспитанию граждан</w:t>
            </w:r>
            <w:r w:rsidRPr="00440992"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br/>
              <w:t>в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4B6C79" w:rsidRPr="00440992" w:rsidRDefault="004B6C79" w:rsidP="00480190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4B6C79" w:rsidRPr="00440992" w:rsidTr="00242C94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распределению путевок и формированию делегаций детей Свердловской области в целях их направления в Международный детский центр «Артек» и всероссийские детские центры «Орлёнок», «Океан», «Смена» </w:t>
            </w: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(в заочной форме)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4B6C79" w:rsidRPr="00440992" w:rsidTr="00242C94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Регионального организационного комитета всероссийской олимпиады школьников в 2019/2020 учебном году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</w:p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4B6C79" w:rsidRPr="00440992" w:rsidTr="00242C94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Конкурсной комиссии конкурса на соискание премий Губернатора Свердловской области педагогам дополнительного образования, осуществляющим обучение</w:t>
            </w: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по дополнительным общеразвивающим программам технической направленности, в 2020 году</w:t>
            </w:r>
            <w:r w:rsidRPr="00440992">
              <w:rPr>
                <w:rFonts w:ascii="Liberation Serif" w:hAnsi="Liberation Serif" w:cs="Liberation Serif"/>
              </w:rPr>
              <w:t xml:space="preserve">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 вопросу утверждения списка участников, заявления которых</w:t>
            </w:r>
            <w:r w:rsidRPr="00440992">
              <w:rPr>
                <w:rFonts w:ascii="Liberation Serif" w:hAnsi="Liberation Serif" w:cs="Liberation Serif"/>
              </w:rPr>
              <w:t xml:space="preserve">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приняты к рассмотрению конкурсной комиссией</w:t>
            </w:r>
          </w:p>
          <w:p w:rsidR="004B6C79" w:rsidRPr="00440992" w:rsidRDefault="004B6C79" w:rsidP="004B6C79">
            <w:pPr>
              <w:jc w:val="right"/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(ГАНОУ СО «Дворец молодёжи»)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К.В. Шевченко, члены комиссии</w:t>
            </w:r>
          </w:p>
        </w:tc>
      </w:tr>
      <w:tr w:rsidR="004B6C79" w:rsidRPr="00440992" w:rsidTr="00242C94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Министерства для проведения оценки последствий принятия решения о реорганизации или ликвидации государственных образовательных учреждений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4B6C79" w:rsidRPr="00440992" w:rsidTr="00242C94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Комиссии по реализации государственной программы Свердловской области «Развитие системы образования и реализация молодежной политики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в Свердловской области до 2025 года»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4B6C79" w:rsidRPr="00440992" w:rsidTr="00242C94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Организационной группы по подготовке доклада «О состоянии системы образования Свердловской области в 2019 году»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4B6C79" w:rsidRPr="00440992" w:rsidTr="00242C94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bCs/>
                <w:iCs/>
                <w:color w:val="000000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color w:val="000000"/>
                <w:sz w:val="28"/>
                <w:szCs w:val="28"/>
              </w:rPr>
              <w:t xml:space="preserve">Рабочей группы </w:t>
            </w:r>
            <w:r w:rsidRPr="00440992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по подготовке и проведению весеннего слета для классов-победителей в управленческих округах Свердловской области и летней тематической смены «Трезвость! Лидерство! Успех!» для классов-призеров областного межведомственного социально-педагогического проекта «Будь здоров!» в 2020 году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4B6C79" w:rsidRPr="00440992" w:rsidRDefault="004B6C79" w:rsidP="004B6C79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4B6C79" w:rsidRPr="00440992" w:rsidTr="00242C94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Комиссии по формированию объемов государственных заданий для государственных учреждений Свердловской области, подведомственных Министерству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4B6C79" w:rsidRPr="00440992" w:rsidTr="00242C94">
        <w:tc>
          <w:tcPr>
            <w:tcW w:w="9957" w:type="dxa"/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Комиссии по организации отбора муниципальных образований, расположенных на территории Свердловской области, предоставления и контроля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за расходованием субсидий и иных межбюджетных трансфертов из областного бюджета местным бюджетам, предоставляемых в рамках мероприятий государственной программы Свердловской области «Развитие системы образования и реализация молодежной политики в Свердловской области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до 2025 года», ответственными за реализацию которых определены курируемые Заместителем Министра образования и молодежной политики Свердловской области структурные подразделения Министерства </w:t>
            </w:r>
          </w:p>
        </w:tc>
        <w:tc>
          <w:tcPr>
            <w:tcW w:w="2304" w:type="dxa"/>
            <w:shd w:val="clear" w:color="auto" w:fill="auto"/>
          </w:tcPr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84" w:type="dxa"/>
            <w:shd w:val="clear" w:color="auto" w:fill="auto"/>
          </w:tcPr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4B6C79" w:rsidRPr="0044099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4B6C79" w:rsidRPr="00440992" w:rsidRDefault="004B6C79" w:rsidP="004B6C79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4B6C79" w:rsidRPr="0044099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Региональный этап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VII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 Всероссийского конкурса «Лучшая инклюзивная школа России»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17.04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4B6C79" w:rsidRPr="0044099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Общественно-патриотическая акция: «Георгиевская лента»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4B6C79" w:rsidRPr="00440992" w:rsidRDefault="004B6C79" w:rsidP="0024600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20.04</w:t>
            </w:r>
            <w:r w:rsidR="0024600F" w:rsidRPr="00440992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09.05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4B6C79" w:rsidRPr="0044099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4B6C79" w:rsidRPr="00440992" w:rsidRDefault="004B6C79" w:rsidP="004B6C79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Основной государственный экзамен (досрочный период)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21, 24, 27.04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480190" w:rsidRPr="00440992" w:rsidRDefault="00480190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4B6C79" w:rsidRPr="0044099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4B6C79" w:rsidRPr="00440992" w:rsidRDefault="004B6C79" w:rsidP="004B6C79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Проведение дистанционных школ подготовки для участников заключительного этапа всероссийской олимпиады школьников в 2019/2020 учебном году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4B6C79" w:rsidRPr="00440992" w:rsidRDefault="004B6C79" w:rsidP="004B6C79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К.В. Шевченко,</w:t>
            </w:r>
          </w:p>
          <w:p w:rsidR="004B6C79" w:rsidRPr="00440992" w:rsidRDefault="004B6C79" w:rsidP="004B6C7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И.К. Подоляко</w:t>
            </w:r>
          </w:p>
        </w:tc>
      </w:tr>
      <w:tr w:rsidR="000C6421" w:rsidRPr="00440992" w:rsidTr="00242C94">
        <w:tc>
          <w:tcPr>
            <w:tcW w:w="9957" w:type="dxa"/>
            <w:tcBorders>
              <w:bottom w:val="single" w:sz="4" w:space="0" w:color="auto"/>
            </w:tcBorders>
            <w:shd w:val="clear" w:color="auto" w:fill="auto"/>
          </w:tcPr>
          <w:p w:rsidR="000C6421" w:rsidRPr="00440992" w:rsidRDefault="000C6421" w:rsidP="000C6421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Всероссийские проверочные работы 4−8, 11 классах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clear" w:color="auto" w:fill="auto"/>
          </w:tcPr>
          <w:p w:rsidR="00480190" w:rsidRPr="00440992" w:rsidRDefault="00480190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4255E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 xml:space="preserve">5. Мероприятия по реализации государственной программы Свердловской области «Развитие системы образования </w:t>
            </w:r>
            <w:r w:rsidR="004255E1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и реализация молодежной политики </w:t>
            </w: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>в Свердловской области</w:t>
            </w:r>
            <w:r w:rsidR="004255E1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>до 202</w:t>
            </w:r>
            <w:r w:rsidR="004255E1">
              <w:rPr>
                <w:rFonts w:ascii="Liberation Serif" w:hAnsi="Liberation Serif" w:cs="Liberation Serif"/>
                <w:b/>
                <w:sz w:val="28"/>
                <w:szCs w:val="28"/>
              </w:rPr>
              <w:t>5</w:t>
            </w: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года»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ind w:firstLine="42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Формирование отчета по форме «Сети, штаты, контингенты» за 2019 год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09.04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Формирование предельного объема финансирования, ежемесячная корректировка бюджетных ассигнований и лимитов казенных образовательных организаций, трансфертов муниципальным образованиям, расположенным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на территории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15.04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 реализации Соглашения от 20.12.2019 № 073-09-2020-674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о предоставлении субсидии из федерального бюджета бюджету Свердловской области на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их результатов в субъектах Российской Федерации в рамках государственной программы Российской Федерации «Развитие образования» в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 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квартале 2020 года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15.04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И.К. Подоляко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 реализации Соглашения от 19.12.2019 № 073-09-2020-651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о предоставлении субсидий из федерального бюджета бюджету Свердловской области на развитие кадрового потенциала педагогов по вопросам изучения русского языка в рамках государственной программы российской Федерации «Развитие образования» в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квартале 2020 года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15.04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И.К. Подоляко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Проведение первого этапа конкурса на соискание премий Губернатора Свердловской области педагогам дополнительного образования, осуществляющим обучение по дополнительным общеразвивающим программам технической направленности в заочной форме (ГАНОУ СО «Дворец молодёжи»), 15 рабочих дней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К.В. Шевченко,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члены экспертной группы, члены комиссии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Реализация мероприятий регионального проекта «Молодые профессионалы» (Повышение конкурентоспособности профессионального образования) в части развития материально-технической базы профессиональных образовательных организаций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реализации комплексной программы Свердловской области «Уральская инженерная школа» на 2016–2020 годы, утвержденной постановлением Правительства Свердловской области от 02.03.2016 № 127-ПП,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в 2019 году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E40466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на территории Свердловской области, на предоставление в 20</w:t>
            </w:r>
            <w:r w:rsidR="00E40466">
              <w:rPr>
                <w:rFonts w:ascii="Liberation Serif" w:hAnsi="Liberation Serif" w:cs="Liberation Serif"/>
                <w:sz w:val="28"/>
                <w:szCs w:val="28"/>
              </w:rPr>
              <w:t>20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 году бюджетам муниципальных образований, расположенным на территории Свердловской области, субсидий из областного бюджета на создание современной образовательной среды для школьников в рамках программы «Содействие созданию в субъектах Российской Федерации (исходя из прогнозируемой потребности) новых мест в общеобразовательных организациях»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на 2016–2025 годы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Отбор муниципальных образований, расположенных на территории Свердловской области, для предоставления субсидий из областного бюджета местным бюджетам на строительство и реконструкцию объектов муниципальной собственности в соответствии с подпрограммой 4 «Строительство объектов государственной собственности Свердловской области и поддержка реализации приоритетных муниципальных инвестиционных проектов» государственной программы Свердловской области «Реализация основных направлений государственной политики в строительном комплексе Свердловской области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до 2024 года», утвержденной постановлением Правительства Свердловской области от 24.10.2013 № 1296-ПП</w:t>
            </w:r>
          </w:p>
          <w:p w:rsidR="003B1610" w:rsidRDefault="003B1610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B1610" w:rsidRPr="00440992" w:rsidRDefault="003B1610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Формирование отчетности о реализации государственной программы «Содействие созданию в Свердловской области (исходя из прогнозируемой потребности) новых мест в общеобразовательных организациях»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на 2016–2025 годы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отчетности о реализации комплексных программ муниципальных образований, расположенных на территории Свердловской области 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3B161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Прием и анализ отчетов муниципальных образований, расположенных</w:t>
            </w:r>
            <w:r w:rsidR="003B161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на территории Свердловской области, об использовании субвенций из областного бюджета на общее и дошкольное образование за </w:t>
            </w: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  <w:lang w:val="en-US"/>
              </w:rPr>
              <w:t>I</w:t>
            </w: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квартал 2020 года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3B161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Прием и анализ отчетов от муниципальных образований, расположенных</w:t>
            </w:r>
            <w:r w:rsidR="003B161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 территории Свердловской области, о выполнении целевых и производственно-сетевых показателей межбюджетного трансферта на дополнительные гарантии</w:t>
            </w: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по социальной поддержке детей-сирот за I квартал 2019 года, отчетов</w:t>
            </w: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об использовании средств субсидии на обеспечение питанием за I квартал</w:t>
            </w: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2019 года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О.А. Силина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3B1610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Заключение дополнительных соглашений на предоставление субсидии</w:t>
            </w:r>
            <w:r w:rsidR="003B161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из областного бюджета на осуществление мероприятий по обеспечению питанием обучающихся в муниципальных общеобразовательных организациях</w:t>
            </w:r>
            <w:r w:rsidR="003B161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 муниципальными образованиями, расположенными на территории Свердловской области, в соответствии с типовой формой соглашения, утвержденной приказом Министерства финансов Свердловской области</w:t>
            </w:r>
            <w:r w:rsidR="003B1610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от 30.01.2020 № 39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Анализ отчетных и формирование плановых показателей, используемых для расчета расходов областного бюджета на 2021 год и плановый период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2022 и 2023 годов по формам, установленным Министерством финансов Свердловской области (согласование сетевых показателей муниципальных образований, расположенных на территории Свердловской области)</w:t>
            </w:r>
          </w:p>
          <w:p w:rsidR="003B1610" w:rsidRDefault="003B1610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B1610" w:rsidRPr="00440992" w:rsidRDefault="003B1610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Подготовка форм для утверждения и доведения до казенных подведомственных образовательных учреждений бюджетных смет на соответствующий финансовый год с целью автоматизации процессов для размещения в программном комплексе «ИСУФ» (Сапфир)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Финансовое обеспечение национальных проектов в соответствии с Законом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об областном бюджете на 2020 год и плановый период 2021 и 2022 годов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Финансовое обеспечение Плана общеобластных мероприятий 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Подготовка нормативных актов, регулирующих процесс признания организаций,</w:t>
            </w:r>
            <w:r w:rsidRPr="00440992">
              <w:rPr>
                <w:rFonts w:ascii="Liberation Serif" w:hAnsi="Liberation Serif" w:cs="Liberation Serif"/>
              </w:rPr>
              <w:t xml:space="preserve">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осуществляющих образовательную деятельность, и иных действующих в сфере образования организаций, а также их объединений, расположенных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на территории Свердловской области, региональными инновационными площадками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Концепции развития школьных информационно-библиотечных центров, утвержденной приказом Министерства образования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и науки Российской Федерации от 15.06.2016 № 715, в общеобразовательных организациях, расположенных на территории Свердловской области 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мониторинга исполнения 100% доступности дошкольного образования для детей с 2 месяцев до 3 лет муниципальными образованиями, расположенными на территории Свердловской области, во исполнение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пункта 5 раздела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 протокола заседания президиума Совета при Президенте Российской Федерации по стратегическому развитию и национальным проектам от 18.03.2019 № 3 по вопросу «О ходе реализации национального проекта «Демография»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C6421" w:rsidRPr="00440992" w:rsidRDefault="000C6421" w:rsidP="000C642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C6421" w:rsidRPr="00440992" w:rsidRDefault="000C6421" w:rsidP="000C642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Подготовка проекта Указа Губернатора Свердловской области «О внесении изменений в Указ Губернатора Свердловской области от 09.11.2015 № 543-УГ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в части внесения изменений в положение о проведении конкурса</w:t>
            </w:r>
          </w:p>
          <w:p w:rsidR="003B1610" w:rsidRDefault="003B1610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B1610" w:rsidRPr="00440992" w:rsidRDefault="003B1610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3B161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приказов Министерства о реализации мероприятий</w:t>
            </w:r>
            <w:r w:rsidRPr="00440992">
              <w:rPr>
                <w:rFonts w:ascii="Liberation Serif" w:hAnsi="Liberation Serif" w:cs="Liberation Serif"/>
              </w:rPr>
              <w:t xml:space="preserve">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государственной программы Свердловской области «Развитие системы образования</w:t>
            </w:r>
            <w:r w:rsidR="003B1610">
              <w:rPr>
                <w:rFonts w:ascii="Liberation Serif" w:hAnsi="Liberation Serif" w:cs="Liberation Serif"/>
                <w:sz w:val="28"/>
                <w:szCs w:val="28"/>
              </w:rPr>
              <w:t xml:space="preserve"> и реализация молодежной политики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B1610">
              <w:rPr>
                <w:rFonts w:ascii="Liberation Serif" w:hAnsi="Liberation Serif" w:cs="Liberation Serif"/>
                <w:sz w:val="28"/>
                <w:szCs w:val="28"/>
              </w:rPr>
              <w:t xml:space="preserve">в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 до 202</w:t>
            </w:r>
            <w:r w:rsidR="003B1610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 года» в соответствии</w:t>
            </w:r>
            <w:r w:rsidR="003B1610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 решениями комиссии по реализации государственной программы Свердловской области «Развитие системы образования и реализация молодежной политики</w:t>
            </w:r>
            <w:r w:rsidR="003B1610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до 2025 года»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Подготовка приказа Министерства «Об утверждении формы соглашения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о предоставлении из областного бюджета грантов в форме субсидий юридическим лицам и индивидуальным предпринимателям на реализацию мероприятий в сфере образования»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Прием заявок на получение грантов в форме субсидий из областного бюджета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от победителей конкурсного отбора Министерства просвещения Российской Федерации в целях обеспечения условий софинансирования заключенных соглашений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Формирование приказов Министерства в рамках реализации мероприятий «Создание центров цифрового образования детей» и «Создание и обеспечение финансовой деятельности центров цифрового образования детей»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подпрограммы 7 «Реализация национального проекта «Образование»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в Свердловской области» государственной программы Свердловской области «Развитие системы образования и реализация молодежной политики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в Свердловской области до 2025 года» в 2020 году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Формирование приказов Министерства по реализации подпрограммы 1 «Реализация проекта «Уральская инженерная школа» государственной программы Свердловской области «Развитие системы образования и реализация молодежной политики в Свердловской области до 2025 года» в 2020 году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Формирование приказа (внесение изменений в приказ) Министерства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«О реализации государственной программы Свердловской области «Развитие системы образования и реализация молодежной политики в Свердловской области до 2025 года» в 2020 году»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6. Общие мероприятия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9A379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 </w:t>
            </w:r>
            <w:r w:rsidR="009A379E">
              <w:rPr>
                <w:rFonts w:ascii="Liberation Serif" w:hAnsi="Liberation Serif" w:cs="Liberation Serif"/>
                <w:sz w:val="28"/>
                <w:szCs w:val="28"/>
              </w:rPr>
              <w:t xml:space="preserve">выполнении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плана работы Правительства Свердловской области на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2020 года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02.04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в Аппарат Губернатора Свердловской области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и Правительства Свердловской области о проведении мероприятий в сфере образования в мае 2020 года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06.04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Подготовка предложений в Аппарат Губернатора Свердловской области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и Правительства Свердловской области для формирования плана проведения оперативных совещаний Правительства Свердловской области в мае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2020 года 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06.04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Составление и представление отчетов в Министерство финансов Свердловской области по ф.</w:t>
            </w:r>
            <w:r w:rsidR="009A379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0503125 «Справка по консолидируемым расчетам» 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09.04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C6421" w:rsidRPr="00440992" w:rsidRDefault="000C6421" w:rsidP="000C6421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о выполнении плана работы Министерства на март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2020 года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10.04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Подготовка отчетов по форме федерального статистического наблюдения 1-ГУ по государственным услугам «Подтверждение документов об образовании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и (или) квалификации», «Подтверждение документов об ученых степенях, ученых званиях», «Лицензирование образовательной деятельности», «Государственная аккредитация образовательной деятельности» </w:t>
            </w:r>
          </w:p>
          <w:p w:rsidR="003B1610" w:rsidRDefault="003B1610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B1610" w:rsidRDefault="003B1610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B1610" w:rsidRDefault="003B1610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B1610" w:rsidRPr="00440992" w:rsidRDefault="003B1610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10.04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Е.Г. Темко,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Я.В. Лыжина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tabs>
                <w:tab w:val="left" w:pos="1365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предложений о размерах стимулирующих выплат руководителям профессиональных образовательных организаций Свердловской области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в соответствии с приказом Министерства от 16.08.2019 № 184-Д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>«</w:t>
            </w:r>
            <w:r w:rsidRPr="00440992">
              <w:rPr>
                <w:rFonts w:ascii="Liberation Serif" w:hAnsi="Liberation Serif" w:cs="Liberation Serif"/>
                <w:bCs/>
                <w:sz w:val="28"/>
                <w:szCs w:val="28"/>
              </w:rPr>
              <w:t>Об утверждении Положения о стимулировании руководителей государственных организаций Свердловской области, в отношении которых функции учредителя осуществляются Министерством образования и молодежной политики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10.04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реализации плана мероприятий комплексной программы Свердловской области «Поддержка социально ориентированных некоммерческих организаций в Свердловской области на 2018–2024 годы», утвержденной постановлением Правительства Свердловской области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от 31.05.2018 № 328-ПП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10.04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</w:t>
            </w:r>
            <w:r w:rsidR="003B1610">
              <w:rPr>
                <w:rFonts w:ascii="Liberation Serif" w:hAnsi="Liberation Serif" w:cs="Liberation Serif"/>
                <w:sz w:val="28"/>
                <w:szCs w:val="28"/>
              </w:rPr>
              <w:t xml:space="preserve">по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ф.</w:t>
            </w:r>
            <w:r w:rsidR="003B161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0503387 «Справочная таблица к отчету об исполнении бюджета» 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10.04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C6421" w:rsidRPr="00440992" w:rsidRDefault="000C6421" w:rsidP="000C6421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3B161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Составление, анализ и представление в Федеральную службу по надзору в сфере образования и науки отчетности администратора доходов федерального бюджета за </w:t>
            </w:r>
            <w:r w:rsidR="003B1610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2020 года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10.04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Составление и представление в Министерство по управлению государственным имуществом Свердловской области сведений о недвижимом имуществе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(за исключением земельных участков), сведений о земельных участках, сведений об объектах недвижимого имущества закрепленных на праве оперативного управления (хозяйственном ведении) за государственными учреждениями (государственными предприятиями) Свердловской области, обремененных договорными отношениями, аренда, безвозмездное пользование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10.04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Сбор, обработка и свод данных ежеквартальной, ежемесячной отчетности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о численности и средней зарплате в разрезе категорий работников системы образования 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14.04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Мониторинг реализации мероприятий государственной программы Российской Федерации «Доступная среда», подготовка отчетной документации за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2020 года  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15.04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Формирование команд-победителей областных соревнований «Школа безопасности» для участия во Всероссийских соревнованиях в ВДЦ «Океан»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15 04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Л.М. Расулова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формы федерального статистического наблюдения № П-4 «Сведения о численности, заработной плате и движении работников»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15.04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в Пенсионный фонд Российской Федерации формы № СЗВ-М «Сведения о застрахованных лицах»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15.04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Составление и представление в Министерство финансов Свердловской области  прогноза кассовых поступлений в областной бюджет по закрепленных налоговым и неналоговым доходам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15.04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5A4CB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Прием, свод, анализ отчетов муниципальных образований, расположенных</w:t>
            </w:r>
            <w:r w:rsidR="005A4CB2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Свердловской области, и представление отчета в Министерство финансов Свердловской области </w:t>
            </w:r>
            <w:r w:rsidR="005A4CB2">
              <w:rPr>
                <w:rFonts w:ascii="Liberation Serif" w:hAnsi="Liberation Serif" w:cs="Liberation Serif"/>
                <w:sz w:val="28"/>
                <w:szCs w:val="28"/>
              </w:rPr>
              <w:t xml:space="preserve">по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ф. 0503324ОТ «Информация</w:t>
            </w:r>
            <w:r w:rsidR="005A4CB2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об использовании межбюджетных трансфертов из бюджета субъекта Российской Федерации»</w:t>
            </w:r>
            <w:r w:rsidR="005A4CB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 ф. 0503324ФТ «Отчет об использовании межбюджетных трансфертов</w:t>
            </w:r>
            <w:r w:rsidR="005A4CB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из федерального бюджета»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16.04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Свод, анализ и представление в Министерство финансов Свердловской области отчетности главного администратора доходов областного бюджета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19.04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Прием, свод, анализ отчетов муниципальных образований, расположенных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на территории Свердловской области, и представление в Министерство финансов Свердловской области отчета об использовании бюджетных ассигнований резервного фонда Правительства Свердловской области главным распорядителем средств областного бюджета, в распоряжение которого выделены средства резервного фонда Правительства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19.04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E22BCA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Подготовка отчета о работе Министерства с письменными обращениями граждан за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</w:t>
            </w:r>
            <w:r w:rsidR="00E22BCA"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2020 года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20.04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Составление и представление формы федерального статистического наблюдения № П-2 «Сведения об инвестициях в нефинансовые активы»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20.04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</w:t>
            </w:r>
            <w:r w:rsidR="00EF76C3">
              <w:rPr>
                <w:rFonts w:ascii="Liberation Serif" w:hAnsi="Liberation Serif" w:cs="Liberation Serif"/>
                <w:sz w:val="28"/>
                <w:szCs w:val="28"/>
              </w:rPr>
              <w:t xml:space="preserve">по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ф.</w:t>
            </w:r>
            <w:r w:rsidR="00EF76C3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0503779 «Сведения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об остатках денежных средств учреждения» 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20.04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C6421" w:rsidRPr="00440992" w:rsidRDefault="000C6421" w:rsidP="000C6421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 и представление в Министерство финансов Свердловской области отчетов о бюджетных обязательствах в ходе реализации национальных проектов по ф.0503128-НП и ф.0503738-НП 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20.04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C6421" w:rsidRPr="00440992" w:rsidRDefault="000C6421" w:rsidP="000C6421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Прием, свод, анализ отчетов подведомственных учреждений и представление отчета в Министерство финансов Свердловской области </w:t>
            </w:r>
            <w:r w:rsidR="00EF76C3">
              <w:rPr>
                <w:rFonts w:ascii="Liberation Serif" w:hAnsi="Liberation Serif" w:cs="Liberation Serif"/>
                <w:sz w:val="28"/>
                <w:szCs w:val="28"/>
              </w:rPr>
              <w:t>по форме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 №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OSV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-1 «Информация о просроченной кредиторской задолженности»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20.04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C6421" w:rsidRPr="00440992" w:rsidRDefault="000C6421" w:rsidP="000C6421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в Фонд социального страхования формы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№ 4-ФСС «Расчет по начисленным и уплаченным страховым взносам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на обязательное социальное страхование от несчастных случаев на производстве и профессиональных заболеваний, а также по расходам на выплату страхового обеспечения»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20.04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Формирование и представление в Министерство финансов Свердловской области формы «Сведения о численности государственных гражданских служащих Свердловской области и работников государственных учреждений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20.04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Прием, анализ, свод финансовых отчетов за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2020 года подведомственных учреждений и представление отчета в Министерство финансов Свердловской области 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20.04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Составление и представление в налоговый орган формы № 6-НДФЛ «Расчет сумм налога на доходы физических лиц, исчисленных и удержанных налоговым агентом» (КНД 1151099), «Расчет по страховым взносам» (КНД 1151111)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20.04</w:t>
            </w:r>
          </w:p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jc w:val="center"/>
              <w:rPr>
                <w:rFonts w:ascii="Liberation Serif" w:hAnsi="Liberation Serif" w:cs="Liberation Serif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0C6421" w:rsidRPr="00440992" w:rsidTr="00242C94">
        <w:tc>
          <w:tcPr>
            <w:tcW w:w="9957" w:type="dxa"/>
            <w:shd w:val="clear" w:color="auto" w:fill="auto"/>
          </w:tcPr>
          <w:p w:rsidR="000C6421" w:rsidRPr="00440992" w:rsidRDefault="000C6421" w:rsidP="000C64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Участие в принятии отдельных форм бухгалтерской отчетности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по подведомственным образовательным организациям за I квартал 2019 года</w:t>
            </w:r>
          </w:p>
        </w:tc>
        <w:tc>
          <w:tcPr>
            <w:tcW w:w="2304" w:type="dxa"/>
            <w:shd w:val="clear" w:color="auto" w:fill="auto"/>
          </w:tcPr>
          <w:p w:rsidR="000C6421" w:rsidRPr="00440992" w:rsidRDefault="000C6421" w:rsidP="000C642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20.04</w:t>
            </w:r>
          </w:p>
        </w:tc>
        <w:tc>
          <w:tcPr>
            <w:tcW w:w="2684" w:type="dxa"/>
            <w:shd w:val="clear" w:color="auto" w:fill="auto"/>
          </w:tcPr>
          <w:p w:rsidR="000C6421" w:rsidRPr="00440992" w:rsidRDefault="000C6421" w:rsidP="000C6421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0E790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плана работы Министерства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 xml:space="preserve">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май </w:t>
            </w: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2020 года</w:t>
            </w:r>
          </w:p>
        </w:tc>
        <w:tc>
          <w:tcPr>
            <w:tcW w:w="2304" w:type="dxa"/>
            <w:shd w:val="clear" w:color="auto" w:fill="auto"/>
          </w:tcPr>
          <w:p w:rsidR="00EF76C3" w:rsidRPr="000E790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до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30.04</w:t>
            </w:r>
          </w:p>
        </w:tc>
        <w:tc>
          <w:tcPr>
            <w:tcW w:w="2684" w:type="dxa"/>
            <w:shd w:val="clear" w:color="auto" w:fill="auto"/>
          </w:tcPr>
          <w:p w:rsidR="00EF76C3" w:rsidRPr="000E790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EF76C3" w:rsidRPr="000E790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7902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Составление и представление в налоговый орган деклараций по налогу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на прибыль организации (КНД 1151006), по налогу на имущество организаций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(КНД 1152026), по налогу на добавленную стоимость (КНД 1151001)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30.04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377772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Осуществление работы по внесению изменений в составы действующих наблюдательных советов государственных автономных профессиональных образовательных организаций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F76C3" w:rsidRPr="00440992" w:rsidRDefault="00EF76C3" w:rsidP="00EF76C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8931C5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Мониторинг выполнения профилактических мероприятий и об ограничительных и карантинных мероприятиях в образовательных организациях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ежедневно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Подготовка отчетности в Департамент по труду и занятости населения Свердловской области о ходе реализации регионального проекта «Создание условий для осуществления трудовой занятости женщин, имеющих детей, включая достижение 100-процентной доступности (к 2021 году) дошкольного образования для детей в возрасте до трех лет»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изменений законодательства Российской Федерации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и Свердловской области и практики его применения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Проведение правовой (антикоррупционной) экспертизы проектов правовых актов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37777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Организационно-аналитическая деятельность по подготовке </w:t>
            </w:r>
            <w:r w:rsidRPr="00440992">
              <w:rPr>
                <w:rFonts w:ascii="Liberation Serif" w:hAnsi="Liberation Serif" w:cs="Liberation Serif"/>
                <w:bCs/>
                <w:sz w:val="28"/>
                <w:szCs w:val="28"/>
              </w:rPr>
              <w:t>доклада</w:t>
            </w:r>
            <w:r w:rsidR="00377772"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 w:rsidRPr="00440992">
              <w:rPr>
                <w:rFonts w:ascii="Liberation Serif" w:hAnsi="Liberation Serif" w:cs="Liberation Serif"/>
                <w:bCs/>
                <w:sz w:val="28"/>
                <w:szCs w:val="28"/>
              </w:rPr>
              <w:t>«О состоянии системы образования Свердловской области в 2019 году»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spacing w:line="256" w:lineRule="auto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Представление в отдел государственной службы и кадров справок о доходах, имуществе и обязательствах имущественного характера, а также справок</w:t>
            </w: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о расходах от государственных гражданских служащих Министерства</w:t>
            </w: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  <w:t>и руководителей подведомственных учреждений, а также членов их семей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tabs>
                <w:tab w:val="left" w:pos="720"/>
              </w:tabs>
              <w:spacing w:line="256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tabs>
                <w:tab w:val="left" w:pos="720"/>
              </w:tabs>
              <w:spacing w:line="256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EF76C3" w:rsidRPr="00440992" w:rsidRDefault="00EF76C3" w:rsidP="00EF76C3">
            <w:pPr>
              <w:tabs>
                <w:tab w:val="left" w:pos="720"/>
              </w:tabs>
              <w:spacing w:line="256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расходования </w:t>
            </w:r>
            <w:r w:rsidRPr="00440992">
              <w:rPr>
                <w:rFonts w:ascii="Liberation Serif" w:hAnsi="Liberation Serif" w:cs="Liberation Serif"/>
                <w:iCs/>
                <w:sz w:val="28"/>
                <w:szCs w:val="28"/>
              </w:rPr>
              <w:t>с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убсидий из областного бюджета </w:t>
            </w:r>
            <w:r w:rsidRPr="00440992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на обеспечение мероприятий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«Создание центров цифрового образования детей» и «Создание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и обеспечение финансовой деятельности центров цифрового образования детей</w:t>
            </w:r>
            <w:r w:rsidRPr="00440992">
              <w:rPr>
                <w:rFonts w:ascii="Liberation Serif" w:hAnsi="Liberation Serif" w:cs="Liberation Serif"/>
                <w:bCs/>
                <w:sz w:val="28"/>
                <w:szCs w:val="28"/>
              </w:rPr>
              <w:t>»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Мониторинг расходования субсидий из областного бюджета местным бюджетам на создание современной образовательной среды для школьников в рамках программы «Содействие созданию в субъектах Российской Федерации (исходя из прогнозируемой потребности) новых мест в общеобразовательных организациях» на 2016–2025 годы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Организация мониторинга введения дополнительных мест в дошкольных образовательных организациях и предоставление отчетности в Министерство просвещения Российской Федерации (размещение в личном кабинете)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Н.В. Вяткин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Подготовка отчетности в Министерство просвещения Российской Федерации (представление копии в УрФО, ГФИ) в рамках ежемесячного мониторинга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во исполнение поручения Правительства Российской Федерации от 05.10.2012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№ ОГ-П8-91пр (доступность дошкольного образования (размещение в личном кабинете)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ходе исполнения Указа Президента Российской Федерации от 29 мая 2017 года № 240 «Об объявлении в Российской Федерации десятилетия детства»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ходе исполнения Указа Президента Российской Федерации от 7 мая 2012 года № 597 «О мероприятиях по реализации государственной социальной политики»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Е.Г. Темко 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494DA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отчета о ходе реализации плана мероприятий «дорожной карты»</w:t>
            </w:r>
            <w:r w:rsidR="00494DAC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 исполнению Указа Президента Российской Федерации от 28 декабря 2012 года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ходе реализации постановления Правительства Свердловской области от 22.03.2016 № 173-ПП «Об утверждении Порядка выдачи направлений для помещения детей, оставшихся 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 в организации для детей-сирот и детей, оставшихся без попечения родителей»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Подготовка отчетов по реализации регионального проекта «Поддержка семей, имеющих детей»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мероприятия федерального проекта «Современная школа» национального проекта «Образование», направленного на поддержку образования обучающихся с ограниченными возможностями здоровья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в 2020 году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Мониторинг санитарно-эпидемиологической безопасности образовательных организаций в Свердловской области 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Мониторинг травматизма и смертельных случаев в результате травм, полученных при занятиях физической культурой и спортом, произошедших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в образовательных организациях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Мониторинг происшествий, произошедших в образовательных организациях, повлекших смерть несовершеннолетних обучающихся (форма № 2)</w:t>
            </w:r>
          </w:p>
          <w:p w:rsidR="00494DAC" w:rsidRDefault="00494DAC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94DAC" w:rsidRDefault="00494DAC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94DAC" w:rsidRPr="00440992" w:rsidRDefault="00494DAC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494DA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Сбор, свод и обобщение информации о выполнении мероприятий комплексной программы Свердловской области «Безопасность жизнедеятельности населения Свердловской области до 2020 года», утвержденной постановлением Правительства Свердловской области от 28.07.2017 № 556-ПП «Об утверждении комплексной программы Свердловской области «Безопасность</w:t>
            </w:r>
            <w:r w:rsidR="00494DA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жизнедеятельности населения Свердловской области до 2020 года»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494DAC" w:rsidP="00B540D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</w:t>
            </w:r>
            <w:r w:rsidR="00EF76C3" w:rsidRPr="00440992">
              <w:rPr>
                <w:rFonts w:ascii="Liberation Serif" w:hAnsi="Liberation Serif" w:cs="Liberation Serif"/>
                <w:sz w:val="28"/>
                <w:szCs w:val="28"/>
              </w:rPr>
              <w:t>тчет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="00EF76C3"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 об исполнении постановления Правительства Свердловско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й области от 31.03.2016 № 211-ПП</w:t>
            </w:r>
            <w:r w:rsidR="00EF76C3"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 «О мерах по реализации Федерального закона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="00EF76C3" w:rsidRPr="00440992">
              <w:rPr>
                <w:rFonts w:ascii="Liberation Serif" w:hAnsi="Liberation Serif" w:cs="Liberation Serif"/>
                <w:sz w:val="28"/>
                <w:szCs w:val="28"/>
              </w:rPr>
              <w:t>от 6 марта 2006 года № 35-ФЗ «О противодействии терроризму» за I квартал</w:t>
            </w:r>
            <w:r w:rsidR="00B540D0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="00EF76C3" w:rsidRPr="00440992">
              <w:rPr>
                <w:rFonts w:ascii="Liberation Serif" w:hAnsi="Liberation Serif" w:cs="Liberation Serif"/>
                <w:sz w:val="28"/>
                <w:szCs w:val="28"/>
              </w:rPr>
              <w:t>2020 года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Размещение информации о предоставлении мер социальной поддержки и иных социальных гарантий обучающимся, педагогическим работникам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и руководителям государственных образовательных организаций Свердловской области в Единой государственной информационной системе социального обеспечения (ЕГИССО)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неиспользуемого недвижимого имущества государственных учреждений Свердловской области, находящихся в ведении Министерства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Формирование реестра социально ориентированных некоммерческих организаций – получателей государственной поддержки в Свердловской области в сфере образования и молодежной политики в 2020 году (реализация постановления Правительства Свердловской области от 06.05.2013 № 565-ПП «Об утверждении Порядка ведения реестров некоммерческих организаций, которым предоставлены отдельные меры государственной поддержки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в Свердловской области»)</w:t>
            </w:r>
          </w:p>
          <w:p w:rsidR="00494DAC" w:rsidRDefault="00494DAC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94DAC" w:rsidRDefault="00494DAC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94DAC" w:rsidRPr="00440992" w:rsidRDefault="00494DAC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Финансирование подведомственных государственных учреждений Свердловской области, негосударственных организаций, частных образовательных организаций, некоммерческих организаций, не являющихся государственными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и муниципальными учреждениями, органов местного самоуправления муниципальных образований, расположенных на территории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Осуществление расчетов, возникающих в процессе исполнения смет,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с предприятиями, учреждениями и отдельными лицами в соответствии с договорами и государственными контрактами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color w:val="22272F"/>
                <w:sz w:val="28"/>
                <w:szCs w:val="23"/>
                <w:shd w:val="clear" w:color="auto" w:fill="FFFFFF"/>
              </w:rPr>
              <w:t>Постановка на учет бюджетных обязательств в Министерстве финансов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нормативно-правовое обеспечение реализации регионального проекта «Современная школа»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нормативно-правовое обеспечение проведения форума «Школа 2025. Перезагрузка»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>7. Контрольные мероприятия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внеплановых выездных проверок в ходе лицензирования образовательной деятельности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 приказами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Е.Г. Темко,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Я.В. Лыжина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Подготовка и рассмотрение вопроса о состоянии исполнительской дисциплины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в Министерстве на аппаратном совещании у Министра образования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и молодежной политики Свердловской области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Подготовка оперативной информации Министру образования и молодежной политики Свердловской области о состоянии исполнения документов, находящихся на контроле в Министерстве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Проверка финансово-хозяйственной деятельности в государственных учреждениях Свердловской области, подведомственных Министерству</w:t>
            </w:r>
          </w:p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8. Контроль исполнения правовых актов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8B6E4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17.09.2014 № 790-ПП                           «Об утверждении Порядка формирования и реализации государственных программ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01.04</w:t>
            </w: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F76C3" w:rsidRPr="00440992" w:rsidTr="00242C94">
        <w:tc>
          <w:tcPr>
            <w:tcW w:w="9957" w:type="dxa"/>
            <w:shd w:val="clear" w:color="auto" w:fill="auto"/>
          </w:tcPr>
          <w:p w:rsidR="00EF76C3" w:rsidRPr="00440992" w:rsidRDefault="00EF76C3" w:rsidP="00EF76C3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Распоряжение Губернатора Свердловской области от 01.04.2019 № 77-РГ                                    «О представлении информационно-аналитических материалов в аппарат полномочного представителя Президента Российской Федерации в Уральском федеральном округе в 2019 году»</w:t>
            </w:r>
          </w:p>
        </w:tc>
        <w:tc>
          <w:tcPr>
            <w:tcW w:w="230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01.04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10.04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15.04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20.04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8B6E4E" w:rsidRDefault="008B6E4E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30.04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</w:tc>
        <w:tc>
          <w:tcPr>
            <w:tcW w:w="2684" w:type="dxa"/>
            <w:shd w:val="clear" w:color="auto" w:fill="auto"/>
          </w:tcPr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  <w:p w:rsidR="008B6E4E" w:rsidRDefault="008B6E4E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F76C3" w:rsidRPr="00440992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F76C3" w:rsidRDefault="00EF76C3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</w:p>
          <w:p w:rsidR="00B04B21" w:rsidRDefault="00B04B21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B04B21" w:rsidRDefault="00B04B21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B04B21" w:rsidRDefault="00B04B21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B04B21" w:rsidRPr="00440992" w:rsidRDefault="00B04B21" w:rsidP="00EF76C3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</w:tc>
      </w:tr>
      <w:tr w:rsidR="00B04B21" w:rsidRPr="00440992" w:rsidTr="00242C94">
        <w:tc>
          <w:tcPr>
            <w:tcW w:w="9957" w:type="dxa"/>
            <w:shd w:val="clear" w:color="auto" w:fill="auto"/>
          </w:tcPr>
          <w:p w:rsidR="00B04B21" w:rsidRPr="00440992" w:rsidRDefault="00B04B21" w:rsidP="00B04B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Распоряжение Правительства Свердловской области от 20.09.2019 № 566-РП                           «Об организации взаимодействия исполнительных органов государственной власти Свердловской области при привлечении средств федерального бюджета</w:t>
            </w:r>
            <w:r w:rsidR="00C5710E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областной бюджет»</w:t>
            </w:r>
          </w:p>
          <w:p w:rsidR="00B04B21" w:rsidRPr="00440992" w:rsidRDefault="00B04B21" w:rsidP="00B04B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01.04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25.04</w:t>
            </w:r>
          </w:p>
        </w:tc>
        <w:tc>
          <w:tcPr>
            <w:tcW w:w="268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B04B21" w:rsidRPr="00440992" w:rsidTr="00242C94">
        <w:tc>
          <w:tcPr>
            <w:tcW w:w="9957" w:type="dxa"/>
            <w:shd w:val="clear" w:color="auto" w:fill="auto"/>
          </w:tcPr>
          <w:p w:rsidR="00B04B21" w:rsidRPr="00440992" w:rsidRDefault="00B04B21" w:rsidP="00B04B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22.03.2016 № 173-ПП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Порядка выдачи направлений для помещения детей, оставшихся 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в организации для детей-сирот и детей, оставшихся без попечения родителей»</w:t>
            </w:r>
          </w:p>
        </w:tc>
        <w:tc>
          <w:tcPr>
            <w:tcW w:w="230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05.04</w:t>
            </w:r>
          </w:p>
        </w:tc>
        <w:tc>
          <w:tcPr>
            <w:tcW w:w="268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B04B21" w:rsidRPr="00440992" w:rsidTr="00242C94">
        <w:tc>
          <w:tcPr>
            <w:tcW w:w="9957" w:type="dxa"/>
            <w:shd w:val="clear" w:color="auto" w:fill="auto"/>
          </w:tcPr>
          <w:p w:rsidR="00B04B21" w:rsidRPr="00440992" w:rsidRDefault="00B04B21" w:rsidP="00B04B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Распоряжение Правительства Свердловской области от 30.03.2018 № 185-РП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плана мероприятий по оздоровлению государственных финансов Свердловской области на 2018–2020 годы»</w:t>
            </w:r>
          </w:p>
        </w:tc>
        <w:tc>
          <w:tcPr>
            <w:tcW w:w="230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05.04</w:t>
            </w:r>
          </w:p>
        </w:tc>
        <w:tc>
          <w:tcPr>
            <w:tcW w:w="268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B04B21" w:rsidRPr="00440992" w:rsidTr="00242C94">
        <w:tc>
          <w:tcPr>
            <w:tcW w:w="9957" w:type="dxa"/>
            <w:shd w:val="clear" w:color="auto" w:fill="auto"/>
          </w:tcPr>
          <w:p w:rsidR="00B04B21" w:rsidRPr="00440992" w:rsidRDefault="00B04B21" w:rsidP="00B04B21">
            <w:pPr>
              <w:suppressAutoHyphens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</w:t>
            </w:r>
            <w:r w:rsidRPr="00440992">
              <w:rPr>
                <w:rFonts w:ascii="Liberation Serif" w:hAnsi="Liberation Serif" w:cs="Liberation Serif"/>
                <w:bCs/>
                <w:sz w:val="28"/>
                <w:szCs w:val="28"/>
              </w:rPr>
              <w:t>28.07.2017 № 556-ПП                          «Об утверждении комплексной программы Свердловской области «Безопасность жизнедеятельности населения Свердловской области до 2020 года»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B04B21" w:rsidRPr="00440992" w:rsidRDefault="00B04B21" w:rsidP="00B04B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07.04</w:t>
            </w:r>
          </w:p>
        </w:tc>
        <w:tc>
          <w:tcPr>
            <w:tcW w:w="268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B04B21" w:rsidRPr="00440992" w:rsidTr="00242C94">
        <w:tc>
          <w:tcPr>
            <w:tcW w:w="9957" w:type="dxa"/>
            <w:shd w:val="clear" w:color="auto" w:fill="auto"/>
          </w:tcPr>
          <w:p w:rsidR="00B04B21" w:rsidRDefault="00B04B21" w:rsidP="00C5710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01.12.2011 № 354-РГ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«О представлении в Администрацию Губернатора Свердловской области информации по вопросам организации государственной гражданской службы Свердловской области»</w:t>
            </w:r>
          </w:p>
          <w:p w:rsidR="00C5710E" w:rsidRDefault="00C5710E" w:rsidP="00C5710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C5710E" w:rsidRPr="00440992" w:rsidRDefault="00C5710E" w:rsidP="00C5710E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</w:tc>
        <w:tc>
          <w:tcPr>
            <w:tcW w:w="230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10.04</w:t>
            </w:r>
          </w:p>
        </w:tc>
        <w:tc>
          <w:tcPr>
            <w:tcW w:w="268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В.В. Пянков</w:t>
            </w:r>
          </w:p>
        </w:tc>
      </w:tr>
      <w:tr w:rsidR="00B04B21" w:rsidRPr="00440992" w:rsidTr="00242C94">
        <w:tc>
          <w:tcPr>
            <w:tcW w:w="9957" w:type="dxa"/>
            <w:shd w:val="clear" w:color="auto" w:fill="auto"/>
          </w:tcPr>
          <w:p w:rsidR="00B04B21" w:rsidRPr="00440992" w:rsidRDefault="00B04B21" w:rsidP="00B04B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Постановление Правительства Свердловской области от 22.01.2014 № 23-ПП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комплексной программы Свердловской области «Доступная среда на 2014–2020 годы»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10.04</w:t>
            </w:r>
          </w:p>
        </w:tc>
        <w:tc>
          <w:tcPr>
            <w:tcW w:w="268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B04B21" w:rsidRPr="00440992" w:rsidTr="00242C94">
        <w:tc>
          <w:tcPr>
            <w:tcW w:w="9957" w:type="dxa"/>
            <w:shd w:val="clear" w:color="auto" w:fill="auto"/>
          </w:tcPr>
          <w:p w:rsidR="00B04B21" w:rsidRPr="00440992" w:rsidRDefault="00B04B21" w:rsidP="00B04B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06.08.2014 № 673-ПП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«О Плане мероприятий («дорожной карте») исполнительных органов государственной власти Свердловской области по реализации Указа Президента Российской Федерации от 07 мая 2012 года № 596 «О долгосрочной государственной экономической политике» на период до 2020 года»</w:t>
            </w:r>
          </w:p>
        </w:tc>
        <w:tc>
          <w:tcPr>
            <w:tcW w:w="230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10.04</w:t>
            </w:r>
          </w:p>
        </w:tc>
        <w:tc>
          <w:tcPr>
            <w:tcW w:w="268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В.А. Мезрин,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Т.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. Умнова,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B04B21" w:rsidRPr="00440992" w:rsidTr="00242C94">
        <w:tc>
          <w:tcPr>
            <w:tcW w:w="9957" w:type="dxa"/>
            <w:shd w:val="clear" w:color="auto" w:fill="auto"/>
          </w:tcPr>
          <w:p w:rsidR="00B04B21" w:rsidRPr="00440992" w:rsidRDefault="00B04B21" w:rsidP="00C5710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24.02.2015 № 124-ПП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комплексной программы С</w:t>
            </w:r>
            <w:r w:rsidR="00C5710E">
              <w:rPr>
                <w:rFonts w:ascii="Liberation Serif" w:hAnsi="Liberation Serif" w:cs="Liberation Serif"/>
                <w:sz w:val="28"/>
                <w:szCs w:val="28"/>
              </w:rPr>
              <w:t>вердловской области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 «Поддержка семей с детьми</w:t>
            </w:r>
            <w:r w:rsidR="00C5710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области» на 2015–2020 годы</w:t>
            </w:r>
          </w:p>
        </w:tc>
        <w:tc>
          <w:tcPr>
            <w:tcW w:w="230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10.04</w:t>
            </w:r>
          </w:p>
        </w:tc>
        <w:tc>
          <w:tcPr>
            <w:tcW w:w="268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</w:tc>
      </w:tr>
      <w:tr w:rsidR="00B04B21" w:rsidRPr="00440992" w:rsidTr="00242C94">
        <w:tc>
          <w:tcPr>
            <w:tcW w:w="9957" w:type="dxa"/>
            <w:shd w:val="clear" w:color="auto" w:fill="auto"/>
          </w:tcPr>
          <w:p w:rsidR="00B04B21" w:rsidRDefault="00B04B21" w:rsidP="00B04B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Распоряжение Губернатора Свердловской области от 13.12.2017</w:t>
            </w: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№ 275-РГ</w:t>
            </w: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  <w:t>«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Об организации работы по проведению независимой оценки качества оказания услуг организациями в сфере культуры, социального обслуживания, охраны здоровья и образования в Свердловской области»</w:t>
            </w:r>
          </w:p>
          <w:p w:rsidR="00B04B21" w:rsidRPr="00440992" w:rsidRDefault="00B04B21" w:rsidP="00B04B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10.04</w:t>
            </w:r>
          </w:p>
        </w:tc>
        <w:tc>
          <w:tcPr>
            <w:tcW w:w="268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B04B21" w:rsidRPr="00440992" w:rsidTr="00242C94">
        <w:tc>
          <w:tcPr>
            <w:tcW w:w="9957" w:type="dxa"/>
            <w:shd w:val="clear" w:color="auto" w:fill="auto"/>
          </w:tcPr>
          <w:p w:rsidR="00B04B21" w:rsidRPr="00440992" w:rsidRDefault="00B04B21" w:rsidP="00B04B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Правительства Свердловской области от 24.06.2019 № 297-РП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плана мероприятий по оздоровлению государственных финансов Свердловской области на 2019–2021 годы»</w:t>
            </w:r>
          </w:p>
        </w:tc>
        <w:tc>
          <w:tcPr>
            <w:tcW w:w="230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10.04</w:t>
            </w:r>
          </w:p>
        </w:tc>
        <w:tc>
          <w:tcPr>
            <w:tcW w:w="268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Н.П. Силиванова,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А.В. Соложнин,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А.Ю. Третьяков</w:t>
            </w:r>
          </w:p>
        </w:tc>
      </w:tr>
      <w:tr w:rsidR="00B04B21" w:rsidRPr="00440992" w:rsidTr="00242C94">
        <w:tc>
          <w:tcPr>
            <w:tcW w:w="9957" w:type="dxa"/>
            <w:shd w:val="clear" w:color="auto" w:fill="auto"/>
          </w:tcPr>
          <w:p w:rsidR="00B04B21" w:rsidRPr="00440992" w:rsidRDefault="00B04B21" w:rsidP="00B04B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31.05.2018 № 328-ПП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комплексной программы Свердловской области «Поддержка социально ориентированных некоммерческих организаций в Свердловской области на 2018–2024 годы»</w:t>
            </w:r>
          </w:p>
          <w:p w:rsidR="00B04B21" w:rsidRPr="00440992" w:rsidRDefault="00B04B21" w:rsidP="00B04B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10.04</w:t>
            </w:r>
          </w:p>
        </w:tc>
        <w:tc>
          <w:tcPr>
            <w:tcW w:w="268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B04B21" w:rsidRPr="00440992" w:rsidTr="00242C94">
        <w:tc>
          <w:tcPr>
            <w:tcW w:w="9957" w:type="dxa"/>
            <w:shd w:val="clear" w:color="auto" w:fill="auto"/>
          </w:tcPr>
          <w:p w:rsidR="00B04B21" w:rsidRPr="00440992" w:rsidRDefault="00B04B21" w:rsidP="00B04B21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30.05.2013 № 717-РП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«О взаимодействии исполнительных органов государственной власти Свердловской области по реализации соглашений, заключенных в рамках проведения ежегодной Уральской международной выставки и форума промышленности и инноваций «ИННОПРОМ»</w:t>
            </w:r>
          </w:p>
        </w:tc>
        <w:tc>
          <w:tcPr>
            <w:tcW w:w="230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15.04</w:t>
            </w:r>
          </w:p>
        </w:tc>
        <w:tc>
          <w:tcPr>
            <w:tcW w:w="268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</w:tc>
      </w:tr>
      <w:tr w:rsidR="00B04B21" w:rsidRPr="00440992" w:rsidTr="00242C94">
        <w:tc>
          <w:tcPr>
            <w:tcW w:w="9957" w:type="dxa"/>
            <w:shd w:val="clear" w:color="auto" w:fill="auto"/>
          </w:tcPr>
          <w:p w:rsidR="00B04B21" w:rsidRPr="00440992" w:rsidRDefault="00B04B21" w:rsidP="00C5710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01.11.2019 № 595-РП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«Об утверждении Плана мероприятий (</w:t>
            </w:r>
            <w:r w:rsidRPr="00440992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«дорожной карты») по повышению позиций Свердловской области в Национальном рейтинге состояния инвестиционного климата в субъектах Российской Федерации</w:t>
            </w:r>
            <w:r w:rsidR="00C5710E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</w:r>
            <w:r w:rsidRPr="00440992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на 2019–2020 годы»</w:t>
            </w:r>
          </w:p>
        </w:tc>
        <w:tc>
          <w:tcPr>
            <w:tcW w:w="230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15.04</w:t>
            </w:r>
          </w:p>
        </w:tc>
        <w:tc>
          <w:tcPr>
            <w:tcW w:w="268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Е.Л. Перевозкина</w:t>
            </w:r>
          </w:p>
        </w:tc>
      </w:tr>
      <w:tr w:rsidR="00B04B21" w:rsidRPr="00440992" w:rsidTr="00242C94">
        <w:tc>
          <w:tcPr>
            <w:tcW w:w="9957" w:type="dxa"/>
            <w:shd w:val="clear" w:color="auto" w:fill="auto"/>
          </w:tcPr>
          <w:p w:rsidR="00B04B21" w:rsidRPr="00440992" w:rsidRDefault="00B04B21" w:rsidP="00B04B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16.08.2018 № 533-ПП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«О мониторинге социально-экономического развития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не позднее 16.04</w:t>
            </w:r>
          </w:p>
        </w:tc>
        <w:tc>
          <w:tcPr>
            <w:tcW w:w="268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Н.А. Силиванова,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B04B21" w:rsidRPr="00440992" w:rsidTr="00242C94">
        <w:tc>
          <w:tcPr>
            <w:tcW w:w="9957" w:type="dxa"/>
            <w:shd w:val="clear" w:color="auto" w:fill="auto"/>
          </w:tcPr>
          <w:p w:rsidR="00B04B21" w:rsidRPr="00440992" w:rsidRDefault="00B04B21" w:rsidP="00B04B21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Постановление Правительства Свердловской области от 12.04.2013 № 485-ПП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«О формировании сводного доклада Свердловской области о результатах мониторинга эффективности деятельности органов местного самоуправления городских округов и муниципальных районов, расположенных на территории Свердловской области»</w:t>
            </w:r>
          </w:p>
        </w:tc>
        <w:tc>
          <w:tcPr>
            <w:tcW w:w="230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20.04</w:t>
            </w:r>
          </w:p>
        </w:tc>
        <w:tc>
          <w:tcPr>
            <w:tcW w:w="268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B04B21" w:rsidRPr="00440992" w:rsidTr="00242C94">
        <w:tc>
          <w:tcPr>
            <w:tcW w:w="9957" w:type="dxa"/>
            <w:shd w:val="clear" w:color="auto" w:fill="auto"/>
          </w:tcPr>
          <w:p w:rsidR="00B04B21" w:rsidRPr="00440992" w:rsidRDefault="00B04B21" w:rsidP="00B04B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21.09.2018 № 189-РГ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«Об утверждении Плана мероприятий органов государственной власти Свердловской области по противодействию коррупции на 2018–2020 годы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и Перечня целевых показателей </w:t>
            </w:r>
            <w:r w:rsidRPr="00440992"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реализации Плана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мероприятий органов государственной власти Свердловской области по противодействию коррупции на 2018–2020 годы»</w:t>
            </w:r>
          </w:p>
        </w:tc>
        <w:tc>
          <w:tcPr>
            <w:tcW w:w="230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24.04</w:t>
            </w:r>
          </w:p>
        </w:tc>
        <w:tc>
          <w:tcPr>
            <w:tcW w:w="268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Г.Г. Левитская,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B04B21" w:rsidRPr="00440992" w:rsidTr="00242C94">
        <w:tc>
          <w:tcPr>
            <w:tcW w:w="9957" w:type="dxa"/>
            <w:shd w:val="clear" w:color="auto" w:fill="auto"/>
          </w:tcPr>
          <w:p w:rsidR="00B04B21" w:rsidRPr="00440992" w:rsidRDefault="00B04B21" w:rsidP="00B04B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26.12.2014 № 1736-РП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«Об обеспечении публичной отчетности исполнительных органов государственной власти Свердловской области о ходе выполнения поручений, содержащихся в указах Президента Российской Федерации от 07 мая 2012 года»</w:t>
            </w:r>
          </w:p>
          <w:p w:rsidR="00B04B21" w:rsidRPr="00440992" w:rsidRDefault="00B04B21" w:rsidP="00B04B21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</w:tc>
        <w:tc>
          <w:tcPr>
            <w:tcW w:w="230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до 25.04</w:t>
            </w:r>
          </w:p>
        </w:tc>
        <w:tc>
          <w:tcPr>
            <w:tcW w:w="268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B04B21" w:rsidRDefault="00B04B21" w:rsidP="00C5710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А.В. Соложнин</w:t>
            </w:r>
          </w:p>
          <w:p w:rsidR="00C5710E" w:rsidRDefault="00C5710E" w:rsidP="00C5710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C5710E" w:rsidRDefault="00C5710E" w:rsidP="00C5710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C5710E" w:rsidRDefault="00C5710E" w:rsidP="00C5710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C5710E" w:rsidRDefault="00C5710E" w:rsidP="00C5710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C5710E" w:rsidRDefault="00C5710E" w:rsidP="00C5710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C5710E" w:rsidRDefault="00C5710E" w:rsidP="00C5710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C5710E" w:rsidRDefault="00C5710E" w:rsidP="00C5710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C5710E" w:rsidRPr="00440992" w:rsidRDefault="00C5710E" w:rsidP="00C5710E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</w:tc>
      </w:tr>
      <w:tr w:rsidR="00B04B21" w:rsidRPr="00440992" w:rsidTr="00242C94">
        <w:tc>
          <w:tcPr>
            <w:tcW w:w="9957" w:type="dxa"/>
            <w:shd w:val="clear" w:color="auto" w:fill="auto"/>
          </w:tcPr>
          <w:p w:rsidR="00B04B21" w:rsidRPr="00440992" w:rsidRDefault="00B04B21" w:rsidP="00B04B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Распоряжение Правительства Свердловской области от 20.05.2013 № 632-РП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«О мониторинге повышения оплаты труда работников государственных                                         и муниципальных учреждений Свердловской области в соответствии с указами Президента Российской Федерации от 07 мая 2012 года № 597 «О мероприятиях 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по реализации государственной социальной политики», от 01 июня 2012 года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№ 761 «О Национальной стратегии действий в интересах детей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на 2012–2017 годы» 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30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B04B21" w:rsidRPr="00440992" w:rsidTr="00242C94">
        <w:tc>
          <w:tcPr>
            <w:tcW w:w="9957" w:type="dxa"/>
            <w:shd w:val="clear" w:color="auto" w:fill="auto"/>
          </w:tcPr>
          <w:p w:rsidR="00B04B21" w:rsidRPr="00440992" w:rsidRDefault="00B04B21" w:rsidP="00B04B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Указ Губернатора Свердловской области от 29.10.2019 № 524-УГ «О внедрении                         на территории Свердловской области стандарта развития конкуренции</w:t>
            </w: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br/>
              <w:t>в субъектах Российской Федерации»</w:t>
            </w:r>
          </w:p>
        </w:tc>
        <w:tc>
          <w:tcPr>
            <w:tcW w:w="230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8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B04B21" w:rsidRPr="00440992" w:rsidTr="00242C94">
        <w:tc>
          <w:tcPr>
            <w:tcW w:w="9957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b/>
                <w:sz w:val="28"/>
                <w:szCs w:val="28"/>
              </w:rPr>
              <w:t>9. Выезды в муниципальные образования, образовательные учреждения</w:t>
            </w:r>
          </w:p>
        </w:tc>
        <w:tc>
          <w:tcPr>
            <w:tcW w:w="230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04B21" w:rsidRPr="00440992" w:rsidTr="00242C94">
        <w:tc>
          <w:tcPr>
            <w:tcW w:w="9957" w:type="dxa"/>
            <w:shd w:val="clear" w:color="auto" w:fill="auto"/>
          </w:tcPr>
          <w:p w:rsidR="00B04B21" w:rsidRPr="00440992" w:rsidRDefault="00B04B21" w:rsidP="00B04B21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0992">
              <w:rPr>
                <w:rFonts w:ascii="Liberation Serif" w:hAnsi="Liberation Serif" w:cs="Liberation Serif"/>
                <w:sz w:val="28"/>
                <w:szCs w:val="28"/>
              </w:rPr>
              <w:t>нет</w:t>
            </w:r>
          </w:p>
        </w:tc>
        <w:tc>
          <w:tcPr>
            <w:tcW w:w="230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84" w:type="dxa"/>
            <w:shd w:val="clear" w:color="auto" w:fill="auto"/>
          </w:tcPr>
          <w:p w:rsidR="00B04B21" w:rsidRPr="00440992" w:rsidRDefault="00B04B21" w:rsidP="00B04B2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EB49D2" w:rsidRPr="00440992" w:rsidRDefault="00EB49D2" w:rsidP="001F1469">
      <w:pPr>
        <w:rPr>
          <w:rFonts w:ascii="Liberation Serif" w:hAnsi="Liberation Serif" w:cs="Liberation Serif"/>
          <w:sz w:val="28"/>
          <w:szCs w:val="28"/>
        </w:rPr>
      </w:pPr>
    </w:p>
    <w:sectPr w:rsidR="00EB49D2" w:rsidRPr="00440992" w:rsidSect="00510AE4">
      <w:headerReference w:type="even" r:id="rId8"/>
      <w:headerReference w:type="default" r:id="rId9"/>
      <w:pgSz w:w="16838" w:h="11906" w:orient="landscape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CAA" w:rsidRDefault="00867CAA">
      <w:r>
        <w:separator/>
      </w:r>
    </w:p>
  </w:endnote>
  <w:endnote w:type="continuationSeparator" w:id="0">
    <w:p w:rsidR="00867CAA" w:rsidRDefault="00867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CAA" w:rsidRDefault="00867CAA">
      <w:r>
        <w:separator/>
      </w:r>
    </w:p>
  </w:footnote>
  <w:footnote w:type="continuationSeparator" w:id="0">
    <w:p w:rsidR="00867CAA" w:rsidRDefault="00867C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E41" w:rsidRDefault="00896E41" w:rsidP="00707D2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96E41" w:rsidRDefault="00896E4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E41" w:rsidRPr="002E0EE2" w:rsidRDefault="00896E41" w:rsidP="00707D26">
    <w:pPr>
      <w:pStyle w:val="a7"/>
      <w:framePr w:wrap="around" w:vAnchor="text" w:hAnchor="margin" w:xAlign="center" w:y="1"/>
      <w:rPr>
        <w:rStyle w:val="ab"/>
        <w:rFonts w:ascii="Liberation Serif" w:hAnsi="Liberation Serif" w:cs="Liberation Serif"/>
        <w:sz w:val="28"/>
        <w:szCs w:val="28"/>
      </w:rPr>
    </w:pP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begin"/>
    </w:r>
    <w:r w:rsidRPr="002E0EE2">
      <w:rPr>
        <w:rStyle w:val="ab"/>
        <w:rFonts w:ascii="Liberation Serif" w:hAnsi="Liberation Serif" w:cs="Liberation Serif"/>
        <w:sz w:val="28"/>
        <w:szCs w:val="28"/>
      </w:rPr>
      <w:instrText xml:space="preserve">PAGE  </w:instrTex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separate"/>
    </w:r>
    <w:r w:rsidR="00FF46AB">
      <w:rPr>
        <w:rStyle w:val="ab"/>
        <w:rFonts w:ascii="Liberation Serif" w:hAnsi="Liberation Serif" w:cs="Liberation Serif"/>
        <w:noProof/>
        <w:sz w:val="28"/>
        <w:szCs w:val="28"/>
      </w:rPr>
      <w:t>2</w:t>
    </w:r>
    <w:r w:rsidRPr="002E0EE2">
      <w:rPr>
        <w:rStyle w:val="ab"/>
        <w:rFonts w:ascii="Liberation Serif" w:hAnsi="Liberation Serif" w:cs="Liberation Serif"/>
        <w:sz w:val="28"/>
        <w:szCs w:val="28"/>
      </w:rPr>
      <w:fldChar w:fldCharType="end"/>
    </w:r>
  </w:p>
  <w:p w:rsidR="00896E41" w:rsidRDefault="00896E4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6117"/>
    <w:multiLevelType w:val="hybridMultilevel"/>
    <w:tmpl w:val="7CDEC840"/>
    <w:lvl w:ilvl="0" w:tplc="DE2E26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6A8F"/>
    <w:multiLevelType w:val="hybridMultilevel"/>
    <w:tmpl w:val="2114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1111"/>
    <w:multiLevelType w:val="hybridMultilevel"/>
    <w:tmpl w:val="5E88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33F05"/>
    <w:multiLevelType w:val="hybridMultilevel"/>
    <w:tmpl w:val="5872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0668D"/>
    <w:multiLevelType w:val="hybridMultilevel"/>
    <w:tmpl w:val="7F8A68B6"/>
    <w:lvl w:ilvl="0" w:tplc="8BCEF4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C3"/>
    <w:rsid w:val="000001DC"/>
    <w:rsid w:val="00000343"/>
    <w:rsid w:val="00000DAA"/>
    <w:rsid w:val="00001AC2"/>
    <w:rsid w:val="00002338"/>
    <w:rsid w:val="00002582"/>
    <w:rsid w:val="00002AE0"/>
    <w:rsid w:val="0000346B"/>
    <w:rsid w:val="00003A29"/>
    <w:rsid w:val="00003BEC"/>
    <w:rsid w:val="00003E3F"/>
    <w:rsid w:val="0000426B"/>
    <w:rsid w:val="000048A8"/>
    <w:rsid w:val="000053E9"/>
    <w:rsid w:val="00005E5B"/>
    <w:rsid w:val="000060E0"/>
    <w:rsid w:val="00006182"/>
    <w:rsid w:val="000062AA"/>
    <w:rsid w:val="000068C3"/>
    <w:rsid w:val="00006A84"/>
    <w:rsid w:val="00006C1E"/>
    <w:rsid w:val="00006F91"/>
    <w:rsid w:val="00007592"/>
    <w:rsid w:val="00007847"/>
    <w:rsid w:val="00007A7E"/>
    <w:rsid w:val="00007A91"/>
    <w:rsid w:val="0001009E"/>
    <w:rsid w:val="000103A3"/>
    <w:rsid w:val="00010576"/>
    <w:rsid w:val="00010769"/>
    <w:rsid w:val="00010E2F"/>
    <w:rsid w:val="00010F95"/>
    <w:rsid w:val="000115BF"/>
    <w:rsid w:val="00011E43"/>
    <w:rsid w:val="00012101"/>
    <w:rsid w:val="0001234D"/>
    <w:rsid w:val="000133B3"/>
    <w:rsid w:val="000136E9"/>
    <w:rsid w:val="0001373E"/>
    <w:rsid w:val="0001380B"/>
    <w:rsid w:val="000139A8"/>
    <w:rsid w:val="000139FD"/>
    <w:rsid w:val="00013CCB"/>
    <w:rsid w:val="0001484C"/>
    <w:rsid w:val="000148AE"/>
    <w:rsid w:val="000151EE"/>
    <w:rsid w:val="00015D9B"/>
    <w:rsid w:val="000163D2"/>
    <w:rsid w:val="000167B2"/>
    <w:rsid w:val="00016F70"/>
    <w:rsid w:val="00017793"/>
    <w:rsid w:val="000200A5"/>
    <w:rsid w:val="000205BF"/>
    <w:rsid w:val="0002060A"/>
    <w:rsid w:val="00020896"/>
    <w:rsid w:val="00020F0B"/>
    <w:rsid w:val="000214B0"/>
    <w:rsid w:val="00021A4A"/>
    <w:rsid w:val="00021F0E"/>
    <w:rsid w:val="000224EA"/>
    <w:rsid w:val="0002252A"/>
    <w:rsid w:val="00022A59"/>
    <w:rsid w:val="00023588"/>
    <w:rsid w:val="00024023"/>
    <w:rsid w:val="000248CE"/>
    <w:rsid w:val="00024C6F"/>
    <w:rsid w:val="00024FBC"/>
    <w:rsid w:val="000251A5"/>
    <w:rsid w:val="00025527"/>
    <w:rsid w:val="000256C4"/>
    <w:rsid w:val="00025744"/>
    <w:rsid w:val="00026193"/>
    <w:rsid w:val="00026309"/>
    <w:rsid w:val="00026320"/>
    <w:rsid w:val="000270BA"/>
    <w:rsid w:val="00027230"/>
    <w:rsid w:val="000273B4"/>
    <w:rsid w:val="00027EA7"/>
    <w:rsid w:val="0003009A"/>
    <w:rsid w:val="000303F2"/>
    <w:rsid w:val="00030468"/>
    <w:rsid w:val="0003068B"/>
    <w:rsid w:val="000308B2"/>
    <w:rsid w:val="00030B6D"/>
    <w:rsid w:val="00031184"/>
    <w:rsid w:val="0003183D"/>
    <w:rsid w:val="00031A91"/>
    <w:rsid w:val="00032295"/>
    <w:rsid w:val="000327E0"/>
    <w:rsid w:val="00032954"/>
    <w:rsid w:val="00032B31"/>
    <w:rsid w:val="0003316C"/>
    <w:rsid w:val="000340FF"/>
    <w:rsid w:val="0003450E"/>
    <w:rsid w:val="00034D23"/>
    <w:rsid w:val="00035127"/>
    <w:rsid w:val="000359E0"/>
    <w:rsid w:val="00035D17"/>
    <w:rsid w:val="00035DC0"/>
    <w:rsid w:val="000360DD"/>
    <w:rsid w:val="0003683D"/>
    <w:rsid w:val="000368AA"/>
    <w:rsid w:val="000368E7"/>
    <w:rsid w:val="000369FB"/>
    <w:rsid w:val="00036EB9"/>
    <w:rsid w:val="00036F32"/>
    <w:rsid w:val="0003726E"/>
    <w:rsid w:val="00037408"/>
    <w:rsid w:val="00037707"/>
    <w:rsid w:val="00037BE2"/>
    <w:rsid w:val="0004054A"/>
    <w:rsid w:val="0004068C"/>
    <w:rsid w:val="00040733"/>
    <w:rsid w:val="00040D21"/>
    <w:rsid w:val="00040F75"/>
    <w:rsid w:val="0004114D"/>
    <w:rsid w:val="00041944"/>
    <w:rsid w:val="00042A3E"/>
    <w:rsid w:val="00042B09"/>
    <w:rsid w:val="00042B8B"/>
    <w:rsid w:val="00042BC1"/>
    <w:rsid w:val="0004333E"/>
    <w:rsid w:val="000434B9"/>
    <w:rsid w:val="00043715"/>
    <w:rsid w:val="00043A68"/>
    <w:rsid w:val="00043DE2"/>
    <w:rsid w:val="000441FF"/>
    <w:rsid w:val="0004619C"/>
    <w:rsid w:val="0004620C"/>
    <w:rsid w:val="000465C2"/>
    <w:rsid w:val="000466EC"/>
    <w:rsid w:val="00046849"/>
    <w:rsid w:val="0004748F"/>
    <w:rsid w:val="0004795A"/>
    <w:rsid w:val="00047CC4"/>
    <w:rsid w:val="00050517"/>
    <w:rsid w:val="000505ED"/>
    <w:rsid w:val="000508C8"/>
    <w:rsid w:val="00050A74"/>
    <w:rsid w:val="00050B60"/>
    <w:rsid w:val="00050E1C"/>
    <w:rsid w:val="00051AD4"/>
    <w:rsid w:val="000525AC"/>
    <w:rsid w:val="00052795"/>
    <w:rsid w:val="00052B5C"/>
    <w:rsid w:val="0005313C"/>
    <w:rsid w:val="000538E2"/>
    <w:rsid w:val="00053968"/>
    <w:rsid w:val="00053AC5"/>
    <w:rsid w:val="00053B71"/>
    <w:rsid w:val="00053C14"/>
    <w:rsid w:val="00053DEE"/>
    <w:rsid w:val="00053EC0"/>
    <w:rsid w:val="0005404D"/>
    <w:rsid w:val="000541B5"/>
    <w:rsid w:val="000541E6"/>
    <w:rsid w:val="0005438E"/>
    <w:rsid w:val="00054829"/>
    <w:rsid w:val="00054BB2"/>
    <w:rsid w:val="00055A38"/>
    <w:rsid w:val="00056961"/>
    <w:rsid w:val="000571E2"/>
    <w:rsid w:val="0005751E"/>
    <w:rsid w:val="000576A6"/>
    <w:rsid w:val="00057CB6"/>
    <w:rsid w:val="00057E5C"/>
    <w:rsid w:val="00057EA1"/>
    <w:rsid w:val="00057F25"/>
    <w:rsid w:val="0006007A"/>
    <w:rsid w:val="00060C39"/>
    <w:rsid w:val="00060D69"/>
    <w:rsid w:val="00060E41"/>
    <w:rsid w:val="00060E77"/>
    <w:rsid w:val="00061118"/>
    <w:rsid w:val="00061385"/>
    <w:rsid w:val="00061D17"/>
    <w:rsid w:val="0006221E"/>
    <w:rsid w:val="000622B0"/>
    <w:rsid w:val="00062E50"/>
    <w:rsid w:val="00063481"/>
    <w:rsid w:val="0006376A"/>
    <w:rsid w:val="00063A49"/>
    <w:rsid w:val="00063DF2"/>
    <w:rsid w:val="00063E70"/>
    <w:rsid w:val="0006420E"/>
    <w:rsid w:val="000643B1"/>
    <w:rsid w:val="00064460"/>
    <w:rsid w:val="000647C8"/>
    <w:rsid w:val="000666F6"/>
    <w:rsid w:val="000668FF"/>
    <w:rsid w:val="00066D8B"/>
    <w:rsid w:val="000672DA"/>
    <w:rsid w:val="00067329"/>
    <w:rsid w:val="00067337"/>
    <w:rsid w:val="0006776B"/>
    <w:rsid w:val="00067AFD"/>
    <w:rsid w:val="00067CD4"/>
    <w:rsid w:val="00067E1D"/>
    <w:rsid w:val="00070F8B"/>
    <w:rsid w:val="000716BE"/>
    <w:rsid w:val="00071BD3"/>
    <w:rsid w:val="00071DEA"/>
    <w:rsid w:val="0007207B"/>
    <w:rsid w:val="000720F7"/>
    <w:rsid w:val="000722D0"/>
    <w:rsid w:val="000722FC"/>
    <w:rsid w:val="00072536"/>
    <w:rsid w:val="000736FE"/>
    <w:rsid w:val="00073899"/>
    <w:rsid w:val="00073C02"/>
    <w:rsid w:val="0007475D"/>
    <w:rsid w:val="00074F8C"/>
    <w:rsid w:val="00074FAC"/>
    <w:rsid w:val="00075247"/>
    <w:rsid w:val="000755A4"/>
    <w:rsid w:val="000755D1"/>
    <w:rsid w:val="00075E91"/>
    <w:rsid w:val="00076588"/>
    <w:rsid w:val="000767D6"/>
    <w:rsid w:val="000770C4"/>
    <w:rsid w:val="000776C6"/>
    <w:rsid w:val="00077867"/>
    <w:rsid w:val="00080961"/>
    <w:rsid w:val="000809CB"/>
    <w:rsid w:val="000818E2"/>
    <w:rsid w:val="00081BA7"/>
    <w:rsid w:val="0008277F"/>
    <w:rsid w:val="00082F48"/>
    <w:rsid w:val="0008329C"/>
    <w:rsid w:val="0008377C"/>
    <w:rsid w:val="00083B86"/>
    <w:rsid w:val="00083D51"/>
    <w:rsid w:val="00084551"/>
    <w:rsid w:val="00084793"/>
    <w:rsid w:val="00085070"/>
    <w:rsid w:val="000850E9"/>
    <w:rsid w:val="000856DE"/>
    <w:rsid w:val="00085A19"/>
    <w:rsid w:val="00085EB8"/>
    <w:rsid w:val="00086079"/>
    <w:rsid w:val="00086ADC"/>
    <w:rsid w:val="000872D9"/>
    <w:rsid w:val="00087D1A"/>
    <w:rsid w:val="00090E05"/>
    <w:rsid w:val="00090E9F"/>
    <w:rsid w:val="00090FD0"/>
    <w:rsid w:val="00091182"/>
    <w:rsid w:val="000911CA"/>
    <w:rsid w:val="000917D1"/>
    <w:rsid w:val="00091835"/>
    <w:rsid w:val="00092400"/>
    <w:rsid w:val="00092AF2"/>
    <w:rsid w:val="00093009"/>
    <w:rsid w:val="00093257"/>
    <w:rsid w:val="00094A4A"/>
    <w:rsid w:val="00094BB6"/>
    <w:rsid w:val="0009522C"/>
    <w:rsid w:val="00095742"/>
    <w:rsid w:val="00095CBA"/>
    <w:rsid w:val="00095FC2"/>
    <w:rsid w:val="00095FFF"/>
    <w:rsid w:val="000966EB"/>
    <w:rsid w:val="00096982"/>
    <w:rsid w:val="0009699C"/>
    <w:rsid w:val="00097048"/>
    <w:rsid w:val="000971AA"/>
    <w:rsid w:val="00097313"/>
    <w:rsid w:val="00097541"/>
    <w:rsid w:val="00097FDF"/>
    <w:rsid w:val="000A0C7C"/>
    <w:rsid w:val="000A0CDA"/>
    <w:rsid w:val="000A0D67"/>
    <w:rsid w:val="000A0FC1"/>
    <w:rsid w:val="000A16ED"/>
    <w:rsid w:val="000A1E42"/>
    <w:rsid w:val="000A240D"/>
    <w:rsid w:val="000A256C"/>
    <w:rsid w:val="000A28E6"/>
    <w:rsid w:val="000A2FBC"/>
    <w:rsid w:val="000A3441"/>
    <w:rsid w:val="000A3F89"/>
    <w:rsid w:val="000A41C4"/>
    <w:rsid w:val="000A447B"/>
    <w:rsid w:val="000A44C7"/>
    <w:rsid w:val="000A4748"/>
    <w:rsid w:val="000A4DC8"/>
    <w:rsid w:val="000A5AA7"/>
    <w:rsid w:val="000A5B08"/>
    <w:rsid w:val="000A6306"/>
    <w:rsid w:val="000A64BE"/>
    <w:rsid w:val="000A6F70"/>
    <w:rsid w:val="000A7577"/>
    <w:rsid w:val="000A7822"/>
    <w:rsid w:val="000A787B"/>
    <w:rsid w:val="000A7D9E"/>
    <w:rsid w:val="000B021A"/>
    <w:rsid w:val="000B1117"/>
    <w:rsid w:val="000B148F"/>
    <w:rsid w:val="000B295A"/>
    <w:rsid w:val="000B2CDE"/>
    <w:rsid w:val="000B2DE7"/>
    <w:rsid w:val="000B2DF4"/>
    <w:rsid w:val="000B2E2D"/>
    <w:rsid w:val="000B36EF"/>
    <w:rsid w:val="000B3836"/>
    <w:rsid w:val="000B3B0D"/>
    <w:rsid w:val="000B3CB2"/>
    <w:rsid w:val="000B3EE8"/>
    <w:rsid w:val="000B55C4"/>
    <w:rsid w:val="000B56A4"/>
    <w:rsid w:val="000B58F8"/>
    <w:rsid w:val="000B5B99"/>
    <w:rsid w:val="000B5F9C"/>
    <w:rsid w:val="000B5FA0"/>
    <w:rsid w:val="000B60E8"/>
    <w:rsid w:val="000B658F"/>
    <w:rsid w:val="000B6B19"/>
    <w:rsid w:val="000B6E59"/>
    <w:rsid w:val="000C0760"/>
    <w:rsid w:val="000C0B9A"/>
    <w:rsid w:val="000C0E5D"/>
    <w:rsid w:val="000C140B"/>
    <w:rsid w:val="000C152F"/>
    <w:rsid w:val="000C1D8E"/>
    <w:rsid w:val="000C1F38"/>
    <w:rsid w:val="000C1F7D"/>
    <w:rsid w:val="000C2330"/>
    <w:rsid w:val="000C3805"/>
    <w:rsid w:val="000C5164"/>
    <w:rsid w:val="000C5563"/>
    <w:rsid w:val="000C5654"/>
    <w:rsid w:val="000C58CF"/>
    <w:rsid w:val="000C590F"/>
    <w:rsid w:val="000C6421"/>
    <w:rsid w:val="000C6A39"/>
    <w:rsid w:val="000C6B16"/>
    <w:rsid w:val="000C6D6D"/>
    <w:rsid w:val="000C73D3"/>
    <w:rsid w:val="000C7761"/>
    <w:rsid w:val="000C7DA8"/>
    <w:rsid w:val="000D05E4"/>
    <w:rsid w:val="000D0967"/>
    <w:rsid w:val="000D0B14"/>
    <w:rsid w:val="000D0DB4"/>
    <w:rsid w:val="000D10CB"/>
    <w:rsid w:val="000D13B5"/>
    <w:rsid w:val="000D1403"/>
    <w:rsid w:val="000D206E"/>
    <w:rsid w:val="000D375B"/>
    <w:rsid w:val="000D3FDF"/>
    <w:rsid w:val="000D3FEB"/>
    <w:rsid w:val="000D4008"/>
    <w:rsid w:val="000D452B"/>
    <w:rsid w:val="000D49C9"/>
    <w:rsid w:val="000D4D94"/>
    <w:rsid w:val="000D5399"/>
    <w:rsid w:val="000D54F1"/>
    <w:rsid w:val="000D556A"/>
    <w:rsid w:val="000D5A5A"/>
    <w:rsid w:val="000D5B7D"/>
    <w:rsid w:val="000D6583"/>
    <w:rsid w:val="000D65F9"/>
    <w:rsid w:val="000D7AA2"/>
    <w:rsid w:val="000D7C74"/>
    <w:rsid w:val="000E05FA"/>
    <w:rsid w:val="000E0601"/>
    <w:rsid w:val="000E0663"/>
    <w:rsid w:val="000E06EC"/>
    <w:rsid w:val="000E0D0D"/>
    <w:rsid w:val="000E1564"/>
    <w:rsid w:val="000E2173"/>
    <w:rsid w:val="000E2977"/>
    <w:rsid w:val="000E34B6"/>
    <w:rsid w:val="000E491A"/>
    <w:rsid w:val="000E4938"/>
    <w:rsid w:val="000E512B"/>
    <w:rsid w:val="000E5FAF"/>
    <w:rsid w:val="000E62B2"/>
    <w:rsid w:val="000E6A46"/>
    <w:rsid w:val="000E6AD3"/>
    <w:rsid w:val="000E6B6F"/>
    <w:rsid w:val="000E6D9D"/>
    <w:rsid w:val="000E71A9"/>
    <w:rsid w:val="000E771F"/>
    <w:rsid w:val="000E7902"/>
    <w:rsid w:val="000F06F1"/>
    <w:rsid w:val="000F18AA"/>
    <w:rsid w:val="000F1935"/>
    <w:rsid w:val="000F25F1"/>
    <w:rsid w:val="000F2633"/>
    <w:rsid w:val="000F2D04"/>
    <w:rsid w:val="000F32C4"/>
    <w:rsid w:val="000F38C1"/>
    <w:rsid w:val="000F3A89"/>
    <w:rsid w:val="000F3B9A"/>
    <w:rsid w:val="000F3DD5"/>
    <w:rsid w:val="000F56E5"/>
    <w:rsid w:val="000F58BC"/>
    <w:rsid w:val="000F5A3A"/>
    <w:rsid w:val="000F629B"/>
    <w:rsid w:val="000F630E"/>
    <w:rsid w:val="000F6784"/>
    <w:rsid w:val="000F6E56"/>
    <w:rsid w:val="000F70C9"/>
    <w:rsid w:val="000F7957"/>
    <w:rsid w:val="000F7DAB"/>
    <w:rsid w:val="000F7DDF"/>
    <w:rsid w:val="00100178"/>
    <w:rsid w:val="00100366"/>
    <w:rsid w:val="0010085B"/>
    <w:rsid w:val="00100A07"/>
    <w:rsid w:val="00101209"/>
    <w:rsid w:val="0010149B"/>
    <w:rsid w:val="001017B0"/>
    <w:rsid w:val="00102D2A"/>
    <w:rsid w:val="00103027"/>
    <w:rsid w:val="001033CE"/>
    <w:rsid w:val="001035E6"/>
    <w:rsid w:val="0010393E"/>
    <w:rsid w:val="00103A70"/>
    <w:rsid w:val="00103D8C"/>
    <w:rsid w:val="00104B77"/>
    <w:rsid w:val="00105550"/>
    <w:rsid w:val="00105E78"/>
    <w:rsid w:val="00105F2A"/>
    <w:rsid w:val="00105F46"/>
    <w:rsid w:val="001065BE"/>
    <w:rsid w:val="0010727A"/>
    <w:rsid w:val="00107548"/>
    <w:rsid w:val="001075E1"/>
    <w:rsid w:val="00107DD4"/>
    <w:rsid w:val="00110B33"/>
    <w:rsid w:val="00110F45"/>
    <w:rsid w:val="00110F52"/>
    <w:rsid w:val="00111176"/>
    <w:rsid w:val="001122D2"/>
    <w:rsid w:val="0011255F"/>
    <w:rsid w:val="00112671"/>
    <w:rsid w:val="00112BF1"/>
    <w:rsid w:val="0011301C"/>
    <w:rsid w:val="001131AE"/>
    <w:rsid w:val="001149E8"/>
    <w:rsid w:val="00114AD0"/>
    <w:rsid w:val="00114F3E"/>
    <w:rsid w:val="001152EB"/>
    <w:rsid w:val="00115812"/>
    <w:rsid w:val="00116608"/>
    <w:rsid w:val="0011691C"/>
    <w:rsid w:val="00116A60"/>
    <w:rsid w:val="00116B99"/>
    <w:rsid w:val="00116D8C"/>
    <w:rsid w:val="00116E26"/>
    <w:rsid w:val="0011773C"/>
    <w:rsid w:val="00117AE4"/>
    <w:rsid w:val="001200E9"/>
    <w:rsid w:val="001203CE"/>
    <w:rsid w:val="00120B26"/>
    <w:rsid w:val="00121055"/>
    <w:rsid w:val="0012131C"/>
    <w:rsid w:val="0012168C"/>
    <w:rsid w:val="00121848"/>
    <w:rsid w:val="001218B8"/>
    <w:rsid w:val="00122223"/>
    <w:rsid w:val="00122AB1"/>
    <w:rsid w:val="00123838"/>
    <w:rsid w:val="00123C2E"/>
    <w:rsid w:val="00123FC2"/>
    <w:rsid w:val="0012400C"/>
    <w:rsid w:val="001240A8"/>
    <w:rsid w:val="001243F5"/>
    <w:rsid w:val="00124A65"/>
    <w:rsid w:val="00124A6E"/>
    <w:rsid w:val="0012516A"/>
    <w:rsid w:val="00125489"/>
    <w:rsid w:val="00125924"/>
    <w:rsid w:val="0012652F"/>
    <w:rsid w:val="00126F52"/>
    <w:rsid w:val="001275D0"/>
    <w:rsid w:val="0013012C"/>
    <w:rsid w:val="00130149"/>
    <w:rsid w:val="00130E6B"/>
    <w:rsid w:val="001312F0"/>
    <w:rsid w:val="001314E3"/>
    <w:rsid w:val="00131689"/>
    <w:rsid w:val="00131ECD"/>
    <w:rsid w:val="00132152"/>
    <w:rsid w:val="001329DB"/>
    <w:rsid w:val="00132B82"/>
    <w:rsid w:val="0013309A"/>
    <w:rsid w:val="001330EF"/>
    <w:rsid w:val="00133173"/>
    <w:rsid w:val="00133312"/>
    <w:rsid w:val="0013342B"/>
    <w:rsid w:val="001337C4"/>
    <w:rsid w:val="0013397A"/>
    <w:rsid w:val="00134018"/>
    <w:rsid w:val="001342FA"/>
    <w:rsid w:val="001347FE"/>
    <w:rsid w:val="00135D03"/>
    <w:rsid w:val="00135DB9"/>
    <w:rsid w:val="00136CCB"/>
    <w:rsid w:val="00136D42"/>
    <w:rsid w:val="0013768B"/>
    <w:rsid w:val="001379D2"/>
    <w:rsid w:val="00137DF5"/>
    <w:rsid w:val="001403DF"/>
    <w:rsid w:val="001404C0"/>
    <w:rsid w:val="0014052F"/>
    <w:rsid w:val="0014067D"/>
    <w:rsid w:val="00140947"/>
    <w:rsid w:val="001413DC"/>
    <w:rsid w:val="0014150A"/>
    <w:rsid w:val="001417B2"/>
    <w:rsid w:val="0014185A"/>
    <w:rsid w:val="00142247"/>
    <w:rsid w:val="001424A6"/>
    <w:rsid w:val="00142624"/>
    <w:rsid w:val="00143111"/>
    <w:rsid w:val="001434E4"/>
    <w:rsid w:val="001439CF"/>
    <w:rsid w:val="00143D79"/>
    <w:rsid w:val="00143E3A"/>
    <w:rsid w:val="001447F2"/>
    <w:rsid w:val="00144A5B"/>
    <w:rsid w:val="0014523E"/>
    <w:rsid w:val="001454DC"/>
    <w:rsid w:val="00145939"/>
    <w:rsid w:val="00145B0F"/>
    <w:rsid w:val="00145E1D"/>
    <w:rsid w:val="0014648E"/>
    <w:rsid w:val="001467CB"/>
    <w:rsid w:val="00147083"/>
    <w:rsid w:val="001475BA"/>
    <w:rsid w:val="00147648"/>
    <w:rsid w:val="001479D2"/>
    <w:rsid w:val="00151040"/>
    <w:rsid w:val="00151264"/>
    <w:rsid w:val="00151487"/>
    <w:rsid w:val="00151502"/>
    <w:rsid w:val="00151559"/>
    <w:rsid w:val="00151574"/>
    <w:rsid w:val="001516F3"/>
    <w:rsid w:val="00151B8B"/>
    <w:rsid w:val="00151FC0"/>
    <w:rsid w:val="00152036"/>
    <w:rsid w:val="00152AB6"/>
    <w:rsid w:val="0015318B"/>
    <w:rsid w:val="00153C9F"/>
    <w:rsid w:val="00153D2F"/>
    <w:rsid w:val="0015407B"/>
    <w:rsid w:val="001542FA"/>
    <w:rsid w:val="001546A9"/>
    <w:rsid w:val="00154A1B"/>
    <w:rsid w:val="00154AC8"/>
    <w:rsid w:val="00155444"/>
    <w:rsid w:val="00156321"/>
    <w:rsid w:val="001564D4"/>
    <w:rsid w:val="001567FB"/>
    <w:rsid w:val="00156D97"/>
    <w:rsid w:val="0015721D"/>
    <w:rsid w:val="001575A9"/>
    <w:rsid w:val="00157901"/>
    <w:rsid w:val="00157B0A"/>
    <w:rsid w:val="00161975"/>
    <w:rsid w:val="00161C4F"/>
    <w:rsid w:val="0016217B"/>
    <w:rsid w:val="00162B94"/>
    <w:rsid w:val="00162C50"/>
    <w:rsid w:val="00163201"/>
    <w:rsid w:val="001632DA"/>
    <w:rsid w:val="00164A5F"/>
    <w:rsid w:val="00164F21"/>
    <w:rsid w:val="00165AD8"/>
    <w:rsid w:val="00165FF5"/>
    <w:rsid w:val="0016628C"/>
    <w:rsid w:val="00166374"/>
    <w:rsid w:val="001667BE"/>
    <w:rsid w:val="00167106"/>
    <w:rsid w:val="00167125"/>
    <w:rsid w:val="00167DBF"/>
    <w:rsid w:val="0017002E"/>
    <w:rsid w:val="001701D8"/>
    <w:rsid w:val="0017099C"/>
    <w:rsid w:val="00170D36"/>
    <w:rsid w:val="00171058"/>
    <w:rsid w:val="001716AB"/>
    <w:rsid w:val="001718E6"/>
    <w:rsid w:val="00172E0C"/>
    <w:rsid w:val="00172E84"/>
    <w:rsid w:val="00173416"/>
    <w:rsid w:val="00173657"/>
    <w:rsid w:val="001738B8"/>
    <w:rsid w:val="00174584"/>
    <w:rsid w:val="00174B32"/>
    <w:rsid w:val="00175A87"/>
    <w:rsid w:val="001763F4"/>
    <w:rsid w:val="00176939"/>
    <w:rsid w:val="00176DE1"/>
    <w:rsid w:val="00177A37"/>
    <w:rsid w:val="001807F2"/>
    <w:rsid w:val="0018083E"/>
    <w:rsid w:val="001809B9"/>
    <w:rsid w:val="00180CC6"/>
    <w:rsid w:val="00180FCA"/>
    <w:rsid w:val="001811C3"/>
    <w:rsid w:val="0018137A"/>
    <w:rsid w:val="001815F4"/>
    <w:rsid w:val="00181CD5"/>
    <w:rsid w:val="00181E77"/>
    <w:rsid w:val="00181EB8"/>
    <w:rsid w:val="00182010"/>
    <w:rsid w:val="00182267"/>
    <w:rsid w:val="001829EF"/>
    <w:rsid w:val="00182A77"/>
    <w:rsid w:val="001831DD"/>
    <w:rsid w:val="001831FC"/>
    <w:rsid w:val="00183333"/>
    <w:rsid w:val="001834F5"/>
    <w:rsid w:val="00183642"/>
    <w:rsid w:val="00183846"/>
    <w:rsid w:val="001844C5"/>
    <w:rsid w:val="0018466D"/>
    <w:rsid w:val="001847D1"/>
    <w:rsid w:val="00184D6E"/>
    <w:rsid w:val="00185E50"/>
    <w:rsid w:val="001867DF"/>
    <w:rsid w:val="00186B87"/>
    <w:rsid w:val="0018724B"/>
    <w:rsid w:val="0019099D"/>
    <w:rsid w:val="00190AA4"/>
    <w:rsid w:val="001916D5"/>
    <w:rsid w:val="001919DB"/>
    <w:rsid w:val="00191ABC"/>
    <w:rsid w:val="00191DAE"/>
    <w:rsid w:val="00191ED6"/>
    <w:rsid w:val="00192283"/>
    <w:rsid w:val="00192B3D"/>
    <w:rsid w:val="00192DAB"/>
    <w:rsid w:val="00192FC2"/>
    <w:rsid w:val="0019308E"/>
    <w:rsid w:val="001930EC"/>
    <w:rsid w:val="00193562"/>
    <w:rsid w:val="0019379D"/>
    <w:rsid w:val="00194053"/>
    <w:rsid w:val="00194204"/>
    <w:rsid w:val="001944C0"/>
    <w:rsid w:val="00194796"/>
    <w:rsid w:val="001947B1"/>
    <w:rsid w:val="00194A4D"/>
    <w:rsid w:val="00194C97"/>
    <w:rsid w:val="00194E44"/>
    <w:rsid w:val="00195783"/>
    <w:rsid w:val="001957B3"/>
    <w:rsid w:val="001958FE"/>
    <w:rsid w:val="001960F3"/>
    <w:rsid w:val="00196604"/>
    <w:rsid w:val="00196943"/>
    <w:rsid w:val="00196D3C"/>
    <w:rsid w:val="00196EC2"/>
    <w:rsid w:val="00196F47"/>
    <w:rsid w:val="00197375"/>
    <w:rsid w:val="00197984"/>
    <w:rsid w:val="001A036F"/>
    <w:rsid w:val="001A051F"/>
    <w:rsid w:val="001A0948"/>
    <w:rsid w:val="001A0BFB"/>
    <w:rsid w:val="001A1CFD"/>
    <w:rsid w:val="001A2C6F"/>
    <w:rsid w:val="001A2D53"/>
    <w:rsid w:val="001A2E55"/>
    <w:rsid w:val="001A37DD"/>
    <w:rsid w:val="001A3881"/>
    <w:rsid w:val="001A3929"/>
    <w:rsid w:val="001A3C60"/>
    <w:rsid w:val="001A3E99"/>
    <w:rsid w:val="001A4B13"/>
    <w:rsid w:val="001A4EA4"/>
    <w:rsid w:val="001A4F2E"/>
    <w:rsid w:val="001A4FCC"/>
    <w:rsid w:val="001A5477"/>
    <w:rsid w:val="001A55B7"/>
    <w:rsid w:val="001A56BA"/>
    <w:rsid w:val="001A598D"/>
    <w:rsid w:val="001A59F7"/>
    <w:rsid w:val="001A5DE2"/>
    <w:rsid w:val="001A6520"/>
    <w:rsid w:val="001A6555"/>
    <w:rsid w:val="001A68E0"/>
    <w:rsid w:val="001A6BDB"/>
    <w:rsid w:val="001A6EBB"/>
    <w:rsid w:val="001A75E1"/>
    <w:rsid w:val="001A796B"/>
    <w:rsid w:val="001A7A47"/>
    <w:rsid w:val="001A7B82"/>
    <w:rsid w:val="001A7D52"/>
    <w:rsid w:val="001A7FCC"/>
    <w:rsid w:val="001B0011"/>
    <w:rsid w:val="001B01CF"/>
    <w:rsid w:val="001B09A0"/>
    <w:rsid w:val="001B0A47"/>
    <w:rsid w:val="001B0C50"/>
    <w:rsid w:val="001B0E96"/>
    <w:rsid w:val="001B1003"/>
    <w:rsid w:val="001B13D8"/>
    <w:rsid w:val="001B15E7"/>
    <w:rsid w:val="001B1B5E"/>
    <w:rsid w:val="001B2D31"/>
    <w:rsid w:val="001B3535"/>
    <w:rsid w:val="001B3781"/>
    <w:rsid w:val="001B3945"/>
    <w:rsid w:val="001B39A2"/>
    <w:rsid w:val="001B3A07"/>
    <w:rsid w:val="001B3CAD"/>
    <w:rsid w:val="001B3DB1"/>
    <w:rsid w:val="001B3EC8"/>
    <w:rsid w:val="001B4883"/>
    <w:rsid w:val="001B4AEB"/>
    <w:rsid w:val="001B5423"/>
    <w:rsid w:val="001B5558"/>
    <w:rsid w:val="001B5785"/>
    <w:rsid w:val="001B58F4"/>
    <w:rsid w:val="001B59DF"/>
    <w:rsid w:val="001B5A4C"/>
    <w:rsid w:val="001B5F35"/>
    <w:rsid w:val="001B600D"/>
    <w:rsid w:val="001B6189"/>
    <w:rsid w:val="001B642B"/>
    <w:rsid w:val="001B64A9"/>
    <w:rsid w:val="001B676E"/>
    <w:rsid w:val="001B6865"/>
    <w:rsid w:val="001B6A37"/>
    <w:rsid w:val="001B6DEF"/>
    <w:rsid w:val="001B7609"/>
    <w:rsid w:val="001B7B64"/>
    <w:rsid w:val="001B7EB8"/>
    <w:rsid w:val="001C025B"/>
    <w:rsid w:val="001C0429"/>
    <w:rsid w:val="001C13ED"/>
    <w:rsid w:val="001C19EB"/>
    <w:rsid w:val="001C1E48"/>
    <w:rsid w:val="001C1EFC"/>
    <w:rsid w:val="001C227E"/>
    <w:rsid w:val="001C2CC9"/>
    <w:rsid w:val="001C2CF5"/>
    <w:rsid w:val="001C2E9D"/>
    <w:rsid w:val="001C3318"/>
    <w:rsid w:val="001C3801"/>
    <w:rsid w:val="001C3E72"/>
    <w:rsid w:val="001C44C9"/>
    <w:rsid w:val="001C4657"/>
    <w:rsid w:val="001C48BF"/>
    <w:rsid w:val="001C4B64"/>
    <w:rsid w:val="001C5239"/>
    <w:rsid w:val="001C5602"/>
    <w:rsid w:val="001C5BAC"/>
    <w:rsid w:val="001C5DDA"/>
    <w:rsid w:val="001C63D2"/>
    <w:rsid w:val="001C701B"/>
    <w:rsid w:val="001C702F"/>
    <w:rsid w:val="001C708C"/>
    <w:rsid w:val="001C7570"/>
    <w:rsid w:val="001C7B9D"/>
    <w:rsid w:val="001D0A1A"/>
    <w:rsid w:val="001D1957"/>
    <w:rsid w:val="001D1E54"/>
    <w:rsid w:val="001D1F5C"/>
    <w:rsid w:val="001D224D"/>
    <w:rsid w:val="001D2848"/>
    <w:rsid w:val="001D2AFD"/>
    <w:rsid w:val="001D2BFF"/>
    <w:rsid w:val="001D2E9D"/>
    <w:rsid w:val="001D43A5"/>
    <w:rsid w:val="001D4DF6"/>
    <w:rsid w:val="001D5B3D"/>
    <w:rsid w:val="001D5F69"/>
    <w:rsid w:val="001D5FAD"/>
    <w:rsid w:val="001D6020"/>
    <w:rsid w:val="001D61EF"/>
    <w:rsid w:val="001D6AFD"/>
    <w:rsid w:val="001D6C0A"/>
    <w:rsid w:val="001D726C"/>
    <w:rsid w:val="001D73E7"/>
    <w:rsid w:val="001D7614"/>
    <w:rsid w:val="001D78A8"/>
    <w:rsid w:val="001D79B3"/>
    <w:rsid w:val="001E0B3E"/>
    <w:rsid w:val="001E102F"/>
    <w:rsid w:val="001E1058"/>
    <w:rsid w:val="001E153C"/>
    <w:rsid w:val="001E18D2"/>
    <w:rsid w:val="001E191E"/>
    <w:rsid w:val="001E1B1B"/>
    <w:rsid w:val="001E1DFA"/>
    <w:rsid w:val="001E20F1"/>
    <w:rsid w:val="001E3A65"/>
    <w:rsid w:val="001E3E56"/>
    <w:rsid w:val="001E3F16"/>
    <w:rsid w:val="001E3FEB"/>
    <w:rsid w:val="001E4422"/>
    <w:rsid w:val="001E4808"/>
    <w:rsid w:val="001E4B49"/>
    <w:rsid w:val="001E4F54"/>
    <w:rsid w:val="001E53FF"/>
    <w:rsid w:val="001E5927"/>
    <w:rsid w:val="001E5B2F"/>
    <w:rsid w:val="001E5DD0"/>
    <w:rsid w:val="001E63DA"/>
    <w:rsid w:val="001E64F1"/>
    <w:rsid w:val="001E7C58"/>
    <w:rsid w:val="001F002F"/>
    <w:rsid w:val="001F0B12"/>
    <w:rsid w:val="001F0CE7"/>
    <w:rsid w:val="001F0F26"/>
    <w:rsid w:val="001F145B"/>
    <w:rsid w:val="001F1469"/>
    <w:rsid w:val="001F1853"/>
    <w:rsid w:val="001F2178"/>
    <w:rsid w:val="001F221C"/>
    <w:rsid w:val="001F29F8"/>
    <w:rsid w:val="001F2F4E"/>
    <w:rsid w:val="001F347B"/>
    <w:rsid w:val="001F377F"/>
    <w:rsid w:val="001F3D8C"/>
    <w:rsid w:val="001F417A"/>
    <w:rsid w:val="001F420C"/>
    <w:rsid w:val="001F437E"/>
    <w:rsid w:val="001F4521"/>
    <w:rsid w:val="001F4A4F"/>
    <w:rsid w:val="001F4AC0"/>
    <w:rsid w:val="001F4C71"/>
    <w:rsid w:val="001F4F4A"/>
    <w:rsid w:val="001F51C7"/>
    <w:rsid w:val="001F560A"/>
    <w:rsid w:val="001F5F10"/>
    <w:rsid w:val="001F616F"/>
    <w:rsid w:val="001F65E6"/>
    <w:rsid w:val="001F7152"/>
    <w:rsid w:val="001F76D9"/>
    <w:rsid w:val="00200712"/>
    <w:rsid w:val="0020080F"/>
    <w:rsid w:val="00200E0A"/>
    <w:rsid w:val="0020157C"/>
    <w:rsid w:val="002023A0"/>
    <w:rsid w:val="00202798"/>
    <w:rsid w:val="00202E70"/>
    <w:rsid w:val="00203709"/>
    <w:rsid w:val="002037D8"/>
    <w:rsid w:val="00203A6E"/>
    <w:rsid w:val="00203B5E"/>
    <w:rsid w:val="00203CEE"/>
    <w:rsid w:val="00204356"/>
    <w:rsid w:val="002049AA"/>
    <w:rsid w:val="0020524C"/>
    <w:rsid w:val="0020540B"/>
    <w:rsid w:val="00205666"/>
    <w:rsid w:val="00205A65"/>
    <w:rsid w:val="00205B47"/>
    <w:rsid w:val="00205E27"/>
    <w:rsid w:val="002076FA"/>
    <w:rsid w:val="00210417"/>
    <w:rsid w:val="002104E1"/>
    <w:rsid w:val="00210BCA"/>
    <w:rsid w:val="00210DB0"/>
    <w:rsid w:val="00211469"/>
    <w:rsid w:val="0021199C"/>
    <w:rsid w:val="002121D1"/>
    <w:rsid w:val="00212577"/>
    <w:rsid w:val="00212B96"/>
    <w:rsid w:val="00212DC6"/>
    <w:rsid w:val="002134A9"/>
    <w:rsid w:val="00213956"/>
    <w:rsid w:val="00213C2D"/>
    <w:rsid w:val="00213E7B"/>
    <w:rsid w:val="0021456E"/>
    <w:rsid w:val="002145FF"/>
    <w:rsid w:val="00215669"/>
    <w:rsid w:val="00215C8F"/>
    <w:rsid w:val="00216062"/>
    <w:rsid w:val="00216876"/>
    <w:rsid w:val="00217420"/>
    <w:rsid w:val="002175DE"/>
    <w:rsid w:val="00217872"/>
    <w:rsid w:val="00217DE2"/>
    <w:rsid w:val="00217DEE"/>
    <w:rsid w:val="00217ECD"/>
    <w:rsid w:val="00217FBF"/>
    <w:rsid w:val="00220A05"/>
    <w:rsid w:val="00220F4E"/>
    <w:rsid w:val="0022139C"/>
    <w:rsid w:val="00221695"/>
    <w:rsid w:val="00221AC7"/>
    <w:rsid w:val="00222E1B"/>
    <w:rsid w:val="002236C9"/>
    <w:rsid w:val="00223B58"/>
    <w:rsid w:val="00223F1C"/>
    <w:rsid w:val="00223FF6"/>
    <w:rsid w:val="00224188"/>
    <w:rsid w:val="00224453"/>
    <w:rsid w:val="002246FD"/>
    <w:rsid w:val="00224F77"/>
    <w:rsid w:val="002257ED"/>
    <w:rsid w:val="00225B8B"/>
    <w:rsid w:val="00226800"/>
    <w:rsid w:val="00226AAE"/>
    <w:rsid w:val="00226DFD"/>
    <w:rsid w:val="00226E4F"/>
    <w:rsid w:val="0022718E"/>
    <w:rsid w:val="00227473"/>
    <w:rsid w:val="00227948"/>
    <w:rsid w:val="00227BFD"/>
    <w:rsid w:val="002306C2"/>
    <w:rsid w:val="00230F0F"/>
    <w:rsid w:val="00231363"/>
    <w:rsid w:val="00231518"/>
    <w:rsid w:val="00231B78"/>
    <w:rsid w:val="002328D3"/>
    <w:rsid w:val="00232C82"/>
    <w:rsid w:val="00233962"/>
    <w:rsid w:val="00233AA9"/>
    <w:rsid w:val="00233F8C"/>
    <w:rsid w:val="00234175"/>
    <w:rsid w:val="0023468B"/>
    <w:rsid w:val="00234CB8"/>
    <w:rsid w:val="00235283"/>
    <w:rsid w:val="0023547C"/>
    <w:rsid w:val="0023551D"/>
    <w:rsid w:val="002355ED"/>
    <w:rsid w:val="0023594E"/>
    <w:rsid w:val="00235DF7"/>
    <w:rsid w:val="00235E76"/>
    <w:rsid w:val="002361D2"/>
    <w:rsid w:val="00236319"/>
    <w:rsid w:val="0023632C"/>
    <w:rsid w:val="002377D4"/>
    <w:rsid w:val="00237998"/>
    <w:rsid w:val="00237DE9"/>
    <w:rsid w:val="00240C71"/>
    <w:rsid w:val="00240DA2"/>
    <w:rsid w:val="00241AB3"/>
    <w:rsid w:val="002420A5"/>
    <w:rsid w:val="0024225C"/>
    <w:rsid w:val="002422D6"/>
    <w:rsid w:val="00242C94"/>
    <w:rsid w:val="00242E59"/>
    <w:rsid w:val="00243BC5"/>
    <w:rsid w:val="00243C51"/>
    <w:rsid w:val="00243FFB"/>
    <w:rsid w:val="00244673"/>
    <w:rsid w:val="00244908"/>
    <w:rsid w:val="002449D3"/>
    <w:rsid w:val="00245646"/>
    <w:rsid w:val="00245A4F"/>
    <w:rsid w:val="00245E80"/>
    <w:rsid w:val="00245E81"/>
    <w:rsid w:val="0024600F"/>
    <w:rsid w:val="00246193"/>
    <w:rsid w:val="00246969"/>
    <w:rsid w:val="00247A4E"/>
    <w:rsid w:val="00247F15"/>
    <w:rsid w:val="002502EA"/>
    <w:rsid w:val="00250F09"/>
    <w:rsid w:val="00251159"/>
    <w:rsid w:val="00251A0C"/>
    <w:rsid w:val="00251D5B"/>
    <w:rsid w:val="00252B8F"/>
    <w:rsid w:val="00252CD5"/>
    <w:rsid w:val="00252D26"/>
    <w:rsid w:val="002531B4"/>
    <w:rsid w:val="00253643"/>
    <w:rsid w:val="002536C5"/>
    <w:rsid w:val="00253A30"/>
    <w:rsid w:val="00253BB0"/>
    <w:rsid w:val="00253EE1"/>
    <w:rsid w:val="002541BD"/>
    <w:rsid w:val="002548C1"/>
    <w:rsid w:val="00254E5C"/>
    <w:rsid w:val="002552EA"/>
    <w:rsid w:val="00255391"/>
    <w:rsid w:val="00255CCC"/>
    <w:rsid w:val="00255DB9"/>
    <w:rsid w:val="0025621E"/>
    <w:rsid w:val="0025690C"/>
    <w:rsid w:val="0025728C"/>
    <w:rsid w:val="00257AF9"/>
    <w:rsid w:val="00257E22"/>
    <w:rsid w:val="00260218"/>
    <w:rsid w:val="00260CA8"/>
    <w:rsid w:val="002614E4"/>
    <w:rsid w:val="00262034"/>
    <w:rsid w:val="00262281"/>
    <w:rsid w:val="00262300"/>
    <w:rsid w:val="0026339F"/>
    <w:rsid w:val="002633D7"/>
    <w:rsid w:val="00263445"/>
    <w:rsid w:val="002634F8"/>
    <w:rsid w:val="00263B30"/>
    <w:rsid w:val="00264164"/>
    <w:rsid w:val="00264DD7"/>
    <w:rsid w:val="00264E3E"/>
    <w:rsid w:val="002650FE"/>
    <w:rsid w:val="00265429"/>
    <w:rsid w:val="002656F9"/>
    <w:rsid w:val="00265B85"/>
    <w:rsid w:val="002666BE"/>
    <w:rsid w:val="00266AF8"/>
    <w:rsid w:val="00267AA4"/>
    <w:rsid w:val="00267EC5"/>
    <w:rsid w:val="00270887"/>
    <w:rsid w:val="0027107F"/>
    <w:rsid w:val="0027168B"/>
    <w:rsid w:val="00271AEB"/>
    <w:rsid w:val="00271CDA"/>
    <w:rsid w:val="00271E1F"/>
    <w:rsid w:val="00272CB7"/>
    <w:rsid w:val="00273A2C"/>
    <w:rsid w:val="00273D71"/>
    <w:rsid w:val="002745B3"/>
    <w:rsid w:val="00274B86"/>
    <w:rsid w:val="00274C59"/>
    <w:rsid w:val="00275029"/>
    <w:rsid w:val="0027558F"/>
    <w:rsid w:val="0027589D"/>
    <w:rsid w:val="00275AFE"/>
    <w:rsid w:val="00275EE2"/>
    <w:rsid w:val="00276DF9"/>
    <w:rsid w:val="002776A7"/>
    <w:rsid w:val="002776DA"/>
    <w:rsid w:val="00277C1D"/>
    <w:rsid w:val="00277D09"/>
    <w:rsid w:val="00277DA8"/>
    <w:rsid w:val="00277ECB"/>
    <w:rsid w:val="0028036B"/>
    <w:rsid w:val="002805F6"/>
    <w:rsid w:val="00281294"/>
    <w:rsid w:val="00281A71"/>
    <w:rsid w:val="0028203B"/>
    <w:rsid w:val="00282618"/>
    <w:rsid w:val="00282E47"/>
    <w:rsid w:val="00283170"/>
    <w:rsid w:val="002831CC"/>
    <w:rsid w:val="0028359F"/>
    <w:rsid w:val="002836E9"/>
    <w:rsid w:val="00283CD6"/>
    <w:rsid w:val="0028451B"/>
    <w:rsid w:val="002847AB"/>
    <w:rsid w:val="00284A5E"/>
    <w:rsid w:val="002854D0"/>
    <w:rsid w:val="00285717"/>
    <w:rsid w:val="00285F8B"/>
    <w:rsid w:val="002861C6"/>
    <w:rsid w:val="00286317"/>
    <w:rsid w:val="00287011"/>
    <w:rsid w:val="00287077"/>
    <w:rsid w:val="002871C5"/>
    <w:rsid w:val="00287481"/>
    <w:rsid w:val="00287631"/>
    <w:rsid w:val="002877ED"/>
    <w:rsid w:val="002902B5"/>
    <w:rsid w:val="00290523"/>
    <w:rsid w:val="00290DAC"/>
    <w:rsid w:val="00290E52"/>
    <w:rsid w:val="00290EF6"/>
    <w:rsid w:val="00291451"/>
    <w:rsid w:val="00291896"/>
    <w:rsid w:val="00292569"/>
    <w:rsid w:val="00292829"/>
    <w:rsid w:val="002929E8"/>
    <w:rsid w:val="00293376"/>
    <w:rsid w:val="00293400"/>
    <w:rsid w:val="00293602"/>
    <w:rsid w:val="00293A76"/>
    <w:rsid w:val="002944F1"/>
    <w:rsid w:val="00294E30"/>
    <w:rsid w:val="00294F8D"/>
    <w:rsid w:val="00295037"/>
    <w:rsid w:val="00295098"/>
    <w:rsid w:val="00295263"/>
    <w:rsid w:val="0029548B"/>
    <w:rsid w:val="0029583E"/>
    <w:rsid w:val="002959CC"/>
    <w:rsid w:val="00295C19"/>
    <w:rsid w:val="00296315"/>
    <w:rsid w:val="0029666D"/>
    <w:rsid w:val="0029694F"/>
    <w:rsid w:val="00296CF6"/>
    <w:rsid w:val="0029738B"/>
    <w:rsid w:val="0029793D"/>
    <w:rsid w:val="00297942"/>
    <w:rsid w:val="00297AC7"/>
    <w:rsid w:val="00297B22"/>
    <w:rsid w:val="00297C13"/>
    <w:rsid w:val="002A08E6"/>
    <w:rsid w:val="002A0986"/>
    <w:rsid w:val="002A0DB1"/>
    <w:rsid w:val="002A0E30"/>
    <w:rsid w:val="002A113A"/>
    <w:rsid w:val="002A15A3"/>
    <w:rsid w:val="002A19AE"/>
    <w:rsid w:val="002A1C36"/>
    <w:rsid w:val="002A1CC7"/>
    <w:rsid w:val="002A20C7"/>
    <w:rsid w:val="002A2342"/>
    <w:rsid w:val="002A27F4"/>
    <w:rsid w:val="002A2B12"/>
    <w:rsid w:val="002A2C5A"/>
    <w:rsid w:val="002A3708"/>
    <w:rsid w:val="002A3EDB"/>
    <w:rsid w:val="002A44B8"/>
    <w:rsid w:val="002A4A83"/>
    <w:rsid w:val="002A4BD3"/>
    <w:rsid w:val="002A4C6F"/>
    <w:rsid w:val="002A4FAA"/>
    <w:rsid w:val="002A552A"/>
    <w:rsid w:val="002A5D83"/>
    <w:rsid w:val="002A5FB1"/>
    <w:rsid w:val="002A6102"/>
    <w:rsid w:val="002A6623"/>
    <w:rsid w:val="002A78F6"/>
    <w:rsid w:val="002A7A78"/>
    <w:rsid w:val="002B0185"/>
    <w:rsid w:val="002B085D"/>
    <w:rsid w:val="002B0967"/>
    <w:rsid w:val="002B0BBE"/>
    <w:rsid w:val="002B11D7"/>
    <w:rsid w:val="002B1BD7"/>
    <w:rsid w:val="002B2658"/>
    <w:rsid w:val="002B2C2F"/>
    <w:rsid w:val="002B3161"/>
    <w:rsid w:val="002B3448"/>
    <w:rsid w:val="002B4B14"/>
    <w:rsid w:val="002B536B"/>
    <w:rsid w:val="002B5626"/>
    <w:rsid w:val="002B671A"/>
    <w:rsid w:val="002B6916"/>
    <w:rsid w:val="002B6BC0"/>
    <w:rsid w:val="002B6E3E"/>
    <w:rsid w:val="002B75C6"/>
    <w:rsid w:val="002B7C19"/>
    <w:rsid w:val="002C0704"/>
    <w:rsid w:val="002C0DC0"/>
    <w:rsid w:val="002C0ED7"/>
    <w:rsid w:val="002C1FAA"/>
    <w:rsid w:val="002C20F3"/>
    <w:rsid w:val="002C218E"/>
    <w:rsid w:val="002C23ED"/>
    <w:rsid w:val="002C25A5"/>
    <w:rsid w:val="002C2920"/>
    <w:rsid w:val="002C2ABE"/>
    <w:rsid w:val="002C2D25"/>
    <w:rsid w:val="002C34AC"/>
    <w:rsid w:val="002C3FFF"/>
    <w:rsid w:val="002C4722"/>
    <w:rsid w:val="002C49CB"/>
    <w:rsid w:val="002C52C1"/>
    <w:rsid w:val="002C59C5"/>
    <w:rsid w:val="002C5B48"/>
    <w:rsid w:val="002C5C0B"/>
    <w:rsid w:val="002C5E85"/>
    <w:rsid w:val="002C62E0"/>
    <w:rsid w:val="002C63AA"/>
    <w:rsid w:val="002C65C6"/>
    <w:rsid w:val="002C667C"/>
    <w:rsid w:val="002C716B"/>
    <w:rsid w:val="002C77CD"/>
    <w:rsid w:val="002C787D"/>
    <w:rsid w:val="002C799B"/>
    <w:rsid w:val="002C7C8D"/>
    <w:rsid w:val="002C7F2C"/>
    <w:rsid w:val="002C7F8C"/>
    <w:rsid w:val="002C7FFD"/>
    <w:rsid w:val="002D0CF0"/>
    <w:rsid w:val="002D0D8F"/>
    <w:rsid w:val="002D1604"/>
    <w:rsid w:val="002D1F96"/>
    <w:rsid w:val="002D21DF"/>
    <w:rsid w:val="002D27CA"/>
    <w:rsid w:val="002D3035"/>
    <w:rsid w:val="002D367F"/>
    <w:rsid w:val="002D3808"/>
    <w:rsid w:val="002D3C5C"/>
    <w:rsid w:val="002D3E6B"/>
    <w:rsid w:val="002D43FD"/>
    <w:rsid w:val="002D440C"/>
    <w:rsid w:val="002D4D4C"/>
    <w:rsid w:val="002D4DB3"/>
    <w:rsid w:val="002D51D5"/>
    <w:rsid w:val="002D5288"/>
    <w:rsid w:val="002D52E7"/>
    <w:rsid w:val="002D5A17"/>
    <w:rsid w:val="002D5CAE"/>
    <w:rsid w:val="002D6078"/>
    <w:rsid w:val="002D6281"/>
    <w:rsid w:val="002D6465"/>
    <w:rsid w:val="002D7892"/>
    <w:rsid w:val="002D78FD"/>
    <w:rsid w:val="002D7C0C"/>
    <w:rsid w:val="002D7C95"/>
    <w:rsid w:val="002E03E2"/>
    <w:rsid w:val="002E0744"/>
    <w:rsid w:val="002E0EE2"/>
    <w:rsid w:val="002E17F3"/>
    <w:rsid w:val="002E186D"/>
    <w:rsid w:val="002E1D2C"/>
    <w:rsid w:val="002E21A8"/>
    <w:rsid w:val="002E23D1"/>
    <w:rsid w:val="002E2FF3"/>
    <w:rsid w:val="002E3292"/>
    <w:rsid w:val="002E3791"/>
    <w:rsid w:val="002E39D1"/>
    <w:rsid w:val="002E39D2"/>
    <w:rsid w:val="002E39E9"/>
    <w:rsid w:val="002E3DCC"/>
    <w:rsid w:val="002E4153"/>
    <w:rsid w:val="002E41E5"/>
    <w:rsid w:val="002E429E"/>
    <w:rsid w:val="002E4C89"/>
    <w:rsid w:val="002E4D39"/>
    <w:rsid w:val="002E64F4"/>
    <w:rsid w:val="002E653D"/>
    <w:rsid w:val="002E66A5"/>
    <w:rsid w:val="002E6701"/>
    <w:rsid w:val="002E730C"/>
    <w:rsid w:val="002E741B"/>
    <w:rsid w:val="002E765B"/>
    <w:rsid w:val="002E7D0D"/>
    <w:rsid w:val="002E7FB6"/>
    <w:rsid w:val="002F00D0"/>
    <w:rsid w:val="002F0769"/>
    <w:rsid w:val="002F08E4"/>
    <w:rsid w:val="002F17A7"/>
    <w:rsid w:val="002F18E2"/>
    <w:rsid w:val="002F18E5"/>
    <w:rsid w:val="002F1E72"/>
    <w:rsid w:val="002F2F6B"/>
    <w:rsid w:val="002F3213"/>
    <w:rsid w:val="002F4117"/>
    <w:rsid w:val="002F4491"/>
    <w:rsid w:val="002F4A4A"/>
    <w:rsid w:val="002F4AED"/>
    <w:rsid w:val="002F4E31"/>
    <w:rsid w:val="002F5413"/>
    <w:rsid w:val="002F5926"/>
    <w:rsid w:val="002F5F77"/>
    <w:rsid w:val="002F600B"/>
    <w:rsid w:val="002F63EC"/>
    <w:rsid w:val="002F667D"/>
    <w:rsid w:val="002F6946"/>
    <w:rsid w:val="002F6E70"/>
    <w:rsid w:val="002F6ED0"/>
    <w:rsid w:val="002F7216"/>
    <w:rsid w:val="002F75A4"/>
    <w:rsid w:val="002F7753"/>
    <w:rsid w:val="00300133"/>
    <w:rsid w:val="00300A2E"/>
    <w:rsid w:val="00300E1A"/>
    <w:rsid w:val="003016A9"/>
    <w:rsid w:val="00301FC5"/>
    <w:rsid w:val="0030204D"/>
    <w:rsid w:val="00302089"/>
    <w:rsid w:val="003025F4"/>
    <w:rsid w:val="00302A99"/>
    <w:rsid w:val="00302B1B"/>
    <w:rsid w:val="00302B75"/>
    <w:rsid w:val="00302F50"/>
    <w:rsid w:val="00303074"/>
    <w:rsid w:val="00303148"/>
    <w:rsid w:val="00303363"/>
    <w:rsid w:val="003039AC"/>
    <w:rsid w:val="00303D8B"/>
    <w:rsid w:val="0030439E"/>
    <w:rsid w:val="0030490B"/>
    <w:rsid w:val="00305361"/>
    <w:rsid w:val="00305CC4"/>
    <w:rsid w:val="003063EF"/>
    <w:rsid w:val="00306480"/>
    <w:rsid w:val="00306641"/>
    <w:rsid w:val="00306BB2"/>
    <w:rsid w:val="00306E19"/>
    <w:rsid w:val="003070BC"/>
    <w:rsid w:val="0030746D"/>
    <w:rsid w:val="0030750B"/>
    <w:rsid w:val="00307BC7"/>
    <w:rsid w:val="00310C24"/>
    <w:rsid w:val="00310DBF"/>
    <w:rsid w:val="00311749"/>
    <w:rsid w:val="00311935"/>
    <w:rsid w:val="00311970"/>
    <w:rsid w:val="00311D9A"/>
    <w:rsid w:val="00312749"/>
    <w:rsid w:val="003129FF"/>
    <w:rsid w:val="003131C1"/>
    <w:rsid w:val="003134D6"/>
    <w:rsid w:val="00313561"/>
    <w:rsid w:val="0031358A"/>
    <w:rsid w:val="00313E6F"/>
    <w:rsid w:val="00314123"/>
    <w:rsid w:val="00314387"/>
    <w:rsid w:val="003143A3"/>
    <w:rsid w:val="003144EA"/>
    <w:rsid w:val="00314DAE"/>
    <w:rsid w:val="00314E31"/>
    <w:rsid w:val="00315032"/>
    <w:rsid w:val="00315513"/>
    <w:rsid w:val="00315948"/>
    <w:rsid w:val="003161B4"/>
    <w:rsid w:val="003165DB"/>
    <w:rsid w:val="0031698E"/>
    <w:rsid w:val="00316DA8"/>
    <w:rsid w:val="00316FE8"/>
    <w:rsid w:val="00320B00"/>
    <w:rsid w:val="00320D7E"/>
    <w:rsid w:val="00321082"/>
    <w:rsid w:val="003218CB"/>
    <w:rsid w:val="00321A51"/>
    <w:rsid w:val="003220CB"/>
    <w:rsid w:val="00322C63"/>
    <w:rsid w:val="00322C81"/>
    <w:rsid w:val="00322F54"/>
    <w:rsid w:val="00322FAF"/>
    <w:rsid w:val="003233BC"/>
    <w:rsid w:val="003234F5"/>
    <w:rsid w:val="00323B87"/>
    <w:rsid w:val="00323D7C"/>
    <w:rsid w:val="003247A6"/>
    <w:rsid w:val="00325A1A"/>
    <w:rsid w:val="00325C90"/>
    <w:rsid w:val="00325EF8"/>
    <w:rsid w:val="00326117"/>
    <w:rsid w:val="003266F2"/>
    <w:rsid w:val="00326E71"/>
    <w:rsid w:val="00326E90"/>
    <w:rsid w:val="00326EE7"/>
    <w:rsid w:val="00327000"/>
    <w:rsid w:val="0032706E"/>
    <w:rsid w:val="003272A6"/>
    <w:rsid w:val="00327873"/>
    <w:rsid w:val="00327C12"/>
    <w:rsid w:val="003303A6"/>
    <w:rsid w:val="00330B61"/>
    <w:rsid w:val="00330EC3"/>
    <w:rsid w:val="00331E3B"/>
    <w:rsid w:val="00331FA5"/>
    <w:rsid w:val="003321DD"/>
    <w:rsid w:val="003328D8"/>
    <w:rsid w:val="00332C07"/>
    <w:rsid w:val="00333054"/>
    <w:rsid w:val="003335D7"/>
    <w:rsid w:val="003335EC"/>
    <w:rsid w:val="003336ED"/>
    <w:rsid w:val="00333F43"/>
    <w:rsid w:val="0033439B"/>
    <w:rsid w:val="003358C6"/>
    <w:rsid w:val="00335AA4"/>
    <w:rsid w:val="00335CC9"/>
    <w:rsid w:val="00335F64"/>
    <w:rsid w:val="0033653E"/>
    <w:rsid w:val="00336EB3"/>
    <w:rsid w:val="003371CE"/>
    <w:rsid w:val="0033742B"/>
    <w:rsid w:val="003376F8"/>
    <w:rsid w:val="00337839"/>
    <w:rsid w:val="00340069"/>
    <w:rsid w:val="00340344"/>
    <w:rsid w:val="00340C26"/>
    <w:rsid w:val="00340FA9"/>
    <w:rsid w:val="00341A7D"/>
    <w:rsid w:val="00341B65"/>
    <w:rsid w:val="00341D91"/>
    <w:rsid w:val="003425F6"/>
    <w:rsid w:val="00342892"/>
    <w:rsid w:val="00342D2C"/>
    <w:rsid w:val="00344200"/>
    <w:rsid w:val="003442F4"/>
    <w:rsid w:val="003448E5"/>
    <w:rsid w:val="00344C4C"/>
    <w:rsid w:val="0034571F"/>
    <w:rsid w:val="00345964"/>
    <w:rsid w:val="00345C47"/>
    <w:rsid w:val="0034660F"/>
    <w:rsid w:val="003466C7"/>
    <w:rsid w:val="00347122"/>
    <w:rsid w:val="003473E3"/>
    <w:rsid w:val="0034740D"/>
    <w:rsid w:val="00347582"/>
    <w:rsid w:val="00347AB7"/>
    <w:rsid w:val="00347FF6"/>
    <w:rsid w:val="003501D6"/>
    <w:rsid w:val="00350637"/>
    <w:rsid w:val="00350B6E"/>
    <w:rsid w:val="00350FB1"/>
    <w:rsid w:val="0035202C"/>
    <w:rsid w:val="0035204D"/>
    <w:rsid w:val="00352857"/>
    <w:rsid w:val="00353294"/>
    <w:rsid w:val="00353374"/>
    <w:rsid w:val="003541DC"/>
    <w:rsid w:val="00354D23"/>
    <w:rsid w:val="00355138"/>
    <w:rsid w:val="00355630"/>
    <w:rsid w:val="00355FBC"/>
    <w:rsid w:val="00356179"/>
    <w:rsid w:val="00356441"/>
    <w:rsid w:val="00356A0D"/>
    <w:rsid w:val="00356D27"/>
    <w:rsid w:val="00357448"/>
    <w:rsid w:val="00357745"/>
    <w:rsid w:val="00360104"/>
    <w:rsid w:val="0036027C"/>
    <w:rsid w:val="00360DA6"/>
    <w:rsid w:val="00361737"/>
    <w:rsid w:val="00362132"/>
    <w:rsid w:val="00362EC5"/>
    <w:rsid w:val="00363133"/>
    <w:rsid w:val="003631F1"/>
    <w:rsid w:val="00363490"/>
    <w:rsid w:val="0036377A"/>
    <w:rsid w:val="0036390C"/>
    <w:rsid w:val="003644A7"/>
    <w:rsid w:val="003646E6"/>
    <w:rsid w:val="00364726"/>
    <w:rsid w:val="00364BF7"/>
    <w:rsid w:val="00364DAA"/>
    <w:rsid w:val="00365C89"/>
    <w:rsid w:val="00366543"/>
    <w:rsid w:val="00366545"/>
    <w:rsid w:val="00366863"/>
    <w:rsid w:val="00366E3B"/>
    <w:rsid w:val="0036712F"/>
    <w:rsid w:val="0036719D"/>
    <w:rsid w:val="00367996"/>
    <w:rsid w:val="00370071"/>
    <w:rsid w:val="0037040B"/>
    <w:rsid w:val="00370B14"/>
    <w:rsid w:val="003710FC"/>
    <w:rsid w:val="003719E3"/>
    <w:rsid w:val="00371F6F"/>
    <w:rsid w:val="00372507"/>
    <w:rsid w:val="00372786"/>
    <w:rsid w:val="003727DE"/>
    <w:rsid w:val="00372955"/>
    <w:rsid w:val="00372BE9"/>
    <w:rsid w:val="00372F56"/>
    <w:rsid w:val="003733E4"/>
    <w:rsid w:val="0037361E"/>
    <w:rsid w:val="0037430F"/>
    <w:rsid w:val="00374694"/>
    <w:rsid w:val="00374AC4"/>
    <w:rsid w:val="003753DA"/>
    <w:rsid w:val="00375515"/>
    <w:rsid w:val="0037551E"/>
    <w:rsid w:val="0037641B"/>
    <w:rsid w:val="00376479"/>
    <w:rsid w:val="003767E6"/>
    <w:rsid w:val="00376CB1"/>
    <w:rsid w:val="00376CD9"/>
    <w:rsid w:val="00376D0C"/>
    <w:rsid w:val="00377772"/>
    <w:rsid w:val="00377A36"/>
    <w:rsid w:val="00377BC9"/>
    <w:rsid w:val="00377CD8"/>
    <w:rsid w:val="0038027B"/>
    <w:rsid w:val="00380C07"/>
    <w:rsid w:val="003813A0"/>
    <w:rsid w:val="003816A1"/>
    <w:rsid w:val="0038170F"/>
    <w:rsid w:val="0038173C"/>
    <w:rsid w:val="00381B83"/>
    <w:rsid w:val="00381BB3"/>
    <w:rsid w:val="00381C03"/>
    <w:rsid w:val="00382D98"/>
    <w:rsid w:val="00382FE6"/>
    <w:rsid w:val="00383074"/>
    <w:rsid w:val="00383787"/>
    <w:rsid w:val="003837CC"/>
    <w:rsid w:val="00383C59"/>
    <w:rsid w:val="00383E17"/>
    <w:rsid w:val="00383F4A"/>
    <w:rsid w:val="0038444B"/>
    <w:rsid w:val="003847CB"/>
    <w:rsid w:val="003849A9"/>
    <w:rsid w:val="00384E5E"/>
    <w:rsid w:val="00384EC1"/>
    <w:rsid w:val="003852DA"/>
    <w:rsid w:val="003852E4"/>
    <w:rsid w:val="003858BE"/>
    <w:rsid w:val="00385A8B"/>
    <w:rsid w:val="00385B33"/>
    <w:rsid w:val="00385B6A"/>
    <w:rsid w:val="003861B8"/>
    <w:rsid w:val="00386347"/>
    <w:rsid w:val="003864E2"/>
    <w:rsid w:val="00386899"/>
    <w:rsid w:val="00387895"/>
    <w:rsid w:val="0039034C"/>
    <w:rsid w:val="00390F74"/>
    <w:rsid w:val="003919AF"/>
    <w:rsid w:val="003919D2"/>
    <w:rsid w:val="00391B3C"/>
    <w:rsid w:val="00392196"/>
    <w:rsid w:val="003927AB"/>
    <w:rsid w:val="00392AB3"/>
    <w:rsid w:val="00392C30"/>
    <w:rsid w:val="00392C82"/>
    <w:rsid w:val="0039332A"/>
    <w:rsid w:val="00393525"/>
    <w:rsid w:val="00393A63"/>
    <w:rsid w:val="00393E48"/>
    <w:rsid w:val="00393F7F"/>
    <w:rsid w:val="0039401E"/>
    <w:rsid w:val="00394470"/>
    <w:rsid w:val="003948E8"/>
    <w:rsid w:val="00394974"/>
    <w:rsid w:val="00394B2C"/>
    <w:rsid w:val="00394EDD"/>
    <w:rsid w:val="00394F0E"/>
    <w:rsid w:val="00395A12"/>
    <w:rsid w:val="00395BA2"/>
    <w:rsid w:val="003961D9"/>
    <w:rsid w:val="0039631C"/>
    <w:rsid w:val="00396721"/>
    <w:rsid w:val="0039693B"/>
    <w:rsid w:val="003973C5"/>
    <w:rsid w:val="00397662"/>
    <w:rsid w:val="003978F0"/>
    <w:rsid w:val="00397ADE"/>
    <w:rsid w:val="00397F84"/>
    <w:rsid w:val="003A0540"/>
    <w:rsid w:val="003A0724"/>
    <w:rsid w:val="003A0CBC"/>
    <w:rsid w:val="003A0D6A"/>
    <w:rsid w:val="003A11A0"/>
    <w:rsid w:val="003A2606"/>
    <w:rsid w:val="003A270E"/>
    <w:rsid w:val="003A277C"/>
    <w:rsid w:val="003A2B1A"/>
    <w:rsid w:val="003A2EBA"/>
    <w:rsid w:val="003A2FAB"/>
    <w:rsid w:val="003A366A"/>
    <w:rsid w:val="003A3A6B"/>
    <w:rsid w:val="003A3BE5"/>
    <w:rsid w:val="003A3E01"/>
    <w:rsid w:val="003A4686"/>
    <w:rsid w:val="003A4774"/>
    <w:rsid w:val="003A4DB0"/>
    <w:rsid w:val="003A5252"/>
    <w:rsid w:val="003A53AB"/>
    <w:rsid w:val="003A5546"/>
    <w:rsid w:val="003A5BAF"/>
    <w:rsid w:val="003A5CFB"/>
    <w:rsid w:val="003A63DB"/>
    <w:rsid w:val="003A6BBB"/>
    <w:rsid w:val="003A6C6B"/>
    <w:rsid w:val="003A71CF"/>
    <w:rsid w:val="003A738A"/>
    <w:rsid w:val="003B0100"/>
    <w:rsid w:val="003B03F0"/>
    <w:rsid w:val="003B04C6"/>
    <w:rsid w:val="003B0B91"/>
    <w:rsid w:val="003B120F"/>
    <w:rsid w:val="003B12F2"/>
    <w:rsid w:val="003B14F6"/>
    <w:rsid w:val="003B1546"/>
    <w:rsid w:val="003B1610"/>
    <w:rsid w:val="003B188E"/>
    <w:rsid w:val="003B1A28"/>
    <w:rsid w:val="003B1B06"/>
    <w:rsid w:val="003B1BB0"/>
    <w:rsid w:val="003B1CD2"/>
    <w:rsid w:val="003B29E1"/>
    <w:rsid w:val="003B2FDD"/>
    <w:rsid w:val="003B301B"/>
    <w:rsid w:val="003B306B"/>
    <w:rsid w:val="003B34C3"/>
    <w:rsid w:val="003B443D"/>
    <w:rsid w:val="003B45DD"/>
    <w:rsid w:val="003B5617"/>
    <w:rsid w:val="003B57F1"/>
    <w:rsid w:val="003B68F9"/>
    <w:rsid w:val="003B6AFE"/>
    <w:rsid w:val="003B6B73"/>
    <w:rsid w:val="003B6CB4"/>
    <w:rsid w:val="003B6D77"/>
    <w:rsid w:val="003B6DF7"/>
    <w:rsid w:val="003B732E"/>
    <w:rsid w:val="003B766F"/>
    <w:rsid w:val="003B7856"/>
    <w:rsid w:val="003C00F5"/>
    <w:rsid w:val="003C05E3"/>
    <w:rsid w:val="003C0674"/>
    <w:rsid w:val="003C06C5"/>
    <w:rsid w:val="003C07B3"/>
    <w:rsid w:val="003C09EC"/>
    <w:rsid w:val="003C0FEA"/>
    <w:rsid w:val="003C126C"/>
    <w:rsid w:val="003C1646"/>
    <w:rsid w:val="003C1D5D"/>
    <w:rsid w:val="003C1DB7"/>
    <w:rsid w:val="003C1F6E"/>
    <w:rsid w:val="003C25E7"/>
    <w:rsid w:val="003C2F68"/>
    <w:rsid w:val="003C3863"/>
    <w:rsid w:val="003C3CE9"/>
    <w:rsid w:val="003C40BE"/>
    <w:rsid w:val="003C432D"/>
    <w:rsid w:val="003C478C"/>
    <w:rsid w:val="003C4A78"/>
    <w:rsid w:val="003C4C9D"/>
    <w:rsid w:val="003C50F4"/>
    <w:rsid w:val="003C5D0D"/>
    <w:rsid w:val="003C5D45"/>
    <w:rsid w:val="003C5E3E"/>
    <w:rsid w:val="003C73FA"/>
    <w:rsid w:val="003C7B55"/>
    <w:rsid w:val="003C7F6C"/>
    <w:rsid w:val="003D0259"/>
    <w:rsid w:val="003D06BE"/>
    <w:rsid w:val="003D0BDE"/>
    <w:rsid w:val="003D0FD2"/>
    <w:rsid w:val="003D11CF"/>
    <w:rsid w:val="003D11EE"/>
    <w:rsid w:val="003D1B37"/>
    <w:rsid w:val="003D1E78"/>
    <w:rsid w:val="003D232B"/>
    <w:rsid w:val="003D29D8"/>
    <w:rsid w:val="003D2A60"/>
    <w:rsid w:val="003D2CE3"/>
    <w:rsid w:val="003D2D65"/>
    <w:rsid w:val="003D30F3"/>
    <w:rsid w:val="003D3147"/>
    <w:rsid w:val="003D34D4"/>
    <w:rsid w:val="003D390F"/>
    <w:rsid w:val="003D3C72"/>
    <w:rsid w:val="003D4557"/>
    <w:rsid w:val="003D475D"/>
    <w:rsid w:val="003D4804"/>
    <w:rsid w:val="003D5037"/>
    <w:rsid w:val="003D52BE"/>
    <w:rsid w:val="003D52C8"/>
    <w:rsid w:val="003D5578"/>
    <w:rsid w:val="003D5C75"/>
    <w:rsid w:val="003D5D05"/>
    <w:rsid w:val="003D5FBD"/>
    <w:rsid w:val="003D5FEA"/>
    <w:rsid w:val="003D62E4"/>
    <w:rsid w:val="003D62F1"/>
    <w:rsid w:val="003D653F"/>
    <w:rsid w:val="003D68D5"/>
    <w:rsid w:val="003D6909"/>
    <w:rsid w:val="003D7F57"/>
    <w:rsid w:val="003E02BB"/>
    <w:rsid w:val="003E0476"/>
    <w:rsid w:val="003E0AB2"/>
    <w:rsid w:val="003E0B6B"/>
    <w:rsid w:val="003E0B87"/>
    <w:rsid w:val="003E142F"/>
    <w:rsid w:val="003E1E7F"/>
    <w:rsid w:val="003E1F60"/>
    <w:rsid w:val="003E21F5"/>
    <w:rsid w:val="003E235A"/>
    <w:rsid w:val="003E2AF8"/>
    <w:rsid w:val="003E3671"/>
    <w:rsid w:val="003E36EB"/>
    <w:rsid w:val="003E3E5E"/>
    <w:rsid w:val="003E43CC"/>
    <w:rsid w:val="003E469F"/>
    <w:rsid w:val="003E51F6"/>
    <w:rsid w:val="003E5293"/>
    <w:rsid w:val="003E5296"/>
    <w:rsid w:val="003E57F2"/>
    <w:rsid w:val="003E5ED5"/>
    <w:rsid w:val="003E64DC"/>
    <w:rsid w:val="003E721D"/>
    <w:rsid w:val="003E7EED"/>
    <w:rsid w:val="003F00B7"/>
    <w:rsid w:val="003F03C6"/>
    <w:rsid w:val="003F059B"/>
    <w:rsid w:val="003F10BE"/>
    <w:rsid w:val="003F1F3F"/>
    <w:rsid w:val="003F1F52"/>
    <w:rsid w:val="003F23C8"/>
    <w:rsid w:val="003F2A1C"/>
    <w:rsid w:val="003F2DCF"/>
    <w:rsid w:val="003F304F"/>
    <w:rsid w:val="003F30C7"/>
    <w:rsid w:val="003F373B"/>
    <w:rsid w:val="003F3930"/>
    <w:rsid w:val="003F3C3A"/>
    <w:rsid w:val="003F483B"/>
    <w:rsid w:val="003F4BCC"/>
    <w:rsid w:val="003F4DE5"/>
    <w:rsid w:val="003F4EE1"/>
    <w:rsid w:val="003F5539"/>
    <w:rsid w:val="003F573C"/>
    <w:rsid w:val="003F584C"/>
    <w:rsid w:val="003F5B6D"/>
    <w:rsid w:val="003F5ECF"/>
    <w:rsid w:val="003F5F5F"/>
    <w:rsid w:val="003F60E4"/>
    <w:rsid w:val="003F6311"/>
    <w:rsid w:val="003F6600"/>
    <w:rsid w:val="003F66E2"/>
    <w:rsid w:val="003F6B72"/>
    <w:rsid w:val="003F6D91"/>
    <w:rsid w:val="003F7CF9"/>
    <w:rsid w:val="003F7EF1"/>
    <w:rsid w:val="00400274"/>
    <w:rsid w:val="00400789"/>
    <w:rsid w:val="00400B6B"/>
    <w:rsid w:val="00400C88"/>
    <w:rsid w:val="00402074"/>
    <w:rsid w:val="0040211A"/>
    <w:rsid w:val="004028A3"/>
    <w:rsid w:val="00402BD3"/>
    <w:rsid w:val="00402E50"/>
    <w:rsid w:val="004030E9"/>
    <w:rsid w:val="00403550"/>
    <w:rsid w:val="0040356F"/>
    <w:rsid w:val="00404F43"/>
    <w:rsid w:val="00404FB4"/>
    <w:rsid w:val="00405669"/>
    <w:rsid w:val="00405765"/>
    <w:rsid w:val="00405B03"/>
    <w:rsid w:val="00406B0B"/>
    <w:rsid w:val="00407B2A"/>
    <w:rsid w:val="0041096F"/>
    <w:rsid w:val="00410D92"/>
    <w:rsid w:val="004112B9"/>
    <w:rsid w:val="00411E86"/>
    <w:rsid w:val="004127A9"/>
    <w:rsid w:val="004128FF"/>
    <w:rsid w:val="00413348"/>
    <w:rsid w:val="00413376"/>
    <w:rsid w:val="004135DE"/>
    <w:rsid w:val="0041377F"/>
    <w:rsid w:val="004137C9"/>
    <w:rsid w:val="00413F75"/>
    <w:rsid w:val="00414A9B"/>
    <w:rsid w:val="00414CB0"/>
    <w:rsid w:val="00414E7E"/>
    <w:rsid w:val="00415316"/>
    <w:rsid w:val="00415512"/>
    <w:rsid w:val="00415747"/>
    <w:rsid w:val="00415871"/>
    <w:rsid w:val="00415A9E"/>
    <w:rsid w:val="00416154"/>
    <w:rsid w:val="00416431"/>
    <w:rsid w:val="00416452"/>
    <w:rsid w:val="00416562"/>
    <w:rsid w:val="004165AA"/>
    <w:rsid w:val="0041660F"/>
    <w:rsid w:val="00416A01"/>
    <w:rsid w:val="00417239"/>
    <w:rsid w:val="0041760D"/>
    <w:rsid w:val="0041765E"/>
    <w:rsid w:val="0041772E"/>
    <w:rsid w:val="00417954"/>
    <w:rsid w:val="00420123"/>
    <w:rsid w:val="00420B18"/>
    <w:rsid w:val="00420E79"/>
    <w:rsid w:val="00423AD8"/>
    <w:rsid w:val="00423AD9"/>
    <w:rsid w:val="00423F5E"/>
    <w:rsid w:val="00424490"/>
    <w:rsid w:val="00424767"/>
    <w:rsid w:val="004255E1"/>
    <w:rsid w:val="00426275"/>
    <w:rsid w:val="00426350"/>
    <w:rsid w:val="00426608"/>
    <w:rsid w:val="0042680E"/>
    <w:rsid w:val="004269CE"/>
    <w:rsid w:val="00426B5D"/>
    <w:rsid w:val="00426D07"/>
    <w:rsid w:val="00427210"/>
    <w:rsid w:val="004276CE"/>
    <w:rsid w:val="00427766"/>
    <w:rsid w:val="004277AA"/>
    <w:rsid w:val="00427F2D"/>
    <w:rsid w:val="00430248"/>
    <w:rsid w:val="004302EB"/>
    <w:rsid w:val="00430611"/>
    <w:rsid w:val="004308A3"/>
    <w:rsid w:val="00430983"/>
    <w:rsid w:val="00431296"/>
    <w:rsid w:val="00431E95"/>
    <w:rsid w:val="00431FEF"/>
    <w:rsid w:val="004325E4"/>
    <w:rsid w:val="00432803"/>
    <w:rsid w:val="00433568"/>
    <w:rsid w:val="00433916"/>
    <w:rsid w:val="00433969"/>
    <w:rsid w:val="00433A9C"/>
    <w:rsid w:val="00433ED0"/>
    <w:rsid w:val="00433EE1"/>
    <w:rsid w:val="0043483A"/>
    <w:rsid w:val="00434B60"/>
    <w:rsid w:val="00434D92"/>
    <w:rsid w:val="0043529C"/>
    <w:rsid w:val="00435360"/>
    <w:rsid w:val="004355CD"/>
    <w:rsid w:val="00435B34"/>
    <w:rsid w:val="00436F1D"/>
    <w:rsid w:val="00437212"/>
    <w:rsid w:val="004376EA"/>
    <w:rsid w:val="004379B2"/>
    <w:rsid w:val="00437C5E"/>
    <w:rsid w:val="00437C65"/>
    <w:rsid w:val="00437F7D"/>
    <w:rsid w:val="00440345"/>
    <w:rsid w:val="004403EC"/>
    <w:rsid w:val="00440589"/>
    <w:rsid w:val="00440827"/>
    <w:rsid w:val="00440992"/>
    <w:rsid w:val="00440DF0"/>
    <w:rsid w:val="00441068"/>
    <w:rsid w:val="0044125A"/>
    <w:rsid w:val="00441371"/>
    <w:rsid w:val="0044160C"/>
    <w:rsid w:val="00441ED2"/>
    <w:rsid w:val="00441F6A"/>
    <w:rsid w:val="00442172"/>
    <w:rsid w:val="004429EA"/>
    <w:rsid w:val="00442AC0"/>
    <w:rsid w:val="00443172"/>
    <w:rsid w:val="004434F7"/>
    <w:rsid w:val="00443796"/>
    <w:rsid w:val="00443B4B"/>
    <w:rsid w:val="00443C77"/>
    <w:rsid w:val="00444F5C"/>
    <w:rsid w:val="00445D6B"/>
    <w:rsid w:val="0044624B"/>
    <w:rsid w:val="004464FC"/>
    <w:rsid w:val="00446733"/>
    <w:rsid w:val="004467AB"/>
    <w:rsid w:val="00446829"/>
    <w:rsid w:val="004468A6"/>
    <w:rsid w:val="00446BAE"/>
    <w:rsid w:val="00447610"/>
    <w:rsid w:val="00447818"/>
    <w:rsid w:val="00447823"/>
    <w:rsid w:val="00447848"/>
    <w:rsid w:val="004478A5"/>
    <w:rsid w:val="00447CB8"/>
    <w:rsid w:val="00447DFD"/>
    <w:rsid w:val="00447FB7"/>
    <w:rsid w:val="0045034E"/>
    <w:rsid w:val="0045075A"/>
    <w:rsid w:val="00450F5A"/>
    <w:rsid w:val="00451005"/>
    <w:rsid w:val="004510B3"/>
    <w:rsid w:val="004517A9"/>
    <w:rsid w:val="00451A03"/>
    <w:rsid w:val="00451BDC"/>
    <w:rsid w:val="004527C9"/>
    <w:rsid w:val="00452BE7"/>
    <w:rsid w:val="00452EFE"/>
    <w:rsid w:val="00453332"/>
    <w:rsid w:val="0045337B"/>
    <w:rsid w:val="00453BC4"/>
    <w:rsid w:val="00453D2E"/>
    <w:rsid w:val="00454865"/>
    <w:rsid w:val="00454960"/>
    <w:rsid w:val="00454A78"/>
    <w:rsid w:val="00454D4B"/>
    <w:rsid w:val="00454E84"/>
    <w:rsid w:val="004552DF"/>
    <w:rsid w:val="00455F5D"/>
    <w:rsid w:val="0045650C"/>
    <w:rsid w:val="00456B00"/>
    <w:rsid w:val="00456FF4"/>
    <w:rsid w:val="004571B3"/>
    <w:rsid w:val="00457486"/>
    <w:rsid w:val="00457B23"/>
    <w:rsid w:val="00457F8E"/>
    <w:rsid w:val="004604DD"/>
    <w:rsid w:val="004606D4"/>
    <w:rsid w:val="00460F7A"/>
    <w:rsid w:val="00461134"/>
    <w:rsid w:val="0046148E"/>
    <w:rsid w:val="004614C0"/>
    <w:rsid w:val="00461637"/>
    <w:rsid w:val="00461E2F"/>
    <w:rsid w:val="0046203D"/>
    <w:rsid w:val="00462285"/>
    <w:rsid w:val="00463176"/>
    <w:rsid w:val="00463380"/>
    <w:rsid w:val="0046420E"/>
    <w:rsid w:val="00464ED8"/>
    <w:rsid w:val="00465B58"/>
    <w:rsid w:val="00466C5B"/>
    <w:rsid w:val="00466E47"/>
    <w:rsid w:val="00466F6B"/>
    <w:rsid w:val="00466F76"/>
    <w:rsid w:val="00466FD3"/>
    <w:rsid w:val="0046779F"/>
    <w:rsid w:val="00467B1D"/>
    <w:rsid w:val="00467BA2"/>
    <w:rsid w:val="0047011D"/>
    <w:rsid w:val="00470794"/>
    <w:rsid w:val="00470D83"/>
    <w:rsid w:val="00471080"/>
    <w:rsid w:val="00471767"/>
    <w:rsid w:val="00471961"/>
    <w:rsid w:val="004720E2"/>
    <w:rsid w:val="004720EE"/>
    <w:rsid w:val="00472142"/>
    <w:rsid w:val="004725B7"/>
    <w:rsid w:val="00472797"/>
    <w:rsid w:val="00472CF1"/>
    <w:rsid w:val="00472D93"/>
    <w:rsid w:val="00472DD1"/>
    <w:rsid w:val="00472EEB"/>
    <w:rsid w:val="00473008"/>
    <w:rsid w:val="00473AB6"/>
    <w:rsid w:val="00473E11"/>
    <w:rsid w:val="00473F03"/>
    <w:rsid w:val="004745C9"/>
    <w:rsid w:val="00474CE9"/>
    <w:rsid w:val="00474D86"/>
    <w:rsid w:val="004754E3"/>
    <w:rsid w:val="004757C6"/>
    <w:rsid w:val="00475966"/>
    <w:rsid w:val="00475B07"/>
    <w:rsid w:val="004760EE"/>
    <w:rsid w:val="004761DD"/>
    <w:rsid w:val="00476C49"/>
    <w:rsid w:val="00476CD8"/>
    <w:rsid w:val="004778AE"/>
    <w:rsid w:val="00477AA6"/>
    <w:rsid w:val="00477DC7"/>
    <w:rsid w:val="00477E14"/>
    <w:rsid w:val="00480190"/>
    <w:rsid w:val="00480595"/>
    <w:rsid w:val="004807C8"/>
    <w:rsid w:val="0048086D"/>
    <w:rsid w:val="00480891"/>
    <w:rsid w:val="00480A45"/>
    <w:rsid w:val="00480D33"/>
    <w:rsid w:val="00481890"/>
    <w:rsid w:val="00481A37"/>
    <w:rsid w:val="004822E1"/>
    <w:rsid w:val="0048263F"/>
    <w:rsid w:val="004826E7"/>
    <w:rsid w:val="004827CF"/>
    <w:rsid w:val="00482A1B"/>
    <w:rsid w:val="004835A5"/>
    <w:rsid w:val="00483C3F"/>
    <w:rsid w:val="004845FD"/>
    <w:rsid w:val="00485AD8"/>
    <w:rsid w:val="00485BA4"/>
    <w:rsid w:val="00485BE6"/>
    <w:rsid w:val="00485E76"/>
    <w:rsid w:val="00486400"/>
    <w:rsid w:val="004866A5"/>
    <w:rsid w:val="00486816"/>
    <w:rsid w:val="00486B4B"/>
    <w:rsid w:val="00486CEA"/>
    <w:rsid w:val="00486D5A"/>
    <w:rsid w:val="00486EBF"/>
    <w:rsid w:val="00487500"/>
    <w:rsid w:val="00487943"/>
    <w:rsid w:val="00487B3B"/>
    <w:rsid w:val="004905ED"/>
    <w:rsid w:val="00490654"/>
    <w:rsid w:val="00490672"/>
    <w:rsid w:val="00490963"/>
    <w:rsid w:val="00490BFE"/>
    <w:rsid w:val="00490FFD"/>
    <w:rsid w:val="004914FA"/>
    <w:rsid w:val="00491C68"/>
    <w:rsid w:val="00491FE1"/>
    <w:rsid w:val="0049225B"/>
    <w:rsid w:val="004924A4"/>
    <w:rsid w:val="004927A8"/>
    <w:rsid w:val="00492A2E"/>
    <w:rsid w:val="00492AAD"/>
    <w:rsid w:val="00492D51"/>
    <w:rsid w:val="0049333D"/>
    <w:rsid w:val="00493899"/>
    <w:rsid w:val="00493A25"/>
    <w:rsid w:val="00493CB7"/>
    <w:rsid w:val="004943F2"/>
    <w:rsid w:val="00494669"/>
    <w:rsid w:val="004948E2"/>
    <w:rsid w:val="00494DAC"/>
    <w:rsid w:val="004951C6"/>
    <w:rsid w:val="0049586B"/>
    <w:rsid w:val="00495C3D"/>
    <w:rsid w:val="00495DE5"/>
    <w:rsid w:val="004962EF"/>
    <w:rsid w:val="00496389"/>
    <w:rsid w:val="00496692"/>
    <w:rsid w:val="00496AAB"/>
    <w:rsid w:val="00496EE4"/>
    <w:rsid w:val="00497139"/>
    <w:rsid w:val="00497B5B"/>
    <w:rsid w:val="00497BBB"/>
    <w:rsid w:val="004A0A50"/>
    <w:rsid w:val="004A0A8B"/>
    <w:rsid w:val="004A0D3E"/>
    <w:rsid w:val="004A169A"/>
    <w:rsid w:val="004A17B1"/>
    <w:rsid w:val="004A22DA"/>
    <w:rsid w:val="004A22FF"/>
    <w:rsid w:val="004A240E"/>
    <w:rsid w:val="004A2440"/>
    <w:rsid w:val="004A2AC7"/>
    <w:rsid w:val="004A323B"/>
    <w:rsid w:val="004A3B20"/>
    <w:rsid w:val="004A3DC0"/>
    <w:rsid w:val="004A4816"/>
    <w:rsid w:val="004A493F"/>
    <w:rsid w:val="004A4AA6"/>
    <w:rsid w:val="004A5B6B"/>
    <w:rsid w:val="004A6489"/>
    <w:rsid w:val="004A66B9"/>
    <w:rsid w:val="004A6FC2"/>
    <w:rsid w:val="004A7182"/>
    <w:rsid w:val="004A7315"/>
    <w:rsid w:val="004A7A3D"/>
    <w:rsid w:val="004B0765"/>
    <w:rsid w:val="004B0B3B"/>
    <w:rsid w:val="004B10A7"/>
    <w:rsid w:val="004B1108"/>
    <w:rsid w:val="004B1145"/>
    <w:rsid w:val="004B1671"/>
    <w:rsid w:val="004B1A93"/>
    <w:rsid w:val="004B2094"/>
    <w:rsid w:val="004B24B3"/>
    <w:rsid w:val="004B2F6B"/>
    <w:rsid w:val="004B3084"/>
    <w:rsid w:val="004B338C"/>
    <w:rsid w:val="004B3B8C"/>
    <w:rsid w:val="004B3D3F"/>
    <w:rsid w:val="004B4256"/>
    <w:rsid w:val="004B47E3"/>
    <w:rsid w:val="004B4CB0"/>
    <w:rsid w:val="004B5C4F"/>
    <w:rsid w:val="004B62CA"/>
    <w:rsid w:val="004B6C79"/>
    <w:rsid w:val="004C0214"/>
    <w:rsid w:val="004C0978"/>
    <w:rsid w:val="004C0F62"/>
    <w:rsid w:val="004C12F2"/>
    <w:rsid w:val="004C205F"/>
    <w:rsid w:val="004C2071"/>
    <w:rsid w:val="004C2191"/>
    <w:rsid w:val="004C280E"/>
    <w:rsid w:val="004C2C4A"/>
    <w:rsid w:val="004C3029"/>
    <w:rsid w:val="004C31C6"/>
    <w:rsid w:val="004C37F7"/>
    <w:rsid w:val="004C3B39"/>
    <w:rsid w:val="004C3CC0"/>
    <w:rsid w:val="004C3D86"/>
    <w:rsid w:val="004C3F34"/>
    <w:rsid w:val="004C42F6"/>
    <w:rsid w:val="004C435B"/>
    <w:rsid w:val="004C4701"/>
    <w:rsid w:val="004C5347"/>
    <w:rsid w:val="004C5390"/>
    <w:rsid w:val="004C63FD"/>
    <w:rsid w:val="004C65FB"/>
    <w:rsid w:val="004C6E36"/>
    <w:rsid w:val="004C7271"/>
    <w:rsid w:val="004C72A8"/>
    <w:rsid w:val="004C75D5"/>
    <w:rsid w:val="004D0C8B"/>
    <w:rsid w:val="004D145E"/>
    <w:rsid w:val="004D159B"/>
    <w:rsid w:val="004D24CA"/>
    <w:rsid w:val="004D2A4A"/>
    <w:rsid w:val="004D2C76"/>
    <w:rsid w:val="004D2D77"/>
    <w:rsid w:val="004D2FED"/>
    <w:rsid w:val="004D33A4"/>
    <w:rsid w:val="004D37ED"/>
    <w:rsid w:val="004D3B48"/>
    <w:rsid w:val="004D3D09"/>
    <w:rsid w:val="004D3D3E"/>
    <w:rsid w:val="004D3FE1"/>
    <w:rsid w:val="004D4401"/>
    <w:rsid w:val="004D48AC"/>
    <w:rsid w:val="004D4B2B"/>
    <w:rsid w:val="004D5355"/>
    <w:rsid w:val="004D55A9"/>
    <w:rsid w:val="004D56F2"/>
    <w:rsid w:val="004D62E5"/>
    <w:rsid w:val="004D6484"/>
    <w:rsid w:val="004D6497"/>
    <w:rsid w:val="004D7083"/>
    <w:rsid w:val="004D7811"/>
    <w:rsid w:val="004E06FB"/>
    <w:rsid w:val="004E080D"/>
    <w:rsid w:val="004E0A03"/>
    <w:rsid w:val="004E0BAE"/>
    <w:rsid w:val="004E0F97"/>
    <w:rsid w:val="004E14CB"/>
    <w:rsid w:val="004E1DC4"/>
    <w:rsid w:val="004E2F2D"/>
    <w:rsid w:val="004E3170"/>
    <w:rsid w:val="004E3589"/>
    <w:rsid w:val="004E3713"/>
    <w:rsid w:val="004E3C7C"/>
    <w:rsid w:val="004E3C8F"/>
    <w:rsid w:val="004E3CF3"/>
    <w:rsid w:val="004E4477"/>
    <w:rsid w:val="004E527C"/>
    <w:rsid w:val="004E5354"/>
    <w:rsid w:val="004E57A3"/>
    <w:rsid w:val="004E5CCB"/>
    <w:rsid w:val="004E5D4E"/>
    <w:rsid w:val="004E6034"/>
    <w:rsid w:val="004E60A9"/>
    <w:rsid w:val="004E627D"/>
    <w:rsid w:val="004E691B"/>
    <w:rsid w:val="004E6ECC"/>
    <w:rsid w:val="004E7059"/>
    <w:rsid w:val="004E70A8"/>
    <w:rsid w:val="004E72EB"/>
    <w:rsid w:val="004E72F6"/>
    <w:rsid w:val="004E74B6"/>
    <w:rsid w:val="004E7864"/>
    <w:rsid w:val="004E7DD4"/>
    <w:rsid w:val="004F00AB"/>
    <w:rsid w:val="004F0BDE"/>
    <w:rsid w:val="004F0D91"/>
    <w:rsid w:val="004F0FEF"/>
    <w:rsid w:val="004F1894"/>
    <w:rsid w:val="004F2370"/>
    <w:rsid w:val="004F2EAC"/>
    <w:rsid w:val="004F2F0D"/>
    <w:rsid w:val="004F334B"/>
    <w:rsid w:val="004F3420"/>
    <w:rsid w:val="004F43A1"/>
    <w:rsid w:val="004F46E9"/>
    <w:rsid w:val="004F51CE"/>
    <w:rsid w:val="004F51D2"/>
    <w:rsid w:val="004F5469"/>
    <w:rsid w:val="004F5645"/>
    <w:rsid w:val="004F5701"/>
    <w:rsid w:val="004F584C"/>
    <w:rsid w:val="004F5A25"/>
    <w:rsid w:val="004F615F"/>
    <w:rsid w:val="004F6364"/>
    <w:rsid w:val="004F7095"/>
    <w:rsid w:val="004F7422"/>
    <w:rsid w:val="004F7516"/>
    <w:rsid w:val="004F7725"/>
    <w:rsid w:val="004F79FB"/>
    <w:rsid w:val="0050036D"/>
    <w:rsid w:val="00500746"/>
    <w:rsid w:val="0050080A"/>
    <w:rsid w:val="005008B5"/>
    <w:rsid w:val="00500E54"/>
    <w:rsid w:val="00500F10"/>
    <w:rsid w:val="00501098"/>
    <w:rsid w:val="0050119F"/>
    <w:rsid w:val="00501216"/>
    <w:rsid w:val="0050184F"/>
    <w:rsid w:val="00502637"/>
    <w:rsid w:val="005028CF"/>
    <w:rsid w:val="00502966"/>
    <w:rsid w:val="00503907"/>
    <w:rsid w:val="00503B2E"/>
    <w:rsid w:val="00503BE0"/>
    <w:rsid w:val="00503C2A"/>
    <w:rsid w:val="00503DD8"/>
    <w:rsid w:val="005044E0"/>
    <w:rsid w:val="00504506"/>
    <w:rsid w:val="00504890"/>
    <w:rsid w:val="00504972"/>
    <w:rsid w:val="0050509B"/>
    <w:rsid w:val="005055FF"/>
    <w:rsid w:val="0050585C"/>
    <w:rsid w:val="00505EC1"/>
    <w:rsid w:val="005067FD"/>
    <w:rsid w:val="00506827"/>
    <w:rsid w:val="00506857"/>
    <w:rsid w:val="00506E32"/>
    <w:rsid w:val="00506F05"/>
    <w:rsid w:val="005073D9"/>
    <w:rsid w:val="005079DA"/>
    <w:rsid w:val="00507B96"/>
    <w:rsid w:val="00507E2B"/>
    <w:rsid w:val="00507EFB"/>
    <w:rsid w:val="00510AE4"/>
    <w:rsid w:val="00510C2D"/>
    <w:rsid w:val="005117E5"/>
    <w:rsid w:val="00512297"/>
    <w:rsid w:val="0051295A"/>
    <w:rsid w:val="0051298B"/>
    <w:rsid w:val="00512CF7"/>
    <w:rsid w:val="00512E9C"/>
    <w:rsid w:val="00513429"/>
    <w:rsid w:val="0051352D"/>
    <w:rsid w:val="0051382C"/>
    <w:rsid w:val="00513C71"/>
    <w:rsid w:val="00513D0D"/>
    <w:rsid w:val="005141B8"/>
    <w:rsid w:val="00514404"/>
    <w:rsid w:val="00514819"/>
    <w:rsid w:val="0051486A"/>
    <w:rsid w:val="00514B9E"/>
    <w:rsid w:val="00514F8F"/>
    <w:rsid w:val="0051511C"/>
    <w:rsid w:val="00515149"/>
    <w:rsid w:val="0051564A"/>
    <w:rsid w:val="0051575A"/>
    <w:rsid w:val="00516309"/>
    <w:rsid w:val="0051634A"/>
    <w:rsid w:val="00517055"/>
    <w:rsid w:val="0051751A"/>
    <w:rsid w:val="00517971"/>
    <w:rsid w:val="00517FB0"/>
    <w:rsid w:val="00520013"/>
    <w:rsid w:val="0052037F"/>
    <w:rsid w:val="00520604"/>
    <w:rsid w:val="00520F35"/>
    <w:rsid w:val="00520F98"/>
    <w:rsid w:val="00521722"/>
    <w:rsid w:val="0052222E"/>
    <w:rsid w:val="00522253"/>
    <w:rsid w:val="005225B6"/>
    <w:rsid w:val="005230BE"/>
    <w:rsid w:val="00523587"/>
    <w:rsid w:val="00523D64"/>
    <w:rsid w:val="00523E18"/>
    <w:rsid w:val="00523E95"/>
    <w:rsid w:val="00524EA1"/>
    <w:rsid w:val="00524FE6"/>
    <w:rsid w:val="00525468"/>
    <w:rsid w:val="00525B7F"/>
    <w:rsid w:val="00526BA3"/>
    <w:rsid w:val="00526BBD"/>
    <w:rsid w:val="0052702B"/>
    <w:rsid w:val="005270C3"/>
    <w:rsid w:val="0052767D"/>
    <w:rsid w:val="005276ED"/>
    <w:rsid w:val="00527CC5"/>
    <w:rsid w:val="00527E75"/>
    <w:rsid w:val="005300F8"/>
    <w:rsid w:val="0053053E"/>
    <w:rsid w:val="005309AA"/>
    <w:rsid w:val="00530E02"/>
    <w:rsid w:val="00531528"/>
    <w:rsid w:val="00532222"/>
    <w:rsid w:val="00532323"/>
    <w:rsid w:val="0053285D"/>
    <w:rsid w:val="005328C9"/>
    <w:rsid w:val="00532D9B"/>
    <w:rsid w:val="00533854"/>
    <w:rsid w:val="00534188"/>
    <w:rsid w:val="00534861"/>
    <w:rsid w:val="005351DC"/>
    <w:rsid w:val="0053597A"/>
    <w:rsid w:val="00535A9C"/>
    <w:rsid w:val="00535B5F"/>
    <w:rsid w:val="00535FB7"/>
    <w:rsid w:val="005364E0"/>
    <w:rsid w:val="00536DDB"/>
    <w:rsid w:val="0053713A"/>
    <w:rsid w:val="00537272"/>
    <w:rsid w:val="005377EA"/>
    <w:rsid w:val="00537FF4"/>
    <w:rsid w:val="00540109"/>
    <w:rsid w:val="00540E6A"/>
    <w:rsid w:val="00540EC3"/>
    <w:rsid w:val="00541423"/>
    <w:rsid w:val="00541447"/>
    <w:rsid w:val="00542291"/>
    <w:rsid w:val="0054242C"/>
    <w:rsid w:val="00542816"/>
    <w:rsid w:val="005431DD"/>
    <w:rsid w:val="00543699"/>
    <w:rsid w:val="00543DAC"/>
    <w:rsid w:val="00543EFD"/>
    <w:rsid w:val="00544229"/>
    <w:rsid w:val="00544AA9"/>
    <w:rsid w:val="00544ACD"/>
    <w:rsid w:val="00544B60"/>
    <w:rsid w:val="00544DC9"/>
    <w:rsid w:val="00544DEC"/>
    <w:rsid w:val="0054559A"/>
    <w:rsid w:val="0054581B"/>
    <w:rsid w:val="00546124"/>
    <w:rsid w:val="00546233"/>
    <w:rsid w:val="00546311"/>
    <w:rsid w:val="0054658F"/>
    <w:rsid w:val="00546617"/>
    <w:rsid w:val="00547157"/>
    <w:rsid w:val="005474B4"/>
    <w:rsid w:val="00547F2F"/>
    <w:rsid w:val="005513D4"/>
    <w:rsid w:val="00551A6F"/>
    <w:rsid w:val="00551B0F"/>
    <w:rsid w:val="00551F6C"/>
    <w:rsid w:val="005520FA"/>
    <w:rsid w:val="005524AD"/>
    <w:rsid w:val="005524D6"/>
    <w:rsid w:val="00552D39"/>
    <w:rsid w:val="00553024"/>
    <w:rsid w:val="0055302F"/>
    <w:rsid w:val="005531D7"/>
    <w:rsid w:val="00553A4D"/>
    <w:rsid w:val="00553C79"/>
    <w:rsid w:val="0055477F"/>
    <w:rsid w:val="00554BC6"/>
    <w:rsid w:val="00554F0F"/>
    <w:rsid w:val="005550EF"/>
    <w:rsid w:val="0055526C"/>
    <w:rsid w:val="00555B56"/>
    <w:rsid w:val="00555BF9"/>
    <w:rsid w:val="00556018"/>
    <w:rsid w:val="005561A1"/>
    <w:rsid w:val="005561A8"/>
    <w:rsid w:val="0055631F"/>
    <w:rsid w:val="0055634B"/>
    <w:rsid w:val="00556434"/>
    <w:rsid w:val="00556B31"/>
    <w:rsid w:val="00556C4E"/>
    <w:rsid w:val="00556C8C"/>
    <w:rsid w:val="00556D83"/>
    <w:rsid w:val="00557769"/>
    <w:rsid w:val="00557C92"/>
    <w:rsid w:val="00557DC8"/>
    <w:rsid w:val="00560413"/>
    <w:rsid w:val="005605CD"/>
    <w:rsid w:val="00560AF1"/>
    <w:rsid w:val="00560C2A"/>
    <w:rsid w:val="005616D7"/>
    <w:rsid w:val="00561C00"/>
    <w:rsid w:val="00561C7F"/>
    <w:rsid w:val="00561E58"/>
    <w:rsid w:val="0056224F"/>
    <w:rsid w:val="00562273"/>
    <w:rsid w:val="0056286C"/>
    <w:rsid w:val="00562AF8"/>
    <w:rsid w:val="00563134"/>
    <w:rsid w:val="00564C2A"/>
    <w:rsid w:val="00565033"/>
    <w:rsid w:val="00565132"/>
    <w:rsid w:val="00565394"/>
    <w:rsid w:val="00565527"/>
    <w:rsid w:val="00565A46"/>
    <w:rsid w:val="00565AD6"/>
    <w:rsid w:val="00565DD4"/>
    <w:rsid w:val="00565EF4"/>
    <w:rsid w:val="00566050"/>
    <w:rsid w:val="00566221"/>
    <w:rsid w:val="005667B1"/>
    <w:rsid w:val="00566898"/>
    <w:rsid w:val="00566C5E"/>
    <w:rsid w:val="00566E4B"/>
    <w:rsid w:val="0056724B"/>
    <w:rsid w:val="00567404"/>
    <w:rsid w:val="0056749F"/>
    <w:rsid w:val="00567E31"/>
    <w:rsid w:val="00567E5E"/>
    <w:rsid w:val="00567FCB"/>
    <w:rsid w:val="00570149"/>
    <w:rsid w:val="00570261"/>
    <w:rsid w:val="00570766"/>
    <w:rsid w:val="005707ED"/>
    <w:rsid w:val="00570ADA"/>
    <w:rsid w:val="00570E98"/>
    <w:rsid w:val="00571A19"/>
    <w:rsid w:val="00571C05"/>
    <w:rsid w:val="00571C08"/>
    <w:rsid w:val="00571CBC"/>
    <w:rsid w:val="00571FA5"/>
    <w:rsid w:val="00572A41"/>
    <w:rsid w:val="00572BAE"/>
    <w:rsid w:val="00573245"/>
    <w:rsid w:val="00573275"/>
    <w:rsid w:val="005736A1"/>
    <w:rsid w:val="00573A82"/>
    <w:rsid w:val="005741E6"/>
    <w:rsid w:val="0057435B"/>
    <w:rsid w:val="00574BD2"/>
    <w:rsid w:val="00575093"/>
    <w:rsid w:val="005755B1"/>
    <w:rsid w:val="005756CD"/>
    <w:rsid w:val="00575755"/>
    <w:rsid w:val="00575943"/>
    <w:rsid w:val="00575A37"/>
    <w:rsid w:val="00576250"/>
    <w:rsid w:val="005763FC"/>
    <w:rsid w:val="0057661B"/>
    <w:rsid w:val="00576A57"/>
    <w:rsid w:val="00576AAF"/>
    <w:rsid w:val="00576E70"/>
    <w:rsid w:val="00577421"/>
    <w:rsid w:val="00577ECF"/>
    <w:rsid w:val="00577FCC"/>
    <w:rsid w:val="00577FE5"/>
    <w:rsid w:val="00580904"/>
    <w:rsid w:val="005813DB"/>
    <w:rsid w:val="005814D1"/>
    <w:rsid w:val="005815C4"/>
    <w:rsid w:val="00581C00"/>
    <w:rsid w:val="00582148"/>
    <w:rsid w:val="005829C6"/>
    <w:rsid w:val="00582BE7"/>
    <w:rsid w:val="00582C4E"/>
    <w:rsid w:val="00582C63"/>
    <w:rsid w:val="00582EFB"/>
    <w:rsid w:val="00583A97"/>
    <w:rsid w:val="00583B4D"/>
    <w:rsid w:val="0058475F"/>
    <w:rsid w:val="00584F96"/>
    <w:rsid w:val="00585962"/>
    <w:rsid w:val="005859BE"/>
    <w:rsid w:val="005863FA"/>
    <w:rsid w:val="00586698"/>
    <w:rsid w:val="005867DF"/>
    <w:rsid w:val="005868D6"/>
    <w:rsid w:val="0058728E"/>
    <w:rsid w:val="00587464"/>
    <w:rsid w:val="005874BA"/>
    <w:rsid w:val="00587C4A"/>
    <w:rsid w:val="00587FBE"/>
    <w:rsid w:val="00591006"/>
    <w:rsid w:val="00591113"/>
    <w:rsid w:val="0059115C"/>
    <w:rsid w:val="0059148A"/>
    <w:rsid w:val="005915A8"/>
    <w:rsid w:val="005915BA"/>
    <w:rsid w:val="005916CC"/>
    <w:rsid w:val="00591CE0"/>
    <w:rsid w:val="00592243"/>
    <w:rsid w:val="00592876"/>
    <w:rsid w:val="00592E7E"/>
    <w:rsid w:val="00592FF9"/>
    <w:rsid w:val="00593A58"/>
    <w:rsid w:val="005941FF"/>
    <w:rsid w:val="00594717"/>
    <w:rsid w:val="00594BE1"/>
    <w:rsid w:val="00594D8B"/>
    <w:rsid w:val="0059543D"/>
    <w:rsid w:val="005954E5"/>
    <w:rsid w:val="005959D5"/>
    <w:rsid w:val="00595B19"/>
    <w:rsid w:val="00595F54"/>
    <w:rsid w:val="005967F8"/>
    <w:rsid w:val="00596965"/>
    <w:rsid w:val="00596E2D"/>
    <w:rsid w:val="0059713E"/>
    <w:rsid w:val="005976BD"/>
    <w:rsid w:val="0059775A"/>
    <w:rsid w:val="00597851"/>
    <w:rsid w:val="005978D4"/>
    <w:rsid w:val="00597ED8"/>
    <w:rsid w:val="005A00BF"/>
    <w:rsid w:val="005A0ED6"/>
    <w:rsid w:val="005A1033"/>
    <w:rsid w:val="005A135A"/>
    <w:rsid w:val="005A1422"/>
    <w:rsid w:val="005A1537"/>
    <w:rsid w:val="005A1754"/>
    <w:rsid w:val="005A1B54"/>
    <w:rsid w:val="005A1D64"/>
    <w:rsid w:val="005A24C4"/>
    <w:rsid w:val="005A2836"/>
    <w:rsid w:val="005A28AB"/>
    <w:rsid w:val="005A3295"/>
    <w:rsid w:val="005A32FD"/>
    <w:rsid w:val="005A3656"/>
    <w:rsid w:val="005A41CD"/>
    <w:rsid w:val="005A4591"/>
    <w:rsid w:val="005A4A8A"/>
    <w:rsid w:val="005A4BC3"/>
    <w:rsid w:val="005A4CB2"/>
    <w:rsid w:val="005A51B9"/>
    <w:rsid w:val="005A553D"/>
    <w:rsid w:val="005A6907"/>
    <w:rsid w:val="005A70A8"/>
    <w:rsid w:val="005A75F5"/>
    <w:rsid w:val="005A7766"/>
    <w:rsid w:val="005A7847"/>
    <w:rsid w:val="005A7CD4"/>
    <w:rsid w:val="005B0933"/>
    <w:rsid w:val="005B0BC6"/>
    <w:rsid w:val="005B0CE9"/>
    <w:rsid w:val="005B0F37"/>
    <w:rsid w:val="005B0FCB"/>
    <w:rsid w:val="005B102A"/>
    <w:rsid w:val="005B1040"/>
    <w:rsid w:val="005B149B"/>
    <w:rsid w:val="005B29F1"/>
    <w:rsid w:val="005B2AD4"/>
    <w:rsid w:val="005B2EBD"/>
    <w:rsid w:val="005B342B"/>
    <w:rsid w:val="005B3C06"/>
    <w:rsid w:val="005B3DE5"/>
    <w:rsid w:val="005B49B3"/>
    <w:rsid w:val="005B4B77"/>
    <w:rsid w:val="005B54E8"/>
    <w:rsid w:val="005B5AC6"/>
    <w:rsid w:val="005B68B8"/>
    <w:rsid w:val="005B71D2"/>
    <w:rsid w:val="005B7232"/>
    <w:rsid w:val="005B7AC7"/>
    <w:rsid w:val="005C0292"/>
    <w:rsid w:val="005C0314"/>
    <w:rsid w:val="005C0500"/>
    <w:rsid w:val="005C0715"/>
    <w:rsid w:val="005C1469"/>
    <w:rsid w:val="005C2064"/>
    <w:rsid w:val="005C222D"/>
    <w:rsid w:val="005C2B4A"/>
    <w:rsid w:val="005C2CA1"/>
    <w:rsid w:val="005C32FA"/>
    <w:rsid w:val="005C34AE"/>
    <w:rsid w:val="005C3540"/>
    <w:rsid w:val="005C3812"/>
    <w:rsid w:val="005C3915"/>
    <w:rsid w:val="005C3D11"/>
    <w:rsid w:val="005C49A8"/>
    <w:rsid w:val="005C55E1"/>
    <w:rsid w:val="005C5E6A"/>
    <w:rsid w:val="005C6192"/>
    <w:rsid w:val="005C63B0"/>
    <w:rsid w:val="005C6706"/>
    <w:rsid w:val="005C68E9"/>
    <w:rsid w:val="005C705E"/>
    <w:rsid w:val="005C7082"/>
    <w:rsid w:val="005C7118"/>
    <w:rsid w:val="005C72F0"/>
    <w:rsid w:val="005C7DF3"/>
    <w:rsid w:val="005C7EF5"/>
    <w:rsid w:val="005D0400"/>
    <w:rsid w:val="005D0612"/>
    <w:rsid w:val="005D088E"/>
    <w:rsid w:val="005D0D26"/>
    <w:rsid w:val="005D0EE1"/>
    <w:rsid w:val="005D11F7"/>
    <w:rsid w:val="005D1CEF"/>
    <w:rsid w:val="005D1D8F"/>
    <w:rsid w:val="005D2011"/>
    <w:rsid w:val="005D2C1B"/>
    <w:rsid w:val="005D3164"/>
    <w:rsid w:val="005D3A35"/>
    <w:rsid w:val="005D3E7E"/>
    <w:rsid w:val="005D3F91"/>
    <w:rsid w:val="005D3FF6"/>
    <w:rsid w:val="005D43B7"/>
    <w:rsid w:val="005D4443"/>
    <w:rsid w:val="005D4725"/>
    <w:rsid w:val="005D4C0C"/>
    <w:rsid w:val="005D4C5F"/>
    <w:rsid w:val="005D55DF"/>
    <w:rsid w:val="005D5D40"/>
    <w:rsid w:val="005D68F0"/>
    <w:rsid w:val="005D694F"/>
    <w:rsid w:val="005D69A4"/>
    <w:rsid w:val="005D6B12"/>
    <w:rsid w:val="005D771A"/>
    <w:rsid w:val="005E00AF"/>
    <w:rsid w:val="005E0179"/>
    <w:rsid w:val="005E06CB"/>
    <w:rsid w:val="005E0CD0"/>
    <w:rsid w:val="005E1100"/>
    <w:rsid w:val="005E1512"/>
    <w:rsid w:val="005E1532"/>
    <w:rsid w:val="005E15A7"/>
    <w:rsid w:val="005E189A"/>
    <w:rsid w:val="005E1AB1"/>
    <w:rsid w:val="005E2190"/>
    <w:rsid w:val="005E257C"/>
    <w:rsid w:val="005E336D"/>
    <w:rsid w:val="005E3FD3"/>
    <w:rsid w:val="005E46AB"/>
    <w:rsid w:val="005E4783"/>
    <w:rsid w:val="005E4C5B"/>
    <w:rsid w:val="005E5026"/>
    <w:rsid w:val="005E55B9"/>
    <w:rsid w:val="005E5897"/>
    <w:rsid w:val="005E602A"/>
    <w:rsid w:val="005E64E7"/>
    <w:rsid w:val="005E6612"/>
    <w:rsid w:val="005E791B"/>
    <w:rsid w:val="005F016E"/>
    <w:rsid w:val="005F029C"/>
    <w:rsid w:val="005F0916"/>
    <w:rsid w:val="005F195A"/>
    <w:rsid w:val="005F1B0B"/>
    <w:rsid w:val="005F1BD5"/>
    <w:rsid w:val="005F1BE9"/>
    <w:rsid w:val="005F1E93"/>
    <w:rsid w:val="005F23FE"/>
    <w:rsid w:val="005F2495"/>
    <w:rsid w:val="005F2886"/>
    <w:rsid w:val="005F2E38"/>
    <w:rsid w:val="005F3122"/>
    <w:rsid w:val="005F36DB"/>
    <w:rsid w:val="005F37D3"/>
    <w:rsid w:val="005F3A12"/>
    <w:rsid w:val="005F41DB"/>
    <w:rsid w:val="005F53FA"/>
    <w:rsid w:val="005F63E3"/>
    <w:rsid w:val="005F644F"/>
    <w:rsid w:val="005F6C71"/>
    <w:rsid w:val="005F6CFF"/>
    <w:rsid w:val="005F7E9F"/>
    <w:rsid w:val="00600C8D"/>
    <w:rsid w:val="00601237"/>
    <w:rsid w:val="006017BB"/>
    <w:rsid w:val="00601B37"/>
    <w:rsid w:val="00601F6E"/>
    <w:rsid w:val="006020C1"/>
    <w:rsid w:val="0060285C"/>
    <w:rsid w:val="00602BCE"/>
    <w:rsid w:val="00603820"/>
    <w:rsid w:val="00603F8E"/>
    <w:rsid w:val="00603FE6"/>
    <w:rsid w:val="00604C47"/>
    <w:rsid w:val="00605162"/>
    <w:rsid w:val="0060542B"/>
    <w:rsid w:val="00606066"/>
    <w:rsid w:val="00606C54"/>
    <w:rsid w:val="006071DB"/>
    <w:rsid w:val="00607490"/>
    <w:rsid w:val="0060797A"/>
    <w:rsid w:val="00607A7A"/>
    <w:rsid w:val="00607DF6"/>
    <w:rsid w:val="0061031F"/>
    <w:rsid w:val="0061075B"/>
    <w:rsid w:val="006108E3"/>
    <w:rsid w:val="00610BC0"/>
    <w:rsid w:val="00610D64"/>
    <w:rsid w:val="00610F52"/>
    <w:rsid w:val="00611168"/>
    <w:rsid w:val="00611AEB"/>
    <w:rsid w:val="00611C56"/>
    <w:rsid w:val="00613195"/>
    <w:rsid w:val="006131C5"/>
    <w:rsid w:val="00613534"/>
    <w:rsid w:val="00613C93"/>
    <w:rsid w:val="006146D8"/>
    <w:rsid w:val="00615131"/>
    <w:rsid w:val="00615404"/>
    <w:rsid w:val="00615B3B"/>
    <w:rsid w:val="00615B5B"/>
    <w:rsid w:val="0061655C"/>
    <w:rsid w:val="00616811"/>
    <w:rsid w:val="0061685F"/>
    <w:rsid w:val="00616B63"/>
    <w:rsid w:val="00616C2F"/>
    <w:rsid w:val="006205BE"/>
    <w:rsid w:val="00620C12"/>
    <w:rsid w:val="00620C27"/>
    <w:rsid w:val="00620D92"/>
    <w:rsid w:val="0062178C"/>
    <w:rsid w:val="00621A89"/>
    <w:rsid w:val="00621B30"/>
    <w:rsid w:val="006226D9"/>
    <w:rsid w:val="00622B63"/>
    <w:rsid w:val="0062368C"/>
    <w:rsid w:val="00623805"/>
    <w:rsid w:val="0062395A"/>
    <w:rsid w:val="00623ABF"/>
    <w:rsid w:val="00623B75"/>
    <w:rsid w:val="00623D47"/>
    <w:rsid w:val="006243B0"/>
    <w:rsid w:val="00625C0A"/>
    <w:rsid w:val="00625E11"/>
    <w:rsid w:val="00626330"/>
    <w:rsid w:val="006266EC"/>
    <w:rsid w:val="00626D4C"/>
    <w:rsid w:val="0062714C"/>
    <w:rsid w:val="006277D4"/>
    <w:rsid w:val="00630826"/>
    <w:rsid w:val="00630942"/>
    <w:rsid w:val="00630C46"/>
    <w:rsid w:val="0063135B"/>
    <w:rsid w:val="0063182B"/>
    <w:rsid w:val="00631CA5"/>
    <w:rsid w:val="0063289D"/>
    <w:rsid w:val="0063293C"/>
    <w:rsid w:val="00632ED4"/>
    <w:rsid w:val="006333D7"/>
    <w:rsid w:val="006339F6"/>
    <w:rsid w:val="00633E19"/>
    <w:rsid w:val="0063401E"/>
    <w:rsid w:val="006341AE"/>
    <w:rsid w:val="0063451C"/>
    <w:rsid w:val="006345B1"/>
    <w:rsid w:val="00634665"/>
    <w:rsid w:val="006348F5"/>
    <w:rsid w:val="0063507D"/>
    <w:rsid w:val="006350F1"/>
    <w:rsid w:val="006359F3"/>
    <w:rsid w:val="006371E8"/>
    <w:rsid w:val="00637318"/>
    <w:rsid w:val="0063759D"/>
    <w:rsid w:val="00640185"/>
    <w:rsid w:val="006403DB"/>
    <w:rsid w:val="00640DA0"/>
    <w:rsid w:val="00640F5D"/>
    <w:rsid w:val="00640FB6"/>
    <w:rsid w:val="006419FA"/>
    <w:rsid w:val="006420A3"/>
    <w:rsid w:val="00642125"/>
    <w:rsid w:val="00642295"/>
    <w:rsid w:val="006429E0"/>
    <w:rsid w:val="006433CA"/>
    <w:rsid w:val="00643987"/>
    <w:rsid w:val="00643CE2"/>
    <w:rsid w:val="00643DBF"/>
    <w:rsid w:val="006440B4"/>
    <w:rsid w:val="0064490F"/>
    <w:rsid w:val="00644A31"/>
    <w:rsid w:val="00644CD2"/>
    <w:rsid w:val="0064500A"/>
    <w:rsid w:val="00645224"/>
    <w:rsid w:val="00645327"/>
    <w:rsid w:val="00645427"/>
    <w:rsid w:val="00645630"/>
    <w:rsid w:val="006459D5"/>
    <w:rsid w:val="00645E07"/>
    <w:rsid w:val="00645EC5"/>
    <w:rsid w:val="00645F91"/>
    <w:rsid w:val="006464BA"/>
    <w:rsid w:val="0064775E"/>
    <w:rsid w:val="006500FD"/>
    <w:rsid w:val="0065024F"/>
    <w:rsid w:val="0065068C"/>
    <w:rsid w:val="0065072A"/>
    <w:rsid w:val="00650A19"/>
    <w:rsid w:val="00650ADA"/>
    <w:rsid w:val="0065101D"/>
    <w:rsid w:val="00651047"/>
    <w:rsid w:val="00651874"/>
    <w:rsid w:val="00651B1F"/>
    <w:rsid w:val="00652BA9"/>
    <w:rsid w:val="006532AC"/>
    <w:rsid w:val="006536F6"/>
    <w:rsid w:val="00653787"/>
    <w:rsid w:val="00653DA5"/>
    <w:rsid w:val="006541F2"/>
    <w:rsid w:val="00654826"/>
    <w:rsid w:val="006548E7"/>
    <w:rsid w:val="00654922"/>
    <w:rsid w:val="00655CD3"/>
    <w:rsid w:val="006560A8"/>
    <w:rsid w:val="0065679D"/>
    <w:rsid w:val="006568B9"/>
    <w:rsid w:val="006569B4"/>
    <w:rsid w:val="00656D33"/>
    <w:rsid w:val="00656D9B"/>
    <w:rsid w:val="0065725E"/>
    <w:rsid w:val="006577C8"/>
    <w:rsid w:val="00657883"/>
    <w:rsid w:val="006600DA"/>
    <w:rsid w:val="006600E5"/>
    <w:rsid w:val="0066092D"/>
    <w:rsid w:val="00660A17"/>
    <w:rsid w:val="00660A3A"/>
    <w:rsid w:val="00660B03"/>
    <w:rsid w:val="00662012"/>
    <w:rsid w:val="00662317"/>
    <w:rsid w:val="006625D7"/>
    <w:rsid w:val="006627FA"/>
    <w:rsid w:val="00662CA9"/>
    <w:rsid w:val="00662FB9"/>
    <w:rsid w:val="0066327B"/>
    <w:rsid w:val="006639BF"/>
    <w:rsid w:val="00663A84"/>
    <w:rsid w:val="006641B1"/>
    <w:rsid w:val="0066474A"/>
    <w:rsid w:val="006647C9"/>
    <w:rsid w:val="00664831"/>
    <w:rsid w:val="006648EB"/>
    <w:rsid w:val="00664DE9"/>
    <w:rsid w:val="00665BC9"/>
    <w:rsid w:val="00665C0A"/>
    <w:rsid w:val="00665F3F"/>
    <w:rsid w:val="00666077"/>
    <w:rsid w:val="00666434"/>
    <w:rsid w:val="00666EA5"/>
    <w:rsid w:val="00667494"/>
    <w:rsid w:val="00667C21"/>
    <w:rsid w:val="00667CCF"/>
    <w:rsid w:val="006706B7"/>
    <w:rsid w:val="0067082B"/>
    <w:rsid w:val="00670B50"/>
    <w:rsid w:val="00670C08"/>
    <w:rsid w:val="00670C0C"/>
    <w:rsid w:val="00670F1E"/>
    <w:rsid w:val="00670FFD"/>
    <w:rsid w:val="006711DD"/>
    <w:rsid w:val="00671588"/>
    <w:rsid w:val="00671BD8"/>
    <w:rsid w:val="00671F5A"/>
    <w:rsid w:val="006720EA"/>
    <w:rsid w:val="006728BA"/>
    <w:rsid w:val="00672B47"/>
    <w:rsid w:val="00672CA0"/>
    <w:rsid w:val="00672EA4"/>
    <w:rsid w:val="00672EFE"/>
    <w:rsid w:val="006734D8"/>
    <w:rsid w:val="00673513"/>
    <w:rsid w:val="006735A9"/>
    <w:rsid w:val="006735CD"/>
    <w:rsid w:val="0067370D"/>
    <w:rsid w:val="00673E67"/>
    <w:rsid w:val="00673FBA"/>
    <w:rsid w:val="00674815"/>
    <w:rsid w:val="0067524F"/>
    <w:rsid w:val="0067534B"/>
    <w:rsid w:val="00675BBA"/>
    <w:rsid w:val="0067653B"/>
    <w:rsid w:val="006767C0"/>
    <w:rsid w:val="00676B1F"/>
    <w:rsid w:val="00677263"/>
    <w:rsid w:val="006772CA"/>
    <w:rsid w:val="00677D7D"/>
    <w:rsid w:val="00677F0C"/>
    <w:rsid w:val="006805DC"/>
    <w:rsid w:val="00680EC1"/>
    <w:rsid w:val="00681185"/>
    <w:rsid w:val="006812E4"/>
    <w:rsid w:val="006819C6"/>
    <w:rsid w:val="00681DFD"/>
    <w:rsid w:val="00681FEA"/>
    <w:rsid w:val="006822A7"/>
    <w:rsid w:val="00682DFD"/>
    <w:rsid w:val="00682F6C"/>
    <w:rsid w:val="00683139"/>
    <w:rsid w:val="006837FC"/>
    <w:rsid w:val="0068391B"/>
    <w:rsid w:val="00683A14"/>
    <w:rsid w:val="00683A67"/>
    <w:rsid w:val="00683DC1"/>
    <w:rsid w:val="00683F2A"/>
    <w:rsid w:val="00684419"/>
    <w:rsid w:val="00684423"/>
    <w:rsid w:val="00686BF3"/>
    <w:rsid w:val="00686C22"/>
    <w:rsid w:val="006875B5"/>
    <w:rsid w:val="00687D3F"/>
    <w:rsid w:val="0069054E"/>
    <w:rsid w:val="006907ED"/>
    <w:rsid w:val="0069105F"/>
    <w:rsid w:val="00691B5A"/>
    <w:rsid w:val="00691B80"/>
    <w:rsid w:val="00691E24"/>
    <w:rsid w:val="00692109"/>
    <w:rsid w:val="00692475"/>
    <w:rsid w:val="0069258F"/>
    <w:rsid w:val="00692697"/>
    <w:rsid w:val="00692B6E"/>
    <w:rsid w:val="0069305C"/>
    <w:rsid w:val="006932D1"/>
    <w:rsid w:val="0069395E"/>
    <w:rsid w:val="00693962"/>
    <w:rsid w:val="00693A2F"/>
    <w:rsid w:val="00693CF6"/>
    <w:rsid w:val="0069424B"/>
    <w:rsid w:val="006942A9"/>
    <w:rsid w:val="006949D0"/>
    <w:rsid w:val="00694C6F"/>
    <w:rsid w:val="0069573B"/>
    <w:rsid w:val="006957DE"/>
    <w:rsid w:val="00695C41"/>
    <w:rsid w:val="00696DA9"/>
    <w:rsid w:val="00696DB2"/>
    <w:rsid w:val="006973CB"/>
    <w:rsid w:val="006975BD"/>
    <w:rsid w:val="0069766E"/>
    <w:rsid w:val="006A05AC"/>
    <w:rsid w:val="006A0836"/>
    <w:rsid w:val="006A08E2"/>
    <w:rsid w:val="006A09A3"/>
    <w:rsid w:val="006A0A61"/>
    <w:rsid w:val="006A11DF"/>
    <w:rsid w:val="006A1B0F"/>
    <w:rsid w:val="006A1FE8"/>
    <w:rsid w:val="006A2724"/>
    <w:rsid w:val="006A31FC"/>
    <w:rsid w:val="006A42E0"/>
    <w:rsid w:val="006A44F1"/>
    <w:rsid w:val="006A45AB"/>
    <w:rsid w:val="006A5468"/>
    <w:rsid w:val="006A5B92"/>
    <w:rsid w:val="006A5C1B"/>
    <w:rsid w:val="006A6793"/>
    <w:rsid w:val="006A6F7C"/>
    <w:rsid w:val="006A7125"/>
    <w:rsid w:val="006A721C"/>
    <w:rsid w:val="006A7423"/>
    <w:rsid w:val="006A78E6"/>
    <w:rsid w:val="006A7AA8"/>
    <w:rsid w:val="006A7ADC"/>
    <w:rsid w:val="006A7E26"/>
    <w:rsid w:val="006B03F0"/>
    <w:rsid w:val="006B09EE"/>
    <w:rsid w:val="006B0BCA"/>
    <w:rsid w:val="006B0CA3"/>
    <w:rsid w:val="006B1924"/>
    <w:rsid w:val="006B20AB"/>
    <w:rsid w:val="006B3360"/>
    <w:rsid w:val="006B3409"/>
    <w:rsid w:val="006B389B"/>
    <w:rsid w:val="006B50E4"/>
    <w:rsid w:val="006B543D"/>
    <w:rsid w:val="006B58A2"/>
    <w:rsid w:val="006B6832"/>
    <w:rsid w:val="006B6C34"/>
    <w:rsid w:val="006B6E09"/>
    <w:rsid w:val="006B6E0C"/>
    <w:rsid w:val="006B6ED3"/>
    <w:rsid w:val="006B7FEA"/>
    <w:rsid w:val="006C0F24"/>
    <w:rsid w:val="006C10C2"/>
    <w:rsid w:val="006C1634"/>
    <w:rsid w:val="006C17DA"/>
    <w:rsid w:val="006C1ADA"/>
    <w:rsid w:val="006C1BA1"/>
    <w:rsid w:val="006C1D7F"/>
    <w:rsid w:val="006C215C"/>
    <w:rsid w:val="006C2426"/>
    <w:rsid w:val="006C2549"/>
    <w:rsid w:val="006C2841"/>
    <w:rsid w:val="006C2DC3"/>
    <w:rsid w:val="006C2DCC"/>
    <w:rsid w:val="006C316E"/>
    <w:rsid w:val="006C333F"/>
    <w:rsid w:val="006C34FF"/>
    <w:rsid w:val="006C3BD3"/>
    <w:rsid w:val="006C4068"/>
    <w:rsid w:val="006C40E3"/>
    <w:rsid w:val="006C46DD"/>
    <w:rsid w:val="006C4C59"/>
    <w:rsid w:val="006C4CE4"/>
    <w:rsid w:val="006C5207"/>
    <w:rsid w:val="006C59BA"/>
    <w:rsid w:val="006C59DF"/>
    <w:rsid w:val="006C5A0D"/>
    <w:rsid w:val="006C5A56"/>
    <w:rsid w:val="006C5BB5"/>
    <w:rsid w:val="006C6233"/>
    <w:rsid w:val="006C6CAE"/>
    <w:rsid w:val="006C6EFE"/>
    <w:rsid w:val="006C73A9"/>
    <w:rsid w:val="006C7973"/>
    <w:rsid w:val="006C7F39"/>
    <w:rsid w:val="006D04A2"/>
    <w:rsid w:val="006D067E"/>
    <w:rsid w:val="006D0A54"/>
    <w:rsid w:val="006D0D55"/>
    <w:rsid w:val="006D13D8"/>
    <w:rsid w:val="006D1654"/>
    <w:rsid w:val="006D2881"/>
    <w:rsid w:val="006D29E0"/>
    <w:rsid w:val="006D2FE2"/>
    <w:rsid w:val="006D4B1A"/>
    <w:rsid w:val="006D5295"/>
    <w:rsid w:val="006D551B"/>
    <w:rsid w:val="006D5615"/>
    <w:rsid w:val="006D58E8"/>
    <w:rsid w:val="006D5BE5"/>
    <w:rsid w:val="006D66BB"/>
    <w:rsid w:val="006D6714"/>
    <w:rsid w:val="006D6B3E"/>
    <w:rsid w:val="006D6BF7"/>
    <w:rsid w:val="006D77D1"/>
    <w:rsid w:val="006D780E"/>
    <w:rsid w:val="006D7B79"/>
    <w:rsid w:val="006E012E"/>
    <w:rsid w:val="006E02D5"/>
    <w:rsid w:val="006E1456"/>
    <w:rsid w:val="006E17E3"/>
    <w:rsid w:val="006E1C45"/>
    <w:rsid w:val="006E20F3"/>
    <w:rsid w:val="006E22DF"/>
    <w:rsid w:val="006E2DD7"/>
    <w:rsid w:val="006E2F08"/>
    <w:rsid w:val="006E331C"/>
    <w:rsid w:val="006E35C7"/>
    <w:rsid w:val="006E37C1"/>
    <w:rsid w:val="006E3DAB"/>
    <w:rsid w:val="006E41D7"/>
    <w:rsid w:val="006E43FE"/>
    <w:rsid w:val="006E4450"/>
    <w:rsid w:val="006E451A"/>
    <w:rsid w:val="006E494E"/>
    <w:rsid w:val="006E4C4F"/>
    <w:rsid w:val="006E4CAA"/>
    <w:rsid w:val="006E4FE8"/>
    <w:rsid w:val="006E5FE2"/>
    <w:rsid w:val="006E6219"/>
    <w:rsid w:val="006E67DB"/>
    <w:rsid w:val="006E6964"/>
    <w:rsid w:val="006E7182"/>
    <w:rsid w:val="006E7FD6"/>
    <w:rsid w:val="006F0223"/>
    <w:rsid w:val="006F04CE"/>
    <w:rsid w:val="006F0DC6"/>
    <w:rsid w:val="006F132E"/>
    <w:rsid w:val="006F284A"/>
    <w:rsid w:val="006F2EB9"/>
    <w:rsid w:val="006F38A4"/>
    <w:rsid w:val="006F3A64"/>
    <w:rsid w:val="006F3A9D"/>
    <w:rsid w:val="006F3C02"/>
    <w:rsid w:val="006F42FA"/>
    <w:rsid w:val="006F4653"/>
    <w:rsid w:val="006F4791"/>
    <w:rsid w:val="006F488E"/>
    <w:rsid w:val="006F4BC4"/>
    <w:rsid w:val="006F4C40"/>
    <w:rsid w:val="006F4FF4"/>
    <w:rsid w:val="006F50EB"/>
    <w:rsid w:val="006F58E7"/>
    <w:rsid w:val="006F5A5A"/>
    <w:rsid w:val="006F5BD8"/>
    <w:rsid w:val="006F5D62"/>
    <w:rsid w:val="006F602E"/>
    <w:rsid w:val="006F6BF4"/>
    <w:rsid w:val="006F6E7E"/>
    <w:rsid w:val="006F6F7C"/>
    <w:rsid w:val="006F7095"/>
    <w:rsid w:val="006F75BC"/>
    <w:rsid w:val="006F7896"/>
    <w:rsid w:val="006F79FA"/>
    <w:rsid w:val="006F7C8D"/>
    <w:rsid w:val="006F7C94"/>
    <w:rsid w:val="007001A3"/>
    <w:rsid w:val="0070093B"/>
    <w:rsid w:val="007009DE"/>
    <w:rsid w:val="00700F05"/>
    <w:rsid w:val="00701E3C"/>
    <w:rsid w:val="007023D5"/>
    <w:rsid w:val="0070257C"/>
    <w:rsid w:val="0070285F"/>
    <w:rsid w:val="00702D80"/>
    <w:rsid w:val="00703951"/>
    <w:rsid w:val="00703D5D"/>
    <w:rsid w:val="00703D66"/>
    <w:rsid w:val="007042A7"/>
    <w:rsid w:val="00704612"/>
    <w:rsid w:val="007046BF"/>
    <w:rsid w:val="00704E5E"/>
    <w:rsid w:val="00705A93"/>
    <w:rsid w:val="00705AAE"/>
    <w:rsid w:val="007062FB"/>
    <w:rsid w:val="00706630"/>
    <w:rsid w:val="0070759C"/>
    <w:rsid w:val="00707696"/>
    <w:rsid w:val="007078F7"/>
    <w:rsid w:val="00707C85"/>
    <w:rsid w:val="00707D26"/>
    <w:rsid w:val="007100A1"/>
    <w:rsid w:val="00710641"/>
    <w:rsid w:val="00710B21"/>
    <w:rsid w:val="00710B90"/>
    <w:rsid w:val="00710F40"/>
    <w:rsid w:val="007121E9"/>
    <w:rsid w:val="00712388"/>
    <w:rsid w:val="0071324A"/>
    <w:rsid w:val="007134FF"/>
    <w:rsid w:val="007136B8"/>
    <w:rsid w:val="007139F5"/>
    <w:rsid w:val="00713CB1"/>
    <w:rsid w:val="007141ED"/>
    <w:rsid w:val="00714CD4"/>
    <w:rsid w:val="00714EFA"/>
    <w:rsid w:val="007151A2"/>
    <w:rsid w:val="00715AF8"/>
    <w:rsid w:val="00715C70"/>
    <w:rsid w:val="00716488"/>
    <w:rsid w:val="007164D8"/>
    <w:rsid w:val="00716C1C"/>
    <w:rsid w:val="007176DC"/>
    <w:rsid w:val="007204EC"/>
    <w:rsid w:val="007205E8"/>
    <w:rsid w:val="007216F1"/>
    <w:rsid w:val="00721C2C"/>
    <w:rsid w:val="00721EE0"/>
    <w:rsid w:val="00722972"/>
    <w:rsid w:val="00722BC2"/>
    <w:rsid w:val="00722D4F"/>
    <w:rsid w:val="00723093"/>
    <w:rsid w:val="00723789"/>
    <w:rsid w:val="007238D8"/>
    <w:rsid w:val="00723B9B"/>
    <w:rsid w:val="00723D4C"/>
    <w:rsid w:val="00723EB3"/>
    <w:rsid w:val="00723F89"/>
    <w:rsid w:val="00724F4E"/>
    <w:rsid w:val="007254B2"/>
    <w:rsid w:val="0072555C"/>
    <w:rsid w:val="00725838"/>
    <w:rsid w:val="00725C1F"/>
    <w:rsid w:val="00725D93"/>
    <w:rsid w:val="00726598"/>
    <w:rsid w:val="00726ACD"/>
    <w:rsid w:val="00726EBF"/>
    <w:rsid w:val="00726FD1"/>
    <w:rsid w:val="007272F6"/>
    <w:rsid w:val="007275BE"/>
    <w:rsid w:val="00727891"/>
    <w:rsid w:val="007301AB"/>
    <w:rsid w:val="00730825"/>
    <w:rsid w:val="00730D2C"/>
    <w:rsid w:val="0073129F"/>
    <w:rsid w:val="00731855"/>
    <w:rsid w:val="00731D82"/>
    <w:rsid w:val="00731FB9"/>
    <w:rsid w:val="0073266B"/>
    <w:rsid w:val="00732AC1"/>
    <w:rsid w:val="00733212"/>
    <w:rsid w:val="007334DA"/>
    <w:rsid w:val="00733794"/>
    <w:rsid w:val="0073381F"/>
    <w:rsid w:val="00733B63"/>
    <w:rsid w:val="00734925"/>
    <w:rsid w:val="0073521F"/>
    <w:rsid w:val="007354FD"/>
    <w:rsid w:val="007358CB"/>
    <w:rsid w:val="00735957"/>
    <w:rsid w:val="00735AA1"/>
    <w:rsid w:val="00736245"/>
    <w:rsid w:val="00736EAE"/>
    <w:rsid w:val="00737563"/>
    <w:rsid w:val="0073764D"/>
    <w:rsid w:val="00737672"/>
    <w:rsid w:val="00737719"/>
    <w:rsid w:val="00737818"/>
    <w:rsid w:val="00737860"/>
    <w:rsid w:val="00737B4B"/>
    <w:rsid w:val="00740464"/>
    <w:rsid w:val="00740746"/>
    <w:rsid w:val="007409B2"/>
    <w:rsid w:val="00740FC8"/>
    <w:rsid w:val="00740FCB"/>
    <w:rsid w:val="007410C8"/>
    <w:rsid w:val="007416F3"/>
    <w:rsid w:val="007418B7"/>
    <w:rsid w:val="00741BE7"/>
    <w:rsid w:val="00741CA9"/>
    <w:rsid w:val="00742117"/>
    <w:rsid w:val="00742290"/>
    <w:rsid w:val="00742CA5"/>
    <w:rsid w:val="00742F1F"/>
    <w:rsid w:val="00742F29"/>
    <w:rsid w:val="00742F46"/>
    <w:rsid w:val="00743096"/>
    <w:rsid w:val="007437C5"/>
    <w:rsid w:val="00744B88"/>
    <w:rsid w:val="00744C40"/>
    <w:rsid w:val="007451CB"/>
    <w:rsid w:val="007457D0"/>
    <w:rsid w:val="00746383"/>
    <w:rsid w:val="00746700"/>
    <w:rsid w:val="00746726"/>
    <w:rsid w:val="00746A15"/>
    <w:rsid w:val="00746B6B"/>
    <w:rsid w:val="00746CB2"/>
    <w:rsid w:val="00747C3B"/>
    <w:rsid w:val="00747F8C"/>
    <w:rsid w:val="00751ABB"/>
    <w:rsid w:val="00751CF8"/>
    <w:rsid w:val="00751D75"/>
    <w:rsid w:val="00752126"/>
    <w:rsid w:val="007529C2"/>
    <w:rsid w:val="00752F2D"/>
    <w:rsid w:val="0075325B"/>
    <w:rsid w:val="00753310"/>
    <w:rsid w:val="007538F6"/>
    <w:rsid w:val="00753B30"/>
    <w:rsid w:val="0075471F"/>
    <w:rsid w:val="007547F8"/>
    <w:rsid w:val="00754B14"/>
    <w:rsid w:val="00754B1C"/>
    <w:rsid w:val="00755624"/>
    <w:rsid w:val="007564D8"/>
    <w:rsid w:val="007564E9"/>
    <w:rsid w:val="00756563"/>
    <w:rsid w:val="007566CF"/>
    <w:rsid w:val="0075682D"/>
    <w:rsid w:val="0075687E"/>
    <w:rsid w:val="00756EA9"/>
    <w:rsid w:val="00757BF2"/>
    <w:rsid w:val="00757D24"/>
    <w:rsid w:val="00760050"/>
    <w:rsid w:val="00760A78"/>
    <w:rsid w:val="00760BB5"/>
    <w:rsid w:val="00760E90"/>
    <w:rsid w:val="00761770"/>
    <w:rsid w:val="00761A62"/>
    <w:rsid w:val="0076211F"/>
    <w:rsid w:val="00762982"/>
    <w:rsid w:val="00762C2B"/>
    <w:rsid w:val="00762F52"/>
    <w:rsid w:val="00763021"/>
    <w:rsid w:val="007630A4"/>
    <w:rsid w:val="00763A40"/>
    <w:rsid w:val="00764056"/>
    <w:rsid w:val="007641DE"/>
    <w:rsid w:val="00765A5A"/>
    <w:rsid w:val="00765AC6"/>
    <w:rsid w:val="00765C14"/>
    <w:rsid w:val="00765FE4"/>
    <w:rsid w:val="0076630B"/>
    <w:rsid w:val="007663A0"/>
    <w:rsid w:val="00766E75"/>
    <w:rsid w:val="00767151"/>
    <w:rsid w:val="00767457"/>
    <w:rsid w:val="007674F5"/>
    <w:rsid w:val="0076766C"/>
    <w:rsid w:val="007677E5"/>
    <w:rsid w:val="00767943"/>
    <w:rsid w:val="00767BA7"/>
    <w:rsid w:val="007706CD"/>
    <w:rsid w:val="00770D42"/>
    <w:rsid w:val="00771251"/>
    <w:rsid w:val="00771A05"/>
    <w:rsid w:val="00772149"/>
    <w:rsid w:val="00772C76"/>
    <w:rsid w:val="007732DB"/>
    <w:rsid w:val="00774228"/>
    <w:rsid w:val="007744AF"/>
    <w:rsid w:val="00774B31"/>
    <w:rsid w:val="00774D14"/>
    <w:rsid w:val="00774DDF"/>
    <w:rsid w:val="00774ECA"/>
    <w:rsid w:val="007755F5"/>
    <w:rsid w:val="007758C8"/>
    <w:rsid w:val="007759C0"/>
    <w:rsid w:val="00776BDF"/>
    <w:rsid w:val="00776DDB"/>
    <w:rsid w:val="0077768B"/>
    <w:rsid w:val="00777A25"/>
    <w:rsid w:val="0078052A"/>
    <w:rsid w:val="00780B6B"/>
    <w:rsid w:val="00780E03"/>
    <w:rsid w:val="00781D3C"/>
    <w:rsid w:val="00781EA9"/>
    <w:rsid w:val="00781FD6"/>
    <w:rsid w:val="00782101"/>
    <w:rsid w:val="007822C4"/>
    <w:rsid w:val="00782683"/>
    <w:rsid w:val="0078284A"/>
    <w:rsid w:val="007828E8"/>
    <w:rsid w:val="00783347"/>
    <w:rsid w:val="00783566"/>
    <w:rsid w:val="00783AD4"/>
    <w:rsid w:val="00783E59"/>
    <w:rsid w:val="00784156"/>
    <w:rsid w:val="007841C9"/>
    <w:rsid w:val="007847D3"/>
    <w:rsid w:val="00784AC2"/>
    <w:rsid w:val="00784CAB"/>
    <w:rsid w:val="00784DD4"/>
    <w:rsid w:val="00784F33"/>
    <w:rsid w:val="0078592B"/>
    <w:rsid w:val="007862C9"/>
    <w:rsid w:val="007863B1"/>
    <w:rsid w:val="00786A5C"/>
    <w:rsid w:val="0078705B"/>
    <w:rsid w:val="00787B58"/>
    <w:rsid w:val="00790210"/>
    <w:rsid w:val="0079060B"/>
    <w:rsid w:val="00790B8B"/>
    <w:rsid w:val="0079205F"/>
    <w:rsid w:val="00792A47"/>
    <w:rsid w:val="00792CD6"/>
    <w:rsid w:val="00792CF5"/>
    <w:rsid w:val="00793208"/>
    <w:rsid w:val="00793E9A"/>
    <w:rsid w:val="007948C6"/>
    <w:rsid w:val="00794B65"/>
    <w:rsid w:val="00795431"/>
    <w:rsid w:val="007955AD"/>
    <w:rsid w:val="007959F2"/>
    <w:rsid w:val="00795A7E"/>
    <w:rsid w:val="00797092"/>
    <w:rsid w:val="007971F3"/>
    <w:rsid w:val="00797AB6"/>
    <w:rsid w:val="00797B4A"/>
    <w:rsid w:val="00797DD6"/>
    <w:rsid w:val="00797DE3"/>
    <w:rsid w:val="007A0A81"/>
    <w:rsid w:val="007A18DB"/>
    <w:rsid w:val="007A1B4F"/>
    <w:rsid w:val="007A2147"/>
    <w:rsid w:val="007A23D5"/>
    <w:rsid w:val="007A24F7"/>
    <w:rsid w:val="007A2B07"/>
    <w:rsid w:val="007A2B8E"/>
    <w:rsid w:val="007A2CB2"/>
    <w:rsid w:val="007A318C"/>
    <w:rsid w:val="007A3974"/>
    <w:rsid w:val="007A3BB2"/>
    <w:rsid w:val="007A3C15"/>
    <w:rsid w:val="007A42E7"/>
    <w:rsid w:val="007A4707"/>
    <w:rsid w:val="007A4952"/>
    <w:rsid w:val="007A4C74"/>
    <w:rsid w:val="007A532E"/>
    <w:rsid w:val="007A590B"/>
    <w:rsid w:val="007A606B"/>
    <w:rsid w:val="007A6590"/>
    <w:rsid w:val="007A6633"/>
    <w:rsid w:val="007A668C"/>
    <w:rsid w:val="007A6ACE"/>
    <w:rsid w:val="007A6ED7"/>
    <w:rsid w:val="007A71B4"/>
    <w:rsid w:val="007A779A"/>
    <w:rsid w:val="007B07D1"/>
    <w:rsid w:val="007B0BB4"/>
    <w:rsid w:val="007B12DB"/>
    <w:rsid w:val="007B1535"/>
    <w:rsid w:val="007B2014"/>
    <w:rsid w:val="007B219D"/>
    <w:rsid w:val="007B2749"/>
    <w:rsid w:val="007B2B7D"/>
    <w:rsid w:val="007B2B93"/>
    <w:rsid w:val="007B2B9E"/>
    <w:rsid w:val="007B310C"/>
    <w:rsid w:val="007B335D"/>
    <w:rsid w:val="007B3534"/>
    <w:rsid w:val="007B379B"/>
    <w:rsid w:val="007B3803"/>
    <w:rsid w:val="007B4163"/>
    <w:rsid w:val="007B42BC"/>
    <w:rsid w:val="007B49FF"/>
    <w:rsid w:val="007B4A42"/>
    <w:rsid w:val="007B5094"/>
    <w:rsid w:val="007B52D4"/>
    <w:rsid w:val="007B53D5"/>
    <w:rsid w:val="007B54B8"/>
    <w:rsid w:val="007B5688"/>
    <w:rsid w:val="007B583C"/>
    <w:rsid w:val="007B61EE"/>
    <w:rsid w:val="007B6271"/>
    <w:rsid w:val="007B689B"/>
    <w:rsid w:val="007B6BDC"/>
    <w:rsid w:val="007B7A41"/>
    <w:rsid w:val="007C01F8"/>
    <w:rsid w:val="007C0246"/>
    <w:rsid w:val="007C0763"/>
    <w:rsid w:val="007C0871"/>
    <w:rsid w:val="007C1310"/>
    <w:rsid w:val="007C1368"/>
    <w:rsid w:val="007C1687"/>
    <w:rsid w:val="007C1992"/>
    <w:rsid w:val="007C1B3A"/>
    <w:rsid w:val="007C212D"/>
    <w:rsid w:val="007C2161"/>
    <w:rsid w:val="007C25E0"/>
    <w:rsid w:val="007C318F"/>
    <w:rsid w:val="007C3E13"/>
    <w:rsid w:val="007C467D"/>
    <w:rsid w:val="007C46D7"/>
    <w:rsid w:val="007C492D"/>
    <w:rsid w:val="007C4A16"/>
    <w:rsid w:val="007C56D3"/>
    <w:rsid w:val="007C58BE"/>
    <w:rsid w:val="007C59E2"/>
    <w:rsid w:val="007C5BFE"/>
    <w:rsid w:val="007C5D6F"/>
    <w:rsid w:val="007C6033"/>
    <w:rsid w:val="007C6A23"/>
    <w:rsid w:val="007C6D12"/>
    <w:rsid w:val="007C7068"/>
    <w:rsid w:val="007C760B"/>
    <w:rsid w:val="007C7DE2"/>
    <w:rsid w:val="007D0A4B"/>
    <w:rsid w:val="007D15C8"/>
    <w:rsid w:val="007D1D3C"/>
    <w:rsid w:val="007D2970"/>
    <w:rsid w:val="007D2B42"/>
    <w:rsid w:val="007D2C22"/>
    <w:rsid w:val="007D2CA0"/>
    <w:rsid w:val="007D3005"/>
    <w:rsid w:val="007D3686"/>
    <w:rsid w:val="007D37A1"/>
    <w:rsid w:val="007D3A1D"/>
    <w:rsid w:val="007D3B4D"/>
    <w:rsid w:val="007D3C98"/>
    <w:rsid w:val="007D3DCD"/>
    <w:rsid w:val="007D40C2"/>
    <w:rsid w:val="007D4252"/>
    <w:rsid w:val="007D4768"/>
    <w:rsid w:val="007D4C20"/>
    <w:rsid w:val="007D4F06"/>
    <w:rsid w:val="007D5346"/>
    <w:rsid w:val="007D578C"/>
    <w:rsid w:val="007D57B0"/>
    <w:rsid w:val="007D5F00"/>
    <w:rsid w:val="007D62C5"/>
    <w:rsid w:val="007D679D"/>
    <w:rsid w:val="007D679E"/>
    <w:rsid w:val="007D6ADC"/>
    <w:rsid w:val="007D6C58"/>
    <w:rsid w:val="007D6E39"/>
    <w:rsid w:val="007D782C"/>
    <w:rsid w:val="007D7928"/>
    <w:rsid w:val="007E0040"/>
    <w:rsid w:val="007E02E3"/>
    <w:rsid w:val="007E0952"/>
    <w:rsid w:val="007E0A2B"/>
    <w:rsid w:val="007E0D05"/>
    <w:rsid w:val="007E1287"/>
    <w:rsid w:val="007E13ED"/>
    <w:rsid w:val="007E146A"/>
    <w:rsid w:val="007E193A"/>
    <w:rsid w:val="007E1BA2"/>
    <w:rsid w:val="007E1DB4"/>
    <w:rsid w:val="007E1EE4"/>
    <w:rsid w:val="007E2917"/>
    <w:rsid w:val="007E29CA"/>
    <w:rsid w:val="007E2B8F"/>
    <w:rsid w:val="007E318A"/>
    <w:rsid w:val="007E3AC2"/>
    <w:rsid w:val="007E41AF"/>
    <w:rsid w:val="007E4819"/>
    <w:rsid w:val="007E4BF2"/>
    <w:rsid w:val="007E4CE0"/>
    <w:rsid w:val="007E56CE"/>
    <w:rsid w:val="007E5AAB"/>
    <w:rsid w:val="007E6023"/>
    <w:rsid w:val="007E675B"/>
    <w:rsid w:val="007E6EA8"/>
    <w:rsid w:val="007E6F54"/>
    <w:rsid w:val="007E7101"/>
    <w:rsid w:val="007E71A9"/>
    <w:rsid w:val="007E797A"/>
    <w:rsid w:val="007F01C7"/>
    <w:rsid w:val="007F050C"/>
    <w:rsid w:val="007F08F7"/>
    <w:rsid w:val="007F0FDA"/>
    <w:rsid w:val="007F1043"/>
    <w:rsid w:val="007F13C8"/>
    <w:rsid w:val="007F14B4"/>
    <w:rsid w:val="007F1C99"/>
    <w:rsid w:val="007F1F8E"/>
    <w:rsid w:val="007F1FC5"/>
    <w:rsid w:val="007F2BF1"/>
    <w:rsid w:val="007F39E0"/>
    <w:rsid w:val="007F3CE7"/>
    <w:rsid w:val="007F4B96"/>
    <w:rsid w:val="007F4FA2"/>
    <w:rsid w:val="007F5096"/>
    <w:rsid w:val="007F511C"/>
    <w:rsid w:val="007F5287"/>
    <w:rsid w:val="007F537D"/>
    <w:rsid w:val="007F5712"/>
    <w:rsid w:val="007F5D3F"/>
    <w:rsid w:val="007F66D2"/>
    <w:rsid w:val="007F6804"/>
    <w:rsid w:val="007F68EF"/>
    <w:rsid w:val="007F6A52"/>
    <w:rsid w:val="007F6F24"/>
    <w:rsid w:val="007F701A"/>
    <w:rsid w:val="007F713B"/>
    <w:rsid w:val="007F7622"/>
    <w:rsid w:val="007F789E"/>
    <w:rsid w:val="007F79F5"/>
    <w:rsid w:val="0080004F"/>
    <w:rsid w:val="008002DB"/>
    <w:rsid w:val="00800BDD"/>
    <w:rsid w:val="008015C3"/>
    <w:rsid w:val="00801C16"/>
    <w:rsid w:val="00802197"/>
    <w:rsid w:val="008026A8"/>
    <w:rsid w:val="00803745"/>
    <w:rsid w:val="00804229"/>
    <w:rsid w:val="00804FD6"/>
    <w:rsid w:val="0080592C"/>
    <w:rsid w:val="00806212"/>
    <w:rsid w:val="00806325"/>
    <w:rsid w:val="0080655C"/>
    <w:rsid w:val="008065EF"/>
    <w:rsid w:val="00806712"/>
    <w:rsid w:val="00807009"/>
    <w:rsid w:val="00807027"/>
    <w:rsid w:val="0080707C"/>
    <w:rsid w:val="0080726C"/>
    <w:rsid w:val="0080729B"/>
    <w:rsid w:val="008072E9"/>
    <w:rsid w:val="0080795D"/>
    <w:rsid w:val="00807CF2"/>
    <w:rsid w:val="00810375"/>
    <w:rsid w:val="00810464"/>
    <w:rsid w:val="008104E4"/>
    <w:rsid w:val="00810D18"/>
    <w:rsid w:val="00811AB9"/>
    <w:rsid w:val="00811B8C"/>
    <w:rsid w:val="00811F3E"/>
    <w:rsid w:val="008126C5"/>
    <w:rsid w:val="00812956"/>
    <w:rsid w:val="0081305B"/>
    <w:rsid w:val="00813798"/>
    <w:rsid w:val="008138B0"/>
    <w:rsid w:val="008141EF"/>
    <w:rsid w:val="008142A9"/>
    <w:rsid w:val="008142E1"/>
    <w:rsid w:val="00815A29"/>
    <w:rsid w:val="00815E19"/>
    <w:rsid w:val="008160E1"/>
    <w:rsid w:val="008171B1"/>
    <w:rsid w:val="008174A9"/>
    <w:rsid w:val="00817665"/>
    <w:rsid w:val="00817A16"/>
    <w:rsid w:val="0082019C"/>
    <w:rsid w:val="0082034D"/>
    <w:rsid w:val="00820AAE"/>
    <w:rsid w:val="008210C5"/>
    <w:rsid w:val="0082134B"/>
    <w:rsid w:val="00821373"/>
    <w:rsid w:val="008215F0"/>
    <w:rsid w:val="00821733"/>
    <w:rsid w:val="00821823"/>
    <w:rsid w:val="00822120"/>
    <w:rsid w:val="008223AC"/>
    <w:rsid w:val="008223F9"/>
    <w:rsid w:val="0082245A"/>
    <w:rsid w:val="00822E59"/>
    <w:rsid w:val="008231BD"/>
    <w:rsid w:val="00823464"/>
    <w:rsid w:val="00823989"/>
    <w:rsid w:val="00823C34"/>
    <w:rsid w:val="00823F1F"/>
    <w:rsid w:val="008241FF"/>
    <w:rsid w:val="008243AC"/>
    <w:rsid w:val="008245AD"/>
    <w:rsid w:val="00824D2D"/>
    <w:rsid w:val="0082514D"/>
    <w:rsid w:val="008253B2"/>
    <w:rsid w:val="00825642"/>
    <w:rsid w:val="008258CE"/>
    <w:rsid w:val="00825EDD"/>
    <w:rsid w:val="00826FE4"/>
    <w:rsid w:val="00827102"/>
    <w:rsid w:val="00827115"/>
    <w:rsid w:val="008276B9"/>
    <w:rsid w:val="00827E9F"/>
    <w:rsid w:val="00827FB6"/>
    <w:rsid w:val="00830324"/>
    <w:rsid w:val="008303C5"/>
    <w:rsid w:val="00830C1C"/>
    <w:rsid w:val="00830DB0"/>
    <w:rsid w:val="00830DC4"/>
    <w:rsid w:val="00831721"/>
    <w:rsid w:val="00831AF7"/>
    <w:rsid w:val="00831E8B"/>
    <w:rsid w:val="00832049"/>
    <w:rsid w:val="00832C66"/>
    <w:rsid w:val="0083339F"/>
    <w:rsid w:val="0083358B"/>
    <w:rsid w:val="00833638"/>
    <w:rsid w:val="00833840"/>
    <w:rsid w:val="00833BE1"/>
    <w:rsid w:val="008345CB"/>
    <w:rsid w:val="008349AD"/>
    <w:rsid w:val="00834DC1"/>
    <w:rsid w:val="00834DF9"/>
    <w:rsid w:val="00834F78"/>
    <w:rsid w:val="008359EB"/>
    <w:rsid w:val="00835FBB"/>
    <w:rsid w:val="00836051"/>
    <w:rsid w:val="00836176"/>
    <w:rsid w:val="00836F78"/>
    <w:rsid w:val="00837792"/>
    <w:rsid w:val="00837988"/>
    <w:rsid w:val="008400F5"/>
    <w:rsid w:val="00841797"/>
    <w:rsid w:val="00841823"/>
    <w:rsid w:val="00841A0B"/>
    <w:rsid w:val="00841C2E"/>
    <w:rsid w:val="00841E98"/>
    <w:rsid w:val="00842122"/>
    <w:rsid w:val="00842387"/>
    <w:rsid w:val="008423DE"/>
    <w:rsid w:val="00842406"/>
    <w:rsid w:val="00842A5C"/>
    <w:rsid w:val="00842CB2"/>
    <w:rsid w:val="00842FDA"/>
    <w:rsid w:val="008436F3"/>
    <w:rsid w:val="00843CA8"/>
    <w:rsid w:val="00844633"/>
    <w:rsid w:val="00844BD1"/>
    <w:rsid w:val="00845A82"/>
    <w:rsid w:val="00846456"/>
    <w:rsid w:val="00846C48"/>
    <w:rsid w:val="00846FC5"/>
    <w:rsid w:val="008471D3"/>
    <w:rsid w:val="008472FA"/>
    <w:rsid w:val="00847334"/>
    <w:rsid w:val="008477C7"/>
    <w:rsid w:val="008479D6"/>
    <w:rsid w:val="00847B5E"/>
    <w:rsid w:val="00847D98"/>
    <w:rsid w:val="00850195"/>
    <w:rsid w:val="00850984"/>
    <w:rsid w:val="00850B49"/>
    <w:rsid w:val="0085109F"/>
    <w:rsid w:val="00851DD4"/>
    <w:rsid w:val="008525CA"/>
    <w:rsid w:val="008525E1"/>
    <w:rsid w:val="00852696"/>
    <w:rsid w:val="00852ACB"/>
    <w:rsid w:val="00852C74"/>
    <w:rsid w:val="008532DB"/>
    <w:rsid w:val="00853513"/>
    <w:rsid w:val="008538C3"/>
    <w:rsid w:val="008538EF"/>
    <w:rsid w:val="0085401D"/>
    <w:rsid w:val="008542D2"/>
    <w:rsid w:val="008548DC"/>
    <w:rsid w:val="00855049"/>
    <w:rsid w:val="008551A6"/>
    <w:rsid w:val="008562AD"/>
    <w:rsid w:val="0085650C"/>
    <w:rsid w:val="008568FC"/>
    <w:rsid w:val="008569E0"/>
    <w:rsid w:val="00856FCB"/>
    <w:rsid w:val="00856FEE"/>
    <w:rsid w:val="008570F1"/>
    <w:rsid w:val="00857106"/>
    <w:rsid w:val="00857A69"/>
    <w:rsid w:val="0086016B"/>
    <w:rsid w:val="00860383"/>
    <w:rsid w:val="008606F7"/>
    <w:rsid w:val="0086070F"/>
    <w:rsid w:val="008607E8"/>
    <w:rsid w:val="008607FD"/>
    <w:rsid w:val="00860CBF"/>
    <w:rsid w:val="00861BEE"/>
    <w:rsid w:val="00861F88"/>
    <w:rsid w:val="00861FFD"/>
    <w:rsid w:val="008624B2"/>
    <w:rsid w:val="00862AD5"/>
    <w:rsid w:val="00863176"/>
    <w:rsid w:val="00863405"/>
    <w:rsid w:val="008639CD"/>
    <w:rsid w:val="008642EC"/>
    <w:rsid w:val="00864567"/>
    <w:rsid w:val="00864B78"/>
    <w:rsid w:val="00864F88"/>
    <w:rsid w:val="00865A57"/>
    <w:rsid w:val="00865D42"/>
    <w:rsid w:val="0086628E"/>
    <w:rsid w:val="00866819"/>
    <w:rsid w:val="00866B21"/>
    <w:rsid w:val="00867171"/>
    <w:rsid w:val="008674E3"/>
    <w:rsid w:val="00867CAA"/>
    <w:rsid w:val="0087098E"/>
    <w:rsid w:val="00871630"/>
    <w:rsid w:val="00871819"/>
    <w:rsid w:val="00871B47"/>
    <w:rsid w:val="008720C2"/>
    <w:rsid w:val="00873034"/>
    <w:rsid w:val="00873114"/>
    <w:rsid w:val="008731B9"/>
    <w:rsid w:val="00873841"/>
    <w:rsid w:val="00874004"/>
    <w:rsid w:val="008741FF"/>
    <w:rsid w:val="00874598"/>
    <w:rsid w:val="00874618"/>
    <w:rsid w:val="00874867"/>
    <w:rsid w:val="00874EC5"/>
    <w:rsid w:val="00875005"/>
    <w:rsid w:val="00875522"/>
    <w:rsid w:val="0087575B"/>
    <w:rsid w:val="00875FC6"/>
    <w:rsid w:val="0087601F"/>
    <w:rsid w:val="00876399"/>
    <w:rsid w:val="00876779"/>
    <w:rsid w:val="00876A90"/>
    <w:rsid w:val="00876FDE"/>
    <w:rsid w:val="00876FEF"/>
    <w:rsid w:val="008770AA"/>
    <w:rsid w:val="00877575"/>
    <w:rsid w:val="00880113"/>
    <w:rsid w:val="008802B6"/>
    <w:rsid w:val="00880B79"/>
    <w:rsid w:val="00880FFE"/>
    <w:rsid w:val="008815E1"/>
    <w:rsid w:val="008819A1"/>
    <w:rsid w:val="00883313"/>
    <w:rsid w:val="0088369C"/>
    <w:rsid w:val="0088370A"/>
    <w:rsid w:val="00884E67"/>
    <w:rsid w:val="00884F31"/>
    <w:rsid w:val="008852E4"/>
    <w:rsid w:val="00885548"/>
    <w:rsid w:val="00885AF6"/>
    <w:rsid w:val="00886DCB"/>
    <w:rsid w:val="0088721A"/>
    <w:rsid w:val="008876DF"/>
    <w:rsid w:val="00887B2C"/>
    <w:rsid w:val="00887B9F"/>
    <w:rsid w:val="00887F20"/>
    <w:rsid w:val="00890216"/>
    <w:rsid w:val="0089047B"/>
    <w:rsid w:val="00890B05"/>
    <w:rsid w:val="008918C5"/>
    <w:rsid w:val="008922AF"/>
    <w:rsid w:val="0089240C"/>
    <w:rsid w:val="00892796"/>
    <w:rsid w:val="008928B6"/>
    <w:rsid w:val="00893127"/>
    <w:rsid w:val="008931C5"/>
    <w:rsid w:val="0089343C"/>
    <w:rsid w:val="00893448"/>
    <w:rsid w:val="00893C23"/>
    <w:rsid w:val="0089503E"/>
    <w:rsid w:val="0089527E"/>
    <w:rsid w:val="008952E4"/>
    <w:rsid w:val="00895DCD"/>
    <w:rsid w:val="00895FF6"/>
    <w:rsid w:val="00896BB1"/>
    <w:rsid w:val="00896E41"/>
    <w:rsid w:val="00896F33"/>
    <w:rsid w:val="00897030"/>
    <w:rsid w:val="0089706D"/>
    <w:rsid w:val="00897374"/>
    <w:rsid w:val="008A0630"/>
    <w:rsid w:val="008A0D6C"/>
    <w:rsid w:val="008A102A"/>
    <w:rsid w:val="008A119E"/>
    <w:rsid w:val="008A1440"/>
    <w:rsid w:val="008A170B"/>
    <w:rsid w:val="008A244C"/>
    <w:rsid w:val="008A2532"/>
    <w:rsid w:val="008A275F"/>
    <w:rsid w:val="008A2B4C"/>
    <w:rsid w:val="008A2DC1"/>
    <w:rsid w:val="008A2FA0"/>
    <w:rsid w:val="008A30FD"/>
    <w:rsid w:val="008A355E"/>
    <w:rsid w:val="008A3BB8"/>
    <w:rsid w:val="008A3BF2"/>
    <w:rsid w:val="008A3DDE"/>
    <w:rsid w:val="008A4456"/>
    <w:rsid w:val="008A48C7"/>
    <w:rsid w:val="008A4F06"/>
    <w:rsid w:val="008A516E"/>
    <w:rsid w:val="008A5171"/>
    <w:rsid w:val="008A5700"/>
    <w:rsid w:val="008A6488"/>
    <w:rsid w:val="008A68BB"/>
    <w:rsid w:val="008A6E98"/>
    <w:rsid w:val="008A7729"/>
    <w:rsid w:val="008A7800"/>
    <w:rsid w:val="008A7B1D"/>
    <w:rsid w:val="008B098A"/>
    <w:rsid w:val="008B0DA3"/>
    <w:rsid w:val="008B0E5C"/>
    <w:rsid w:val="008B110C"/>
    <w:rsid w:val="008B11D4"/>
    <w:rsid w:val="008B11D7"/>
    <w:rsid w:val="008B14BC"/>
    <w:rsid w:val="008B25E4"/>
    <w:rsid w:val="008B2C42"/>
    <w:rsid w:val="008B2E77"/>
    <w:rsid w:val="008B37F2"/>
    <w:rsid w:val="008B5657"/>
    <w:rsid w:val="008B5CB1"/>
    <w:rsid w:val="008B5D30"/>
    <w:rsid w:val="008B60F8"/>
    <w:rsid w:val="008B6741"/>
    <w:rsid w:val="008B6CC1"/>
    <w:rsid w:val="008B6E4E"/>
    <w:rsid w:val="008B7689"/>
    <w:rsid w:val="008B7A62"/>
    <w:rsid w:val="008C025A"/>
    <w:rsid w:val="008C08C6"/>
    <w:rsid w:val="008C0960"/>
    <w:rsid w:val="008C0CAE"/>
    <w:rsid w:val="008C1151"/>
    <w:rsid w:val="008C14A4"/>
    <w:rsid w:val="008C18B0"/>
    <w:rsid w:val="008C190A"/>
    <w:rsid w:val="008C1AE9"/>
    <w:rsid w:val="008C20E4"/>
    <w:rsid w:val="008C2330"/>
    <w:rsid w:val="008C2E16"/>
    <w:rsid w:val="008C34DD"/>
    <w:rsid w:val="008C370A"/>
    <w:rsid w:val="008C4177"/>
    <w:rsid w:val="008C42C4"/>
    <w:rsid w:val="008C43E7"/>
    <w:rsid w:val="008C442A"/>
    <w:rsid w:val="008C4E29"/>
    <w:rsid w:val="008C55CF"/>
    <w:rsid w:val="008C574F"/>
    <w:rsid w:val="008C5770"/>
    <w:rsid w:val="008C6567"/>
    <w:rsid w:val="008C6AEF"/>
    <w:rsid w:val="008C6CB7"/>
    <w:rsid w:val="008C764A"/>
    <w:rsid w:val="008D01AA"/>
    <w:rsid w:val="008D0566"/>
    <w:rsid w:val="008D072A"/>
    <w:rsid w:val="008D0811"/>
    <w:rsid w:val="008D0C34"/>
    <w:rsid w:val="008D0FC9"/>
    <w:rsid w:val="008D12A5"/>
    <w:rsid w:val="008D189B"/>
    <w:rsid w:val="008D1F79"/>
    <w:rsid w:val="008D2041"/>
    <w:rsid w:val="008D2180"/>
    <w:rsid w:val="008D2972"/>
    <w:rsid w:val="008D3CEE"/>
    <w:rsid w:val="008D3D52"/>
    <w:rsid w:val="008D419F"/>
    <w:rsid w:val="008D48DF"/>
    <w:rsid w:val="008D48E7"/>
    <w:rsid w:val="008D4A44"/>
    <w:rsid w:val="008D4C33"/>
    <w:rsid w:val="008D604F"/>
    <w:rsid w:val="008D6114"/>
    <w:rsid w:val="008D75FE"/>
    <w:rsid w:val="008D7804"/>
    <w:rsid w:val="008D791F"/>
    <w:rsid w:val="008D7C48"/>
    <w:rsid w:val="008E00A5"/>
    <w:rsid w:val="008E0A5F"/>
    <w:rsid w:val="008E0DB1"/>
    <w:rsid w:val="008E0FE3"/>
    <w:rsid w:val="008E190B"/>
    <w:rsid w:val="008E1A44"/>
    <w:rsid w:val="008E1E75"/>
    <w:rsid w:val="008E1F12"/>
    <w:rsid w:val="008E1F4A"/>
    <w:rsid w:val="008E21EF"/>
    <w:rsid w:val="008E23E0"/>
    <w:rsid w:val="008E25C0"/>
    <w:rsid w:val="008E2603"/>
    <w:rsid w:val="008E2BEB"/>
    <w:rsid w:val="008E2D82"/>
    <w:rsid w:val="008E36C7"/>
    <w:rsid w:val="008E3A13"/>
    <w:rsid w:val="008E428B"/>
    <w:rsid w:val="008E43EB"/>
    <w:rsid w:val="008E4CDF"/>
    <w:rsid w:val="008E4DF0"/>
    <w:rsid w:val="008E4EA8"/>
    <w:rsid w:val="008E574F"/>
    <w:rsid w:val="008E654C"/>
    <w:rsid w:val="008E6CF3"/>
    <w:rsid w:val="008E701E"/>
    <w:rsid w:val="008E72AF"/>
    <w:rsid w:val="008E7ACE"/>
    <w:rsid w:val="008F0262"/>
    <w:rsid w:val="008F0492"/>
    <w:rsid w:val="008F09FC"/>
    <w:rsid w:val="008F0C41"/>
    <w:rsid w:val="008F0C4F"/>
    <w:rsid w:val="008F0FFE"/>
    <w:rsid w:val="008F1275"/>
    <w:rsid w:val="008F1A61"/>
    <w:rsid w:val="008F2FAE"/>
    <w:rsid w:val="008F3E33"/>
    <w:rsid w:val="008F3EBF"/>
    <w:rsid w:val="008F43F5"/>
    <w:rsid w:val="008F47C7"/>
    <w:rsid w:val="008F48B4"/>
    <w:rsid w:val="008F4DCC"/>
    <w:rsid w:val="008F53BF"/>
    <w:rsid w:val="008F54DA"/>
    <w:rsid w:val="008F5656"/>
    <w:rsid w:val="008F5D37"/>
    <w:rsid w:val="008F7042"/>
    <w:rsid w:val="008F709E"/>
    <w:rsid w:val="008F7453"/>
    <w:rsid w:val="008F775B"/>
    <w:rsid w:val="008F7D03"/>
    <w:rsid w:val="008F7EBA"/>
    <w:rsid w:val="00900DF1"/>
    <w:rsid w:val="00900E81"/>
    <w:rsid w:val="0090126C"/>
    <w:rsid w:val="00901937"/>
    <w:rsid w:val="00901C49"/>
    <w:rsid w:val="00902032"/>
    <w:rsid w:val="00902107"/>
    <w:rsid w:val="009023CB"/>
    <w:rsid w:val="0090263C"/>
    <w:rsid w:val="0090294A"/>
    <w:rsid w:val="00902F15"/>
    <w:rsid w:val="0090308C"/>
    <w:rsid w:val="00903495"/>
    <w:rsid w:val="00903C81"/>
    <w:rsid w:val="00904100"/>
    <w:rsid w:val="009046E8"/>
    <w:rsid w:val="009047F7"/>
    <w:rsid w:val="00904933"/>
    <w:rsid w:val="00904A6A"/>
    <w:rsid w:val="009052EE"/>
    <w:rsid w:val="0090534F"/>
    <w:rsid w:val="00905380"/>
    <w:rsid w:val="00905773"/>
    <w:rsid w:val="00905EA8"/>
    <w:rsid w:val="00905F8B"/>
    <w:rsid w:val="00905FF1"/>
    <w:rsid w:val="009066BA"/>
    <w:rsid w:val="00906AF6"/>
    <w:rsid w:val="00906C15"/>
    <w:rsid w:val="00906E7E"/>
    <w:rsid w:val="00906EE6"/>
    <w:rsid w:val="009071B1"/>
    <w:rsid w:val="00907245"/>
    <w:rsid w:val="00907D3E"/>
    <w:rsid w:val="00907E22"/>
    <w:rsid w:val="00907F5C"/>
    <w:rsid w:val="00907F85"/>
    <w:rsid w:val="00910568"/>
    <w:rsid w:val="009115FA"/>
    <w:rsid w:val="00911A6C"/>
    <w:rsid w:val="00911FA1"/>
    <w:rsid w:val="0091200E"/>
    <w:rsid w:val="00912A8A"/>
    <w:rsid w:val="00912C54"/>
    <w:rsid w:val="009135A5"/>
    <w:rsid w:val="009135B3"/>
    <w:rsid w:val="00913CC6"/>
    <w:rsid w:val="00913CD3"/>
    <w:rsid w:val="00913F7A"/>
    <w:rsid w:val="009144AD"/>
    <w:rsid w:val="00914613"/>
    <w:rsid w:val="00914801"/>
    <w:rsid w:val="009148A9"/>
    <w:rsid w:val="00914ABF"/>
    <w:rsid w:val="00914BC1"/>
    <w:rsid w:val="00915053"/>
    <w:rsid w:val="009156CB"/>
    <w:rsid w:val="00915A3D"/>
    <w:rsid w:val="00915DFB"/>
    <w:rsid w:val="009165E8"/>
    <w:rsid w:val="009166A5"/>
    <w:rsid w:val="00916E45"/>
    <w:rsid w:val="009171C7"/>
    <w:rsid w:val="00917E68"/>
    <w:rsid w:val="00920479"/>
    <w:rsid w:val="00920EF2"/>
    <w:rsid w:val="00920F13"/>
    <w:rsid w:val="0092194C"/>
    <w:rsid w:val="00922248"/>
    <w:rsid w:val="0092230E"/>
    <w:rsid w:val="00922FE2"/>
    <w:rsid w:val="009230E5"/>
    <w:rsid w:val="00923345"/>
    <w:rsid w:val="00923FF9"/>
    <w:rsid w:val="009249F9"/>
    <w:rsid w:val="0092561B"/>
    <w:rsid w:val="00925C44"/>
    <w:rsid w:val="009261D5"/>
    <w:rsid w:val="0092648D"/>
    <w:rsid w:val="00926A4A"/>
    <w:rsid w:val="00926F83"/>
    <w:rsid w:val="0092726B"/>
    <w:rsid w:val="00927759"/>
    <w:rsid w:val="00927AD3"/>
    <w:rsid w:val="00927B6C"/>
    <w:rsid w:val="00927F83"/>
    <w:rsid w:val="009306B6"/>
    <w:rsid w:val="009307A7"/>
    <w:rsid w:val="009307B1"/>
    <w:rsid w:val="00930812"/>
    <w:rsid w:val="009316FB"/>
    <w:rsid w:val="0093173C"/>
    <w:rsid w:val="0093187C"/>
    <w:rsid w:val="00931A8F"/>
    <w:rsid w:val="00931B6F"/>
    <w:rsid w:val="00931F95"/>
    <w:rsid w:val="0093217B"/>
    <w:rsid w:val="009321F9"/>
    <w:rsid w:val="00932236"/>
    <w:rsid w:val="00932629"/>
    <w:rsid w:val="009329DC"/>
    <w:rsid w:val="00932D27"/>
    <w:rsid w:val="009339C9"/>
    <w:rsid w:val="009340EE"/>
    <w:rsid w:val="00934275"/>
    <w:rsid w:val="0093432C"/>
    <w:rsid w:val="00934335"/>
    <w:rsid w:val="00934F5D"/>
    <w:rsid w:val="009353C4"/>
    <w:rsid w:val="0093541D"/>
    <w:rsid w:val="00936313"/>
    <w:rsid w:val="00936C14"/>
    <w:rsid w:val="00936EB0"/>
    <w:rsid w:val="009370A7"/>
    <w:rsid w:val="0093743A"/>
    <w:rsid w:val="00937A06"/>
    <w:rsid w:val="00940A0A"/>
    <w:rsid w:val="00940BA9"/>
    <w:rsid w:val="009412FD"/>
    <w:rsid w:val="00941347"/>
    <w:rsid w:val="009418DE"/>
    <w:rsid w:val="00941D64"/>
    <w:rsid w:val="0094219D"/>
    <w:rsid w:val="00942220"/>
    <w:rsid w:val="00942255"/>
    <w:rsid w:val="00942350"/>
    <w:rsid w:val="00942BB9"/>
    <w:rsid w:val="00942F1B"/>
    <w:rsid w:val="00943017"/>
    <w:rsid w:val="009435A2"/>
    <w:rsid w:val="00943B15"/>
    <w:rsid w:val="00943CF3"/>
    <w:rsid w:val="00943E88"/>
    <w:rsid w:val="00943ECC"/>
    <w:rsid w:val="0094423E"/>
    <w:rsid w:val="009443BB"/>
    <w:rsid w:val="00944471"/>
    <w:rsid w:val="009444FD"/>
    <w:rsid w:val="009447DA"/>
    <w:rsid w:val="00944BE4"/>
    <w:rsid w:val="00944FB3"/>
    <w:rsid w:val="00944FE9"/>
    <w:rsid w:val="00945E2F"/>
    <w:rsid w:val="009461F9"/>
    <w:rsid w:val="00946822"/>
    <w:rsid w:val="00946CEB"/>
    <w:rsid w:val="00947178"/>
    <w:rsid w:val="0094723C"/>
    <w:rsid w:val="009472C8"/>
    <w:rsid w:val="00947601"/>
    <w:rsid w:val="009500CB"/>
    <w:rsid w:val="009504B6"/>
    <w:rsid w:val="009509A7"/>
    <w:rsid w:val="009509B2"/>
    <w:rsid w:val="0095138F"/>
    <w:rsid w:val="00951F52"/>
    <w:rsid w:val="0095265E"/>
    <w:rsid w:val="0095288A"/>
    <w:rsid w:val="00952922"/>
    <w:rsid w:val="00952A23"/>
    <w:rsid w:val="00952C1F"/>
    <w:rsid w:val="00952FFB"/>
    <w:rsid w:val="00953B19"/>
    <w:rsid w:val="00953FBD"/>
    <w:rsid w:val="00954081"/>
    <w:rsid w:val="00954689"/>
    <w:rsid w:val="009549BA"/>
    <w:rsid w:val="00954F4A"/>
    <w:rsid w:val="00955150"/>
    <w:rsid w:val="0095529C"/>
    <w:rsid w:val="00955840"/>
    <w:rsid w:val="00955C8C"/>
    <w:rsid w:val="00955E71"/>
    <w:rsid w:val="009565D8"/>
    <w:rsid w:val="0095667D"/>
    <w:rsid w:val="00956D8D"/>
    <w:rsid w:val="00957A08"/>
    <w:rsid w:val="00960012"/>
    <w:rsid w:val="00960923"/>
    <w:rsid w:val="00960BA2"/>
    <w:rsid w:val="00960C8E"/>
    <w:rsid w:val="00960D0B"/>
    <w:rsid w:val="009610C0"/>
    <w:rsid w:val="00961670"/>
    <w:rsid w:val="009617CA"/>
    <w:rsid w:val="00962632"/>
    <w:rsid w:val="00962702"/>
    <w:rsid w:val="00962775"/>
    <w:rsid w:val="00962EBE"/>
    <w:rsid w:val="009637EF"/>
    <w:rsid w:val="00963A9B"/>
    <w:rsid w:val="009640FD"/>
    <w:rsid w:val="009641B9"/>
    <w:rsid w:val="0096459F"/>
    <w:rsid w:val="009648C7"/>
    <w:rsid w:val="00964A40"/>
    <w:rsid w:val="00965721"/>
    <w:rsid w:val="009657CF"/>
    <w:rsid w:val="00965AF4"/>
    <w:rsid w:val="00965D75"/>
    <w:rsid w:val="009664EF"/>
    <w:rsid w:val="00966598"/>
    <w:rsid w:val="0096685C"/>
    <w:rsid w:val="009668A4"/>
    <w:rsid w:val="00967E90"/>
    <w:rsid w:val="00967F7B"/>
    <w:rsid w:val="0097012B"/>
    <w:rsid w:val="009702AE"/>
    <w:rsid w:val="009710F0"/>
    <w:rsid w:val="00971CFC"/>
    <w:rsid w:val="0097205C"/>
    <w:rsid w:val="009722EF"/>
    <w:rsid w:val="00972D5B"/>
    <w:rsid w:val="00972FBF"/>
    <w:rsid w:val="0097351A"/>
    <w:rsid w:val="00973EB6"/>
    <w:rsid w:val="00973FBA"/>
    <w:rsid w:val="009740E3"/>
    <w:rsid w:val="00974329"/>
    <w:rsid w:val="0097438D"/>
    <w:rsid w:val="009745A0"/>
    <w:rsid w:val="00974608"/>
    <w:rsid w:val="00974F6A"/>
    <w:rsid w:val="0097525C"/>
    <w:rsid w:val="009753C9"/>
    <w:rsid w:val="009755A5"/>
    <w:rsid w:val="00975C84"/>
    <w:rsid w:val="00976216"/>
    <w:rsid w:val="00976B31"/>
    <w:rsid w:val="00976DFF"/>
    <w:rsid w:val="00977B88"/>
    <w:rsid w:val="00977D7F"/>
    <w:rsid w:val="00980228"/>
    <w:rsid w:val="009802DB"/>
    <w:rsid w:val="0098070F"/>
    <w:rsid w:val="00980B38"/>
    <w:rsid w:val="00980E11"/>
    <w:rsid w:val="00980F43"/>
    <w:rsid w:val="00981049"/>
    <w:rsid w:val="0098119E"/>
    <w:rsid w:val="009811C4"/>
    <w:rsid w:val="009814E1"/>
    <w:rsid w:val="00981BF9"/>
    <w:rsid w:val="0098212B"/>
    <w:rsid w:val="009821EF"/>
    <w:rsid w:val="00982890"/>
    <w:rsid w:val="009831B5"/>
    <w:rsid w:val="0098340C"/>
    <w:rsid w:val="009839A9"/>
    <w:rsid w:val="009845A9"/>
    <w:rsid w:val="00984BD2"/>
    <w:rsid w:val="0098503B"/>
    <w:rsid w:val="0098566D"/>
    <w:rsid w:val="009869ED"/>
    <w:rsid w:val="00986DCE"/>
    <w:rsid w:val="00986E22"/>
    <w:rsid w:val="00986F58"/>
    <w:rsid w:val="00986FB5"/>
    <w:rsid w:val="00987103"/>
    <w:rsid w:val="00987117"/>
    <w:rsid w:val="009879E8"/>
    <w:rsid w:val="00987B48"/>
    <w:rsid w:val="00990B22"/>
    <w:rsid w:val="00991B65"/>
    <w:rsid w:val="0099236C"/>
    <w:rsid w:val="009923A1"/>
    <w:rsid w:val="00992886"/>
    <w:rsid w:val="00992AFA"/>
    <w:rsid w:val="00993141"/>
    <w:rsid w:val="009935AF"/>
    <w:rsid w:val="009938F9"/>
    <w:rsid w:val="00993C21"/>
    <w:rsid w:val="00994212"/>
    <w:rsid w:val="0099424B"/>
    <w:rsid w:val="00994345"/>
    <w:rsid w:val="0099454E"/>
    <w:rsid w:val="00994B27"/>
    <w:rsid w:val="00994E23"/>
    <w:rsid w:val="00995733"/>
    <w:rsid w:val="00995A83"/>
    <w:rsid w:val="00995FD7"/>
    <w:rsid w:val="00996E79"/>
    <w:rsid w:val="009974F9"/>
    <w:rsid w:val="009978AF"/>
    <w:rsid w:val="00997BB9"/>
    <w:rsid w:val="009A05C4"/>
    <w:rsid w:val="009A0738"/>
    <w:rsid w:val="009A0AED"/>
    <w:rsid w:val="009A0C95"/>
    <w:rsid w:val="009A10EE"/>
    <w:rsid w:val="009A116E"/>
    <w:rsid w:val="009A174D"/>
    <w:rsid w:val="009A22FB"/>
    <w:rsid w:val="009A2420"/>
    <w:rsid w:val="009A25A7"/>
    <w:rsid w:val="009A2DC8"/>
    <w:rsid w:val="009A3799"/>
    <w:rsid w:val="009A379E"/>
    <w:rsid w:val="009A3CDB"/>
    <w:rsid w:val="009A3FA5"/>
    <w:rsid w:val="009A4097"/>
    <w:rsid w:val="009A5263"/>
    <w:rsid w:val="009A5B21"/>
    <w:rsid w:val="009A6088"/>
    <w:rsid w:val="009A681A"/>
    <w:rsid w:val="009B004F"/>
    <w:rsid w:val="009B00A0"/>
    <w:rsid w:val="009B0B91"/>
    <w:rsid w:val="009B10B0"/>
    <w:rsid w:val="009B1312"/>
    <w:rsid w:val="009B1341"/>
    <w:rsid w:val="009B1507"/>
    <w:rsid w:val="009B19AF"/>
    <w:rsid w:val="009B1BB7"/>
    <w:rsid w:val="009B2C30"/>
    <w:rsid w:val="009B399D"/>
    <w:rsid w:val="009B41C0"/>
    <w:rsid w:val="009B4930"/>
    <w:rsid w:val="009B5222"/>
    <w:rsid w:val="009B5431"/>
    <w:rsid w:val="009B575E"/>
    <w:rsid w:val="009B5FC5"/>
    <w:rsid w:val="009B63CE"/>
    <w:rsid w:val="009B658A"/>
    <w:rsid w:val="009B6726"/>
    <w:rsid w:val="009B6A07"/>
    <w:rsid w:val="009B6F67"/>
    <w:rsid w:val="009B6FE8"/>
    <w:rsid w:val="009B757B"/>
    <w:rsid w:val="009B79AD"/>
    <w:rsid w:val="009B7ACE"/>
    <w:rsid w:val="009B7DBD"/>
    <w:rsid w:val="009C0427"/>
    <w:rsid w:val="009C0480"/>
    <w:rsid w:val="009C0669"/>
    <w:rsid w:val="009C0C78"/>
    <w:rsid w:val="009C1064"/>
    <w:rsid w:val="009C1095"/>
    <w:rsid w:val="009C1800"/>
    <w:rsid w:val="009C1A98"/>
    <w:rsid w:val="009C1BE9"/>
    <w:rsid w:val="009C2A8F"/>
    <w:rsid w:val="009C2D50"/>
    <w:rsid w:val="009C2F22"/>
    <w:rsid w:val="009C307B"/>
    <w:rsid w:val="009C32A3"/>
    <w:rsid w:val="009C3325"/>
    <w:rsid w:val="009C38BB"/>
    <w:rsid w:val="009C38E1"/>
    <w:rsid w:val="009C3AD4"/>
    <w:rsid w:val="009C482D"/>
    <w:rsid w:val="009C4862"/>
    <w:rsid w:val="009C4E81"/>
    <w:rsid w:val="009C51A0"/>
    <w:rsid w:val="009C5572"/>
    <w:rsid w:val="009C559F"/>
    <w:rsid w:val="009C55C5"/>
    <w:rsid w:val="009C6877"/>
    <w:rsid w:val="009C7080"/>
    <w:rsid w:val="009C7134"/>
    <w:rsid w:val="009D003D"/>
    <w:rsid w:val="009D009A"/>
    <w:rsid w:val="009D05E0"/>
    <w:rsid w:val="009D064E"/>
    <w:rsid w:val="009D06E8"/>
    <w:rsid w:val="009D0DFF"/>
    <w:rsid w:val="009D1D0E"/>
    <w:rsid w:val="009D1E71"/>
    <w:rsid w:val="009D22C7"/>
    <w:rsid w:val="009D258E"/>
    <w:rsid w:val="009D28A4"/>
    <w:rsid w:val="009D2915"/>
    <w:rsid w:val="009D2EB2"/>
    <w:rsid w:val="009D3322"/>
    <w:rsid w:val="009D384A"/>
    <w:rsid w:val="009D3DB7"/>
    <w:rsid w:val="009D48F8"/>
    <w:rsid w:val="009D50A2"/>
    <w:rsid w:val="009D54A4"/>
    <w:rsid w:val="009D568F"/>
    <w:rsid w:val="009D5E2F"/>
    <w:rsid w:val="009D6543"/>
    <w:rsid w:val="009D6586"/>
    <w:rsid w:val="009D67E0"/>
    <w:rsid w:val="009D7775"/>
    <w:rsid w:val="009D7A58"/>
    <w:rsid w:val="009D7A95"/>
    <w:rsid w:val="009D7AFE"/>
    <w:rsid w:val="009D7B36"/>
    <w:rsid w:val="009D7B42"/>
    <w:rsid w:val="009E03E7"/>
    <w:rsid w:val="009E03FA"/>
    <w:rsid w:val="009E07D3"/>
    <w:rsid w:val="009E0A85"/>
    <w:rsid w:val="009E0ADB"/>
    <w:rsid w:val="009E0BA7"/>
    <w:rsid w:val="009E1007"/>
    <w:rsid w:val="009E1414"/>
    <w:rsid w:val="009E15CC"/>
    <w:rsid w:val="009E1DFC"/>
    <w:rsid w:val="009E2886"/>
    <w:rsid w:val="009E2F01"/>
    <w:rsid w:val="009E32DF"/>
    <w:rsid w:val="009E34D5"/>
    <w:rsid w:val="009E3675"/>
    <w:rsid w:val="009E3914"/>
    <w:rsid w:val="009E3E23"/>
    <w:rsid w:val="009E4373"/>
    <w:rsid w:val="009E45F0"/>
    <w:rsid w:val="009E4BE1"/>
    <w:rsid w:val="009E4C4E"/>
    <w:rsid w:val="009E4E8F"/>
    <w:rsid w:val="009E5074"/>
    <w:rsid w:val="009E5ACA"/>
    <w:rsid w:val="009E5B67"/>
    <w:rsid w:val="009E5DFF"/>
    <w:rsid w:val="009E5F41"/>
    <w:rsid w:val="009E67DD"/>
    <w:rsid w:val="009E68C9"/>
    <w:rsid w:val="009E723E"/>
    <w:rsid w:val="009E72AC"/>
    <w:rsid w:val="009E72F7"/>
    <w:rsid w:val="009E7723"/>
    <w:rsid w:val="009E77CC"/>
    <w:rsid w:val="009E7950"/>
    <w:rsid w:val="009F0083"/>
    <w:rsid w:val="009F12EB"/>
    <w:rsid w:val="009F196E"/>
    <w:rsid w:val="009F2435"/>
    <w:rsid w:val="009F3080"/>
    <w:rsid w:val="009F3C18"/>
    <w:rsid w:val="009F3DE9"/>
    <w:rsid w:val="009F4665"/>
    <w:rsid w:val="009F4F92"/>
    <w:rsid w:val="009F58A8"/>
    <w:rsid w:val="009F58C4"/>
    <w:rsid w:val="009F5CF4"/>
    <w:rsid w:val="009F5D01"/>
    <w:rsid w:val="009F63C6"/>
    <w:rsid w:val="009F6829"/>
    <w:rsid w:val="009F6CAC"/>
    <w:rsid w:val="009F6DCD"/>
    <w:rsid w:val="009F6F2B"/>
    <w:rsid w:val="009F710E"/>
    <w:rsid w:val="009F7BD6"/>
    <w:rsid w:val="009F7E5B"/>
    <w:rsid w:val="00A005E2"/>
    <w:rsid w:val="00A00784"/>
    <w:rsid w:val="00A01874"/>
    <w:rsid w:val="00A019A5"/>
    <w:rsid w:val="00A022AC"/>
    <w:rsid w:val="00A02581"/>
    <w:rsid w:val="00A025E7"/>
    <w:rsid w:val="00A02A99"/>
    <w:rsid w:val="00A02B05"/>
    <w:rsid w:val="00A02B7D"/>
    <w:rsid w:val="00A02ED9"/>
    <w:rsid w:val="00A02EE2"/>
    <w:rsid w:val="00A03449"/>
    <w:rsid w:val="00A0348C"/>
    <w:rsid w:val="00A03B70"/>
    <w:rsid w:val="00A03C17"/>
    <w:rsid w:val="00A03F31"/>
    <w:rsid w:val="00A04BB1"/>
    <w:rsid w:val="00A04CBD"/>
    <w:rsid w:val="00A04FA1"/>
    <w:rsid w:val="00A052AE"/>
    <w:rsid w:val="00A055AB"/>
    <w:rsid w:val="00A058F5"/>
    <w:rsid w:val="00A059BD"/>
    <w:rsid w:val="00A05BDA"/>
    <w:rsid w:val="00A05C97"/>
    <w:rsid w:val="00A05CED"/>
    <w:rsid w:val="00A05E01"/>
    <w:rsid w:val="00A06023"/>
    <w:rsid w:val="00A06531"/>
    <w:rsid w:val="00A0679A"/>
    <w:rsid w:val="00A06947"/>
    <w:rsid w:val="00A06B6A"/>
    <w:rsid w:val="00A071E0"/>
    <w:rsid w:val="00A0739C"/>
    <w:rsid w:val="00A077F8"/>
    <w:rsid w:val="00A07863"/>
    <w:rsid w:val="00A07891"/>
    <w:rsid w:val="00A07E43"/>
    <w:rsid w:val="00A10DB4"/>
    <w:rsid w:val="00A1102B"/>
    <w:rsid w:val="00A1137E"/>
    <w:rsid w:val="00A11640"/>
    <w:rsid w:val="00A1176C"/>
    <w:rsid w:val="00A11A48"/>
    <w:rsid w:val="00A1218F"/>
    <w:rsid w:val="00A12461"/>
    <w:rsid w:val="00A1338D"/>
    <w:rsid w:val="00A1393A"/>
    <w:rsid w:val="00A13971"/>
    <w:rsid w:val="00A139C3"/>
    <w:rsid w:val="00A13D5C"/>
    <w:rsid w:val="00A13FDD"/>
    <w:rsid w:val="00A14568"/>
    <w:rsid w:val="00A14784"/>
    <w:rsid w:val="00A14EC3"/>
    <w:rsid w:val="00A14FFE"/>
    <w:rsid w:val="00A1517E"/>
    <w:rsid w:val="00A15701"/>
    <w:rsid w:val="00A15A00"/>
    <w:rsid w:val="00A15CED"/>
    <w:rsid w:val="00A16065"/>
    <w:rsid w:val="00A160C9"/>
    <w:rsid w:val="00A1627A"/>
    <w:rsid w:val="00A166F2"/>
    <w:rsid w:val="00A169A6"/>
    <w:rsid w:val="00A173CF"/>
    <w:rsid w:val="00A17530"/>
    <w:rsid w:val="00A17747"/>
    <w:rsid w:val="00A17915"/>
    <w:rsid w:val="00A17B47"/>
    <w:rsid w:val="00A17D59"/>
    <w:rsid w:val="00A2000B"/>
    <w:rsid w:val="00A202B9"/>
    <w:rsid w:val="00A21D9E"/>
    <w:rsid w:val="00A21F2C"/>
    <w:rsid w:val="00A21FD9"/>
    <w:rsid w:val="00A23A23"/>
    <w:rsid w:val="00A2413D"/>
    <w:rsid w:val="00A24318"/>
    <w:rsid w:val="00A24484"/>
    <w:rsid w:val="00A24ADD"/>
    <w:rsid w:val="00A24B03"/>
    <w:rsid w:val="00A24E1B"/>
    <w:rsid w:val="00A24EAF"/>
    <w:rsid w:val="00A250DB"/>
    <w:rsid w:val="00A255B3"/>
    <w:rsid w:val="00A25888"/>
    <w:rsid w:val="00A260BF"/>
    <w:rsid w:val="00A269D6"/>
    <w:rsid w:val="00A270B7"/>
    <w:rsid w:val="00A2720C"/>
    <w:rsid w:val="00A2761E"/>
    <w:rsid w:val="00A3013A"/>
    <w:rsid w:val="00A3099A"/>
    <w:rsid w:val="00A30D3B"/>
    <w:rsid w:val="00A31197"/>
    <w:rsid w:val="00A313D6"/>
    <w:rsid w:val="00A31AF9"/>
    <w:rsid w:val="00A31C89"/>
    <w:rsid w:val="00A31D2C"/>
    <w:rsid w:val="00A321FB"/>
    <w:rsid w:val="00A3244C"/>
    <w:rsid w:val="00A327DE"/>
    <w:rsid w:val="00A32824"/>
    <w:rsid w:val="00A338A6"/>
    <w:rsid w:val="00A33C62"/>
    <w:rsid w:val="00A33C7D"/>
    <w:rsid w:val="00A34555"/>
    <w:rsid w:val="00A3467A"/>
    <w:rsid w:val="00A34795"/>
    <w:rsid w:val="00A34E4E"/>
    <w:rsid w:val="00A350CF"/>
    <w:rsid w:val="00A351C7"/>
    <w:rsid w:val="00A357F1"/>
    <w:rsid w:val="00A35C55"/>
    <w:rsid w:val="00A36276"/>
    <w:rsid w:val="00A362A6"/>
    <w:rsid w:val="00A364C0"/>
    <w:rsid w:val="00A364F7"/>
    <w:rsid w:val="00A36804"/>
    <w:rsid w:val="00A37592"/>
    <w:rsid w:val="00A376CB"/>
    <w:rsid w:val="00A377EC"/>
    <w:rsid w:val="00A3788C"/>
    <w:rsid w:val="00A37BBB"/>
    <w:rsid w:val="00A37FB1"/>
    <w:rsid w:val="00A40232"/>
    <w:rsid w:val="00A40A4C"/>
    <w:rsid w:val="00A40D45"/>
    <w:rsid w:val="00A41466"/>
    <w:rsid w:val="00A41609"/>
    <w:rsid w:val="00A41976"/>
    <w:rsid w:val="00A419DE"/>
    <w:rsid w:val="00A41B36"/>
    <w:rsid w:val="00A422BC"/>
    <w:rsid w:val="00A42FDC"/>
    <w:rsid w:val="00A430E3"/>
    <w:rsid w:val="00A432D2"/>
    <w:rsid w:val="00A4354B"/>
    <w:rsid w:val="00A44147"/>
    <w:rsid w:val="00A4445D"/>
    <w:rsid w:val="00A444D0"/>
    <w:rsid w:val="00A44515"/>
    <w:rsid w:val="00A445F7"/>
    <w:rsid w:val="00A4492E"/>
    <w:rsid w:val="00A44A90"/>
    <w:rsid w:val="00A4564F"/>
    <w:rsid w:val="00A45D0A"/>
    <w:rsid w:val="00A45FD6"/>
    <w:rsid w:val="00A46DEA"/>
    <w:rsid w:val="00A46FB5"/>
    <w:rsid w:val="00A47176"/>
    <w:rsid w:val="00A47F24"/>
    <w:rsid w:val="00A47FE6"/>
    <w:rsid w:val="00A506DE"/>
    <w:rsid w:val="00A50942"/>
    <w:rsid w:val="00A50CBD"/>
    <w:rsid w:val="00A513E5"/>
    <w:rsid w:val="00A51574"/>
    <w:rsid w:val="00A5159F"/>
    <w:rsid w:val="00A51824"/>
    <w:rsid w:val="00A52411"/>
    <w:rsid w:val="00A5280F"/>
    <w:rsid w:val="00A52F0B"/>
    <w:rsid w:val="00A53127"/>
    <w:rsid w:val="00A5316C"/>
    <w:rsid w:val="00A53552"/>
    <w:rsid w:val="00A543CD"/>
    <w:rsid w:val="00A54415"/>
    <w:rsid w:val="00A548B4"/>
    <w:rsid w:val="00A54970"/>
    <w:rsid w:val="00A54E1E"/>
    <w:rsid w:val="00A55222"/>
    <w:rsid w:val="00A55528"/>
    <w:rsid w:val="00A558FB"/>
    <w:rsid w:val="00A55BAC"/>
    <w:rsid w:val="00A56FC0"/>
    <w:rsid w:val="00A579F2"/>
    <w:rsid w:val="00A57C63"/>
    <w:rsid w:val="00A57E93"/>
    <w:rsid w:val="00A57E9D"/>
    <w:rsid w:val="00A60349"/>
    <w:rsid w:val="00A605B4"/>
    <w:rsid w:val="00A60819"/>
    <w:rsid w:val="00A60974"/>
    <w:rsid w:val="00A61516"/>
    <w:rsid w:val="00A61BB8"/>
    <w:rsid w:val="00A623BD"/>
    <w:rsid w:val="00A6243A"/>
    <w:rsid w:val="00A62A51"/>
    <w:rsid w:val="00A62C97"/>
    <w:rsid w:val="00A62F83"/>
    <w:rsid w:val="00A62FA7"/>
    <w:rsid w:val="00A633D0"/>
    <w:rsid w:val="00A63C81"/>
    <w:rsid w:val="00A642BB"/>
    <w:rsid w:val="00A6449A"/>
    <w:rsid w:val="00A65103"/>
    <w:rsid w:val="00A65246"/>
    <w:rsid w:val="00A65514"/>
    <w:rsid w:val="00A656EC"/>
    <w:rsid w:val="00A660F2"/>
    <w:rsid w:val="00A665C9"/>
    <w:rsid w:val="00A666F7"/>
    <w:rsid w:val="00A66867"/>
    <w:rsid w:val="00A6696D"/>
    <w:rsid w:val="00A66DAD"/>
    <w:rsid w:val="00A67007"/>
    <w:rsid w:val="00A671E6"/>
    <w:rsid w:val="00A672F6"/>
    <w:rsid w:val="00A6734B"/>
    <w:rsid w:val="00A674F0"/>
    <w:rsid w:val="00A70324"/>
    <w:rsid w:val="00A709E5"/>
    <w:rsid w:val="00A70E64"/>
    <w:rsid w:val="00A713BD"/>
    <w:rsid w:val="00A71610"/>
    <w:rsid w:val="00A716B3"/>
    <w:rsid w:val="00A718D2"/>
    <w:rsid w:val="00A718E4"/>
    <w:rsid w:val="00A71955"/>
    <w:rsid w:val="00A719D7"/>
    <w:rsid w:val="00A719E6"/>
    <w:rsid w:val="00A729B3"/>
    <w:rsid w:val="00A72BF3"/>
    <w:rsid w:val="00A72C69"/>
    <w:rsid w:val="00A72C9C"/>
    <w:rsid w:val="00A72CAE"/>
    <w:rsid w:val="00A72FDA"/>
    <w:rsid w:val="00A7323B"/>
    <w:rsid w:val="00A73634"/>
    <w:rsid w:val="00A73E4D"/>
    <w:rsid w:val="00A7407D"/>
    <w:rsid w:val="00A74DC8"/>
    <w:rsid w:val="00A74F45"/>
    <w:rsid w:val="00A752D9"/>
    <w:rsid w:val="00A75596"/>
    <w:rsid w:val="00A756DD"/>
    <w:rsid w:val="00A75933"/>
    <w:rsid w:val="00A75F2F"/>
    <w:rsid w:val="00A763E3"/>
    <w:rsid w:val="00A76B38"/>
    <w:rsid w:val="00A76CBF"/>
    <w:rsid w:val="00A76DA6"/>
    <w:rsid w:val="00A77C46"/>
    <w:rsid w:val="00A805DC"/>
    <w:rsid w:val="00A807BE"/>
    <w:rsid w:val="00A80D6F"/>
    <w:rsid w:val="00A80E30"/>
    <w:rsid w:val="00A80FAF"/>
    <w:rsid w:val="00A8107C"/>
    <w:rsid w:val="00A814A6"/>
    <w:rsid w:val="00A81515"/>
    <w:rsid w:val="00A81761"/>
    <w:rsid w:val="00A81AEA"/>
    <w:rsid w:val="00A81B8D"/>
    <w:rsid w:val="00A8272D"/>
    <w:rsid w:val="00A82855"/>
    <w:rsid w:val="00A82997"/>
    <w:rsid w:val="00A82AB6"/>
    <w:rsid w:val="00A83791"/>
    <w:rsid w:val="00A84076"/>
    <w:rsid w:val="00A84141"/>
    <w:rsid w:val="00A844C7"/>
    <w:rsid w:val="00A84AF4"/>
    <w:rsid w:val="00A84D76"/>
    <w:rsid w:val="00A85081"/>
    <w:rsid w:val="00A8541A"/>
    <w:rsid w:val="00A86479"/>
    <w:rsid w:val="00A864B6"/>
    <w:rsid w:val="00A867EE"/>
    <w:rsid w:val="00A86A4E"/>
    <w:rsid w:val="00A86F3C"/>
    <w:rsid w:val="00A87B4E"/>
    <w:rsid w:val="00A9016D"/>
    <w:rsid w:val="00A9021E"/>
    <w:rsid w:val="00A907C7"/>
    <w:rsid w:val="00A90CB3"/>
    <w:rsid w:val="00A90EBB"/>
    <w:rsid w:val="00A9100D"/>
    <w:rsid w:val="00A912AE"/>
    <w:rsid w:val="00A91728"/>
    <w:rsid w:val="00A918B3"/>
    <w:rsid w:val="00A91B62"/>
    <w:rsid w:val="00A91E0D"/>
    <w:rsid w:val="00A928C6"/>
    <w:rsid w:val="00A93A7A"/>
    <w:rsid w:val="00A93FF5"/>
    <w:rsid w:val="00A943CC"/>
    <w:rsid w:val="00A946BB"/>
    <w:rsid w:val="00A946F1"/>
    <w:rsid w:val="00A94A9F"/>
    <w:rsid w:val="00A94B6B"/>
    <w:rsid w:val="00A94FA5"/>
    <w:rsid w:val="00A9510B"/>
    <w:rsid w:val="00A9526E"/>
    <w:rsid w:val="00A95428"/>
    <w:rsid w:val="00A959D9"/>
    <w:rsid w:val="00A95A1E"/>
    <w:rsid w:val="00A95CA6"/>
    <w:rsid w:val="00A95EAE"/>
    <w:rsid w:val="00A96CEA"/>
    <w:rsid w:val="00A975A0"/>
    <w:rsid w:val="00AA0165"/>
    <w:rsid w:val="00AA0215"/>
    <w:rsid w:val="00AA02DB"/>
    <w:rsid w:val="00AA0ADE"/>
    <w:rsid w:val="00AA0BBF"/>
    <w:rsid w:val="00AA14F4"/>
    <w:rsid w:val="00AA163B"/>
    <w:rsid w:val="00AA1A37"/>
    <w:rsid w:val="00AA1B85"/>
    <w:rsid w:val="00AA1FFD"/>
    <w:rsid w:val="00AA2201"/>
    <w:rsid w:val="00AA23A7"/>
    <w:rsid w:val="00AA2509"/>
    <w:rsid w:val="00AA2531"/>
    <w:rsid w:val="00AA2649"/>
    <w:rsid w:val="00AA2929"/>
    <w:rsid w:val="00AA2B75"/>
    <w:rsid w:val="00AA2E00"/>
    <w:rsid w:val="00AA3101"/>
    <w:rsid w:val="00AA327B"/>
    <w:rsid w:val="00AA32F5"/>
    <w:rsid w:val="00AA3390"/>
    <w:rsid w:val="00AA3B60"/>
    <w:rsid w:val="00AA3D06"/>
    <w:rsid w:val="00AA3DA2"/>
    <w:rsid w:val="00AA55CF"/>
    <w:rsid w:val="00AA5816"/>
    <w:rsid w:val="00AA5C5A"/>
    <w:rsid w:val="00AA61C0"/>
    <w:rsid w:val="00AA6EF3"/>
    <w:rsid w:val="00AA74DF"/>
    <w:rsid w:val="00AA7DCD"/>
    <w:rsid w:val="00AB0008"/>
    <w:rsid w:val="00AB0F87"/>
    <w:rsid w:val="00AB1334"/>
    <w:rsid w:val="00AB181B"/>
    <w:rsid w:val="00AB3BE6"/>
    <w:rsid w:val="00AB3E9A"/>
    <w:rsid w:val="00AB4C10"/>
    <w:rsid w:val="00AB4ED7"/>
    <w:rsid w:val="00AB4FD7"/>
    <w:rsid w:val="00AB57D4"/>
    <w:rsid w:val="00AB5C8D"/>
    <w:rsid w:val="00AB68A8"/>
    <w:rsid w:val="00AB6D1E"/>
    <w:rsid w:val="00AB6EC9"/>
    <w:rsid w:val="00AB6F4F"/>
    <w:rsid w:val="00AB78D2"/>
    <w:rsid w:val="00AB7C50"/>
    <w:rsid w:val="00AC0125"/>
    <w:rsid w:val="00AC0186"/>
    <w:rsid w:val="00AC053D"/>
    <w:rsid w:val="00AC0A16"/>
    <w:rsid w:val="00AC115B"/>
    <w:rsid w:val="00AC15FF"/>
    <w:rsid w:val="00AC1B12"/>
    <w:rsid w:val="00AC1C9D"/>
    <w:rsid w:val="00AC1E1E"/>
    <w:rsid w:val="00AC2130"/>
    <w:rsid w:val="00AC3AA9"/>
    <w:rsid w:val="00AC3D8F"/>
    <w:rsid w:val="00AC455A"/>
    <w:rsid w:val="00AC47F0"/>
    <w:rsid w:val="00AC4918"/>
    <w:rsid w:val="00AC4F44"/>
    <w:rsid w:val="00AC506B"/>
    <w:rsid w:val="00AC5156"/>
    <w:rsid w:val="00AC51A2"/>
    <w:rsid w:val="00AC548E"/>
    <w:rsid w:val="00AC5AAC"/>
    <w:rsid w:val="00AC5EE0"/>
    <w:rsid w:val="00AC6982"/>
    <w:rsid w:val="00AC6AF0"/>
    <w:rsid w:val="00AC6D30"/>
    <w:rsid w:val="00AC7623"/>
    <w:rsid w:val="00AD018C"/>
    <w:rsid w:val="00AD06EE"/>
    <w:rsid w:val="00AD0721"/>
    <w:rsid w:val="00AD090C"/>
    <w:rsid w:val="00AD169E"/>
    <w:rsid w:val="00AD1877"/>
    <w:rsid w:val="00AD1A1F"/>
    <w:rsid w:val="00AD1B71"/>
    <w:rsid w:val="00AD2209"/>
    <w:rsid w:val="00AD2382"/>
    <w:rsid w:val="00AD27AA"/>
    <w:rsid w:val="00AD2985"/>
    <w:rsid w:val="00AD2D28"/>
    <w:rsid w:val="00AD2E18"/>
    <w:rsid w:val="00AD2FD2"/>
    <w:rsid w:val="00AD3455"/>
    <w:rsid w:val="00AD376D"/>
    <w:rsid w:val="00AD37E3"/>
    <w:rsid w:val="00AD3973"/>
    <w:rsid w:val="00AD3B8A"/>
    <w:rsid w:val="00AD3F39"/>
    <w:rsid w:val="00AD4587"/>
    <w:rsid w:val="00AD4939"/>
    <w:rsid w:val="00AD61C3"/>
    <w:rsid w:val="00AD6975"/>
    <w:rsid w:val="00AD70A0"/>
    <w:rsid w:val="00AD731B"/>
    <w:rsid w:val="00AE0098"/>
    <w:rsid w:val="00AE03D9"/>
    <w:rsid w:val="00AE0717"/>
    <w:rsid w:val="00AE0B87"/>
    <w:rsid w:val="00AE0F5B"/>
    <w:rsid w:val="00AE1002"/>
    <w:rsid w:val="00AE1ADA"/>
    <w:rsid w:val="00AE1ADF"/>
    <w:rsid w:val="00AE1EDE"/>
    <w:rsid w:val="00AE200B"/>
    <w:rsid w:val="00AE2739"/>
    <w:rsid w:val="00AE2BF5"/>
    <w:rsid w:val="00AE31B7"/>
    <w:rsid w:val="00AE3D30"/>
    <w:rsid w:val="00AE4460"/>
    <w:rsid w:val="00AE4B57"/>
    <w:rsid w:val="00AE4DA3"/>
    <w:rsid w:val="00AE598D"/>
    <w:rsid w:val="00AE5A9B"/>
    <w:rsid w:val="00AE6535"/>
    <w:rsid w:val="00AE658C"/>
    <w:rsid w:val="00AE6AD5"/>
    <w:rsid w:val="00AE6C6E"/>
    <w:rsid w:val="00AE6DD6"/>
    <w:rsid w:val="00AE7045"/>
    <w:rsid w:val="00AE75E7"/>
    <w:rsid w:val="00AE7ACB"/>
    <w:rsid w:val="00AE7D83"/>
    <w:rsid w:val="00AE7E79"/>
    <w:rsid w:val="00AF0B5A"/>
    <w:rsid w:val="00AF0BD2"/>
    <w:rsid w:val="00AF0EC5"/>
    <w:rsid w:val="00AF10C1"/>
    <w:rsid w:val="00AF10D0"/>
    <w:rsid w:val="00AF1605"/>
    <w:rsid w:val="00AF2083"/>
    <w:rsid w:val="00AF20C8"/>
    <w:rsid w:val="00AF2BDD"/>
    <w:rsid w:val="00AF3141"/>
    <w:rsid w:val="00AF3A52"/>
    <w:rsid w:val="00AF4F74"/>
    <w:rsid w:val="00AF5097"/>
    <w:rsid w:val="00AF56BD"/>
    <w:rsid w:val="00AF5ED6"/>
    <w:rsid w:val="00AF6405"/>
    <w:rsid w:val="00AF67C4"/>
    <w:rsid w:val="00AF6811"/>
    <w:rsid w:val="00AF6A27"/>
    <w:rsid w:val="00AF6E62"/>
    <w:rsid w:val="00AF6F13"/>
    <w:rsid w:val="00AF7BED"/>
    <w:rsid w:val="00AF7D4A"/>
    <w:rsid w:val="00B0110A"/>
    <w:rsid w:val="00B018A4"/>
    <w:rsid w:val="00B02B08"/>
    <w:rsid w:val="00B02F3E"/>
    <w:rsid w:val="00B03833"/>
    <w:rsid w:val="00B03BFE"/>
    <w:rsid w:val="00B04485"/>
    <w:rsid w:val="00B044D4"/>
    <w:rsid w:val="00B0454A"/>
    <w:rsid w:val="00B04B21"/>
    <w:rsid w:val="00B04B78"/>
    <w:rsid w:val="00B057BB"/>
    <w:rsid w:val="00B062D0"/>
    <w:rsid w:val="00B067F2"/>
    <w:rsid w:val="00B06F9E"/>
    <w:rsid w:val="00B07398"/>
    <w:rsid w:val="00B074CA"/>
    <w:rsid w:val="00B100DD"/>
    <w:rsid w:val="00B10381"/>
    <w:rsid w:val="00B104AC"/>
    <w:rsid w:val="00B10592"/>
    <w:rsid w:val="00B10E94"/>
    <w:rsid w:val="00B113BF"/>
    <w:rsid w:val="00B1146F"/>
    <w:rsid w:val="00B11504"/>
    <w:rsid w:val="00B11BB4"/>
    <w:rsid w:val="00B11CBF"/>
    <w:rsid w:val="00B11FCC"/>
    <w:rsid w:val="00B1216D"/>
    <w:rsid w:val="00B13192"/>
    <w:rsid w:val="00B132E9"/>
    <w:rsid w:val="00B134D1"/>
    <w:rsid w:val="00B14237"/>
    <w:rsid w:val="00B14631"/>
    <w:rsid w:val="00B14884"/>
    <w:rsid w:val="00B15934"/>
    <w:rsid w:val="00B16041"/>
    <w:rsid w:val="00B165D8"/>
    <w:rsid w:val="00B168A7"/>
    <w:rsid w:val="00B16E48"/>
    <w:rsid w:val="00B16F6A"/>
    <w:rsid w:val="00B17001"/>
    <w:rsid w:val="00B1702F"/>
    <w:rsid w:val="00B17247"/>
    <w:rsid w:val="00B17A74"/>
    <w:rsid w:val="00B17C3B"/>
    <w:rsid w:val="00B17DB4"/>
    <w:rsid w:val="00B17FFD"/>
    <w:rsid w:val="00B2005A"/>
    <w:rsid w:val="00B2099F"/>
    <w:rsid w:val="00B21B6B"/>
    <w:rsid w:val="00B21C22"/>
    <w:rsid w:val="00B22743"/>
    <w:rsid w:val="00B22BDD"/>
    <w:rsid w:val="00B22E96"/>
    <w:rsid w:val="00B22F42"/>
    <w:rsid w:val="00B23281"/>
    <w:rsid w:val="00B23838"/>
    <w:rsid w:val="00B23A49"/>
    <w:rsid w:val="00B24610"/>
    <w:rsid w:val="00B250ED"/>
    <w:rsid w:val="00B25122"/>
    <w:rsid w:val="00B25173"/>
    <w:rsid w:val="00B251A2"/>
    <w:rsid w:val="00B251BB"/>
    <w:rsid w:val="00B2525A"/>
    <w:rsid w:val="00B25E28"/>
    <w:rsid w:val="00B26032"/>
    <w:rsid w:val="00B26CF0"/>
    <w:rsid w:val="00B26E3E"/>
    <w:rsid w:val="00B27E89"/>
    <w:rsid w:val="00B306B9"/>
    <w:rsid w:val="00B30752"/>
    <w:rsid w:val="00B30778"/>
    <w:rsid w:val="00B30856"/>
    <w:rsid w:val="00B3095D"/>
    <w:rsid w:val="00B309D4"/>
    <w:rsid w:val="00B30BEE"/>
    <w:rsid w:val="00B30D22"/>
    <w:rsid w:val="00B31278"/>
    <w:rsid w:val="00B3162E"/>
    <w:rsid w:val="00B3184D"/>
    <w:rsid w:val="00B31BBD"/>
    <w:rsid w:val="00B31D36"/>
    <w:rsid w:val="00B31E24"/>
    <w:rsid w:val="00B31E56"/>
    <w:rsid w:val="00B31E93"/>
    <w:rsid w:val="00B3204B"/>
    <w:rsid w:val="00B32513"/>
    <w:rsid w:val="00B3260B"/>
    <w:rsid w:val="00B32650"/>
    <w:rsid w:val="00B326AA"/>
    <w:rsid w:val="00B327A3"/>
    <w:rsid w:val="00B328B1"/>
    <w:rsid w:val="00B32D90"/>
    <w:rsid w:val="00B33098"/>
    <w:rsid w:val="00B336D4"/>
    <w:rsid w:val="00B3495E"/>
    <w:rsid w:val="00B34DD5"/>
    <w:rsid w:val="00B34F43"/>
    <w:rsid w:val="00B3551B"/>
    <w:rsid w:val="00B355E6"/>
    <w:rsid w:val="00B36298"/>
    <w:rsid w:val="00B3637E"/>
    <w:rsid w:val="00B370B9"/>
    <w:rsid w:val="00B37693"/>
    <w:rsid w:val="00B37745"/>
    <w:rsid w:val="00B378D4"/>
    <w:rsid w:val="00B37A35"/>
    <w:rsid w:val="00B37F5E"/>
    <w:rsid w:val="00B40C1D"/>
    <w:rsid w:val="00B40F95"/>
    <w:rsid w:val="00B41590"/>
    <w:rsid w:val="00B41826"/>
    <w:rsid w:val="00B418A2"/>
    <w:rsid w:val="00B42CAD"/>
    <w:rsid w:val="00B42CE2"/>
    <w:rsid w:val="00B43434"/>
    <w:rsid w:val="00B43543"/>
    <w:rsid w:val="00B439C8"/>
    <w:rsid w:val="00B43B77"/>
    <w:rsid w:val="00B43D4D"/>
    <w:rsid w:val="00B441B2"/>
    <w:rsid w:val="00B44334"/>
    <w:rsid w:val="00B44E4A"/>
    <w:rsid w:val="00B44F9D"/>
    <w:rsid w:val="00B45773"/>
    <w:rsid w:val="00B45A57"/>
    <w:rsid w:val="00B4611E"/>
    <w:rsid w:val="00B472E8"/>
    <w:rsid w:val="00B47540"/>
    <w:rsid w:val="00B47979"/>
    <w:rsid w:val="00B507AB"/>
    <w:rsid w:val="00B50CBD"/>
    <w:rsid w:val="00B51127"/>
    <w:rsid w:val="00B5173A"/>
    <w:rsid w:val="00B51A0C"/>
    <w:rsid w:val="00B51D18"/>
    <w:rsid w:val="00B522A5"/>
    <w:rsid w:val="00B522AA"/>
    <w:rsid w:val="00B522AB"/>
    <w:rsid w:val="00B522E7"/>
    <w:rsid w:val="00B531CA"/>
    <w:rsid w:val="00B53D05"/>
    <w:rsid w:val="00B540D0"/>
    <w:rsid w:val="00B541C3"/>
    <w:rsid w:val="00B54652"/>
    <w:rsid w:val="00B547FB"/>
    <w:rsid w:val="00B56990"/>
    <w:rsid w:val="00B56B7B"/>
    <w:rsid w:val="00B56CED"/>
    <w:rsid w:val="00B57295"/>
    <w:rsid w:val="00B57840"/>
    <w:rsid w:val="00B57993"/>
    <w:rsid w:val="00B604D4"/>
    <w:rsid w:val="00B605C9"/>
    <w:rsid w:val="00B60969"/>
    <w:rsid w:val="00B60ADC"/>
    <w:rsid w:val="00B60BB3"/>
    <w:rsid w:val="00B611F5"/>
    <w:rsid w:val="00B615E4"/>
    <w:rsid w:val="00B623B5"/>
    <w:rsid w:val="00B624D4"/>
    <w:rsid w:val="00B6270F"/>
    <w:rsid w:val="00B62748"/>
    <w:rsid w:val="00B62754"/>
    <w:rsid w:val="00B62C1F"/>
    <w:rsid w:val="00B62CD6"/>
    <w:rsid w:val="00B63F95"/>
    <w:rsid w:val="00B64B02"/>
    <w:rsid w:val="00B6501F"/>
    <w:rsid w:val="00B6503B"/>
    <w:rsid w:val="00B650D2"/>
    <w:rsid w:val="00B6568F"/>
    <w:rsid w:val="00B65F9D"/>
    <w:rsid w:val="00B66205"/>
    <w:rsid w:val="00B70C1B"/>
    <w:rsid w:val="00B70C3E"/>
    <w:rsid w:val="00B71295"/>
    <w:rsid w:val="00B71309"/>
    <w:rsid w:val="00B7167A"/>
    <w:rsid w:val="00B720F1"/>
    <w:rsid w:val="00B720FD"/>
    <w:rsid w:val="00B722DA"/>
    <w:rsid w:val="00B7282E"/>
    <w:rsid w:val="00B73A79"/>
    <w:rsid w:val="00B74055"/>
    <w:rsid w:val="00B74643"/>
    <w:rsid w:val="00B747B9"/>
    <w:rsid w:val="00B74DA1"/>
    <w:rsid w:val="00B74FE0"/>
    <w:rsid w:val="00B75440"/>
    <w:rsid w:val="00B75B3A"/>
    <w:rsid w:val="00B75E45"/>
    <w:rsid w:val="00B770E2"/>
    <w:rsid w:val="00B77F69"/>
    <w:rsid w:val="00B8001F"/>
    <w:rsid w:val="00B808A4"/>
    <w:rsid w:val="00B80F1F"/>
    <w:rsid w:val="00B80FAF"/>
    <w:rsid w:val="00B812F7"/>
    <w:rsid w:val="00B8194B"/>
    <w:rsid w:val="00B820F2"/>
    <w:rsid w:val="00B821F7"/>
    <w:rsid w:val="00B82344"/>
    <w:rsid w:val="00B82529"/>
    <w:rsid w:val="00B8276C"/>
    <w:rsid w:val="00B82A00"/>
    <w:rsid w:val="00B82B94"/>
    <w:rsid w:val="00B82CAE"/>
    <w:rsid w:val="00B8387B"/>
    <w:rsid w:val="00B83E4B"/>
    <w:rsid w:val="00B84781"/>
    <w:rsid w:val="00B850A9"/>
    <w:rsid w:val="00B8528C"/>
    <w:rsid w:val="00B852DA"/>
    <w:rsid w:val="00B85458"/>
    <w:rsid w:val="00B85560"/>
    <w:rsid w:val="00B8556F"/>
    <w:rsid w:val="00B85C3E"/>
    <w:rsid w:val="00B86224"/>
    <w:rsid w:val="00B864E3"/>
    <w:rsid w:val="00B87074"/>
    <w:rsid w:val="00B877B6"/>
    <w:rsid w:val="00B878E1"/>
    <w:rsid w:val="00B87955"/>
    <w:rsid w:val="00B87DAF"/>
    <w:rsid w:val="00B904E3"/>
    <w:rsid w:val="00B91B2A"/>
    <w:rsid w:val="00B922AC"/>
    <w:rsid w:val="00B92B52"/>
    <w:rsid w:val="00B92D6F"/>
    <w:rsid w:val="00B92D7E"/>
    <w:rsid w:val="00B92E7E"/>
    <w:rsid w:val="00B946C2"/>
    <w:rsid w:val="00B94A4F"/>
    <w:rsid w:val="00B9546C"/>
    <w:rsid w:val="00B95D42"/>
    <w:rsid w:val="00B95EF2"/>
    <w:rsid w:val="00B962E8"/>
    <w:rsid w:val="00B96532"/>
    <w:rsid w:val="00B96AD3"/>
    <w:rsid w:val="00B96C7E"/>
    <w:rsid w:val="00B96EAE"/>
    <w:rsid w:val="00B973EF"/>
    <w:rsid w:val="00B974C0"/>
    <w:rsid w:val="00B9750B"/>
    <w:rsid w:val="00B975EB"/>
    <w:rsid w:val="00B979FB"/>
    <w:rsid w:val="00B97A07"/>
    <w:rsid w:val="00B97AF4"/>
    <w:rsid w:val="00B97BDB"/>
    <w:rsid w:val="00B97E24"/>
    <w:rsid w:val="00B97F72"/>
    <w:rsid w:val="00B97F81"/>
    <w:rsid w:val="00BA06C6"/>
    <w:rsid w:val="00BA085A"/>
    <w:rsid w:val="00BA0864"/>
    <w:rsid w:val="00BA0AB6"/>
    <w:rsid w:val="00BA0B2F"/>
    <w:rsid w:val="00BA0E4F"/>
    <w:rsid w:val="00BA104E"/>
    <w:rsid w:val="00BA194A"/>
    <w:rsid w:val="00BA211E"/>
    <w:rsid w:val="00BA21E2"/>
    <w:rsid w:val="00BA2A03"/>
    <w:rsid w:val="00BA2D3F"/>
    <w:rsid w:val="00BA2D95"/>
    <w:rsid w:val="00BA38FB"/>
    <w:rsid w:val="00BA46A0"/>
    <w:rsid w:val="00BA4953"/>
    <w:rsid w:val="00BA535E"/>
    <w:rsid w:val="00BA5837"/>
    <w:rsid w:val="00BA58E9"/>
    <w:rsid w:val="00BA68E7"/>
    <w:rsid w:val="00BA694D"/>
    <w:rsid w:val="00BA729D"/>
    <w:rsid w:val="00BA7DE3"/>
    <w:rsid w:val="00BA7F81"/>
    <w:rsid w:val="00BB0070"/>
    <w:rsid w:val="00BB06B5"/>
    <w:rsid w:val="00BB0C47"/>
    <w:rsid w:val="00BB18B5"/>
    <w:rsid w:val="00BB191A"/>
    <w:rsid w:val="00BB19CD"/>
    <w:rsid w:val="00BB1B8B"/>
    <w:rsid w:val="00BB1F7D"/>
    <w:rsid w:val="00BB1FAD"/>
    <w:rsid w:val="00BB20EA"/>
    <w:rsid w:val="00BB27E1"/>
    <w:rsid w:val="00BB2818"/>
    <w:rsid w:val="00BB299F"/>
    <w:rsid w:val="00BB2A1A"/>
    <w:rsid w:val="00BB2E41"/>
    <w:rsid w:val="00BB3C64"/>
    <w:rsid w:val="00BB44DD"/>
    <w:rsid w:val="00BB53CE"/>
    <w:rsid w:val="00BB53EC"/>
    <w:rsid w:val="00BB5467"/>
    <w:rsid w:val="00BB58FC"/>
    <w:rsid w:val="00BB5CC4"/>
    <w:rsid w:val="00BB5E30"/>
    <w:rsid w:val="00BB6028"/>
    <w:rsid w:val="00BB74DF"/>
    <w:rsid w:val="00BB7CA1"/>
    <w:rsid w:val="00BB7EA9"/>
    <w:rsid w:val="00BC002A"/>
    <w:rsid w:val="00BC06E4"/>
    <w:rsid w:val="00BC0A37"/>
    <w:rsid w:val="00BC1B08"/>
    <w:rsid w:val="00BC1EBF"/>
    <w:rsid w:val="00BC2557"/>
    <w:rsid w:val="00BC2F94"/>
    <w:rsid w:val="00BC3098"/>
    <w:rsid w:val="00BC38D1"/>
    <w:rsid w:val="00BC3B99"/>
    <w:rsid w:val="00BC3E84"/>
    <w:rsid w:val="00BC420F"/>
    <w:rsid w:val="00BC516D"/>
    <w:rsid w:val="00BC53EA"/>
    <w:rsid w:val="00BC5B3B"/>
    <w:rsid w:val="00BC5E01"/>
    <w:rsid w:val="00BC6173"/>
    <w:rsid w:val="00BC67E2"/>
    <w:rsid w:val="00BC6B1F"/>
    <w:rsid w:val="00BC7188"/>
    <w:rsid w:val="00BC7508"/>
    <w:rsid w:val="00BC7DB5"/>
    <w:rsid w:val="00BC7DB7"/>
    <w:rsid w:val="00BC7EE4"/>
    <w:rsid w:val="00BD0097"/>
    <w:rsid w:val="00BD00B3"/>
    <w:rsid w:val="00BD065C"/>
    <w:rsid w:val="00BD0CAC"/>
    <w:rsid w:val="00BD0D8B"/>
    <w:rsid w:val="00BD1387"/>
    <w:rsid w:val="00BD15A8"/>
    <w:rsid w:val="00BD164D"/>
    <w:rsid w:val="00BD165B"/>
    <w:rsid w:val="00BD1769"/>
    <w:rsid w:val="00BD194C"/>
    <w:rsid w:val="00BD1D23"/>
    <w:rsid w:val="00BD2070"/>
    <w:rsid w:val="00BD25FD"/>
    <w:rsid w:val="00BD2881"/>
    <w:rsid w:val="00BD2E84"/>
    <w:rsid w:val="00BD3080"/>
    <w:rsid w:val="00BD338D"/>
    <w:rsid w:val="00BD37E6"/>
    <w:rsid w:val="00BD3904"/>
    <w:rsid w:val="00BD3B03"/>
    <w:rsid w:val="00BD4011"/>
    <w:rsid w:val="00BD451C"/>
    <w:rsid w:val="00BD4CAD"/>
    <w:rsid w:val="00BD4D8D"/>
    <w:rsid w:val="00BD4E42"/>
    <w:rsid w:val="00BD575A"/>
    <w:rsid w:val="00BD5FA4"/>
    <w:rsid w:val="00BD63BC"/>
    <w:rsid w:val="00BD65E1"/>
    <w:rsid w:val="00BD66B7"/>
    <w:rsid w:val="00BD670A"/>
    <w:rsid w:val="00BD6789"/>
    <w:rsid w:val="00BD69C7"/>
    <w:rsid w:val="00BD6C58"/>
    <w:rsid w:val="00BD71EB"/>
    <w:rsid w:val="00BE0447"/>
    <w:rsid w:val="00BE07F3"/>
    <w:rsid w:val="00BE0D43"/>
    <w:rsid w:val="00BE0E87"/>
    <w:rsid w:val="00BE0F19"/>
    <w:rsid w:val="00BE14BA"/>
    <w:rsid w:val="00BE1DCD"/>
    <w:rsid w:val="00BE2DEE"/>
    <w:rsid w:val="00BE2F2D"/>
    <w:rsid w:val="00BE312A"/>
    <w:rsid w:val="00BE36F4"/>
    <w:rsid w:val="00BE3925"/>
    <w:rsid w:val="00BE3FC9"/>
    <w:rsid w:val="00BE421C"/>
    <w:rsid w:val="00BE463B"/>
    <w:rsid w:val="00BE5345"/>
    <w:rsid w:val="00BE53B1"/>
    <w:rsid w:val="00BE54BA"/>
    <w:rsid w:val="00BE55B0"/>
    <w:rsid w:val="00BE5AF0"/>
    <w:rsid w:val="00BE5F6D"/>
    <w:rsid w:val="00BE6EB3"/>
    <w:rsid w:val="00BE7C82"/>
    <w:rsid w:val="00BF08CA"/>
    <w:rsid w:val="00BF10B2"/>
    <w:rsid w:val="00BF2A72"/>
    <w:rsid w:val="00BF33BA"/>
    <w:rsid w:val="00BF36EE"/>
    <w:rsid w:val="00BF3FC7"/>
    <w:rsid w:val="00BF402B"/>
    <w:rsid w:val="00BF4D17"/>
    <w:rsid w:val="00BF4E29"/>
    <w:rsid w:val="00BF53CF"/>
    <w:rsid w:val="00BF53DF"/>
    <w:rsid w:val="00BF5432"/>
    <w:rsid w:val="00BF5578"/>
    <w:rsid w:val="00BF5AD7"/>
    <w:rsid w:val="00BF5B69"/>
    <w:rsid w:val="00BF63A4"/>
    <w:rsid w:val="00BF6845"/>
    <w:rsid w:val="00BF71CA"/>
    <w:rsid w:val="00BF77BF"/>
    <w:rsid w:val="00BF7D20"/>
    <w:rsid w:val="00C007A2"/>
    <w:rsid w:val="00C009E9"/>
    <w:rsid w:val="00C00C7D"/>
    <w:rsid w:val="00C00D7E"/>
    <w:rsid w:val="00C01314"/>
    <w:rsid w:val="00C018D4"/>
    <w:rsid w:val="00C018ED"/>
    <w:rsid w:val="00C01B97"/>
    <w:rsid w:val="00C01BE7"/>
    <w:rsid w:val="00C022A1"/>
    <w:rsid w:val="00C02427"/>
    <w:rsid w:val="00C02854"/>
    <w:rsid w:val="00C02DDE"/>
    <w:rsid w:val="00C02E6B"/>
    <w:rsid w:val="00C03011"/>
    <w:rsid w:val="00C0330E"/>
    <w:rsid w:val="00C0340D"/>
    <w:rsid w:val="00C040C5"/>
    <w:rsid w:val="00C042C5"/>
    <w:rsid w:val="00C044EE"/>
    <w:rsid w:val="00C046AA"/>
    <w:rsid w:val="00C046D2"/>
    <w:rsid w:val="00C046F1"/>
    <w:rsid w:val="00C04802"/>
    <w:rsid w:val="00C048D5"/>
    <w:rsid w:val="00C050F4"/>
    <w:rsid w:val="00C055FA"/>
    <w:rsid w:val="00C05CDC"/>
    <w:rsid w:val="00C05CEC"/>
    <w:rsid w:val="00C05E4C"/>
    <w:rsid w:val="00C0719F"/>
    <w:rsid w:val="00C0736D"/>
    <w:rsid w:val="00C07884"/>
    <w:rsid w:val="00C1064D"/>
    <w:rsid w:val="00C107E6"/>
    <w:rsid w:val="00C109E7"/>
    <w:rsid w:val="00C10E15"/>
    <w:rsid w:val="00C10E2B"/>
    <w:rsid w:val="00C11687"/>
    <w:rsid w:val="00C11B53"/>
    <w:rsid w:val="00C11F90"/>
    <w:rsid w:val="00C12286"/>
    <w:rsid w:val="00C12B42"/>
    <w:rsid w:val="00C12BC5"/>
    <w:rsid w:val="00C1484F"/>
    <w:rsid w:val="00C14C6D"/>
    <w:rsid w:val="00C14D08"/>
    <w:rsid w:val="00C150E2"/>
    <w:rsid w:val="00C15295"/>
    <w:rsid w:val="00C153D5"/>
    <w:rsid w:val="00C159FD"/>
    <w:rsid w:val="00C15B0E"/>
    <w:rsid w:val="00C15C7F"/>
    <w:rsid w:val="00C16734"/>
    <w:rsid w:val="00C16D64"/>
    <w:rsid w:val="00C16EE2"/>
    <w:rsid w:val="00C16F31"/>
    <w:rsid w:val="00C172BC"/>
    <w:rsid w:val="00C17343"/>
    <w:rsid w:val="00C17AEC"/>
    <w:rsid w:val="00C2037C"/>
    <w:rsid w:val="00C20965"/>
    <w:rsid w:val="00C20BD5"/>
    <w:rsid w:val="00C20CC1"/>
    <w:rsid w:val="00C211E0"/>
    <w:rsid w:val="00C2165F"/>
    <w:rsid w:val="00C218FB"/>
    <w:rsid w:val="00C21995"/>
    <w:rsid w:val="00C21A2A"/>
    <w:rsid w:val="00C220D1"/>
    <w:rsid w:val="00C229A2"/>
    <w:rsid w:val="00C2395A"/>
    <w:rsid w:val="00C23E5C"/>
    <w:rsid w:val="00C24F11"/>
    <w:rsid w:val="00C262A4"/>
    <w:rsid w:val="00C26626"/>
    <w:rsid w:val="00C26A3A"/>
    <w:rsid w:val="00C2769F"/>
    <w:rsid w:val="00C279F5"/>
    <w:rsid w:val="00C30150"/>
    <w:rsid w:val="00C306FA"/>
    <w:rsid w:val="00C30E6E"/>
    <w:rsid w:val="00C311E8"/>
    <w:rsid w:val="00C317FF"/>
    <w:rsid w:val="00C31B5E"/>
    <w:rsid w:val="00C32B42"/>
    <w:rsid w:val="00C33072"/>
    <w:rsid w:val="00C33340"/>
    <w:rsid w:val="00C33464"/>
    <w:rsid w:val="00C33796"/>
    <w:rsid w:val="00C33CA8"/>
    <w:rsid w:val="00C33CB2"/>
    <w:rsid w:val="00C343AF"/>
    <w:rsid w:val="00C34520"/>
    <w:rsid w:val="00C34AC1"/>
    <w:rsid w:val="00C35250"/>
    <w:rsid w:val="00C3533F"/>
    <w:rsid w:val="00C35DD8"/>
    <w:rsid w:val="00C35E2D"/>
    <w:rsid w:val="00C3654B"/>
    <w:rsid w:val="00C365DB"/>
    <w:rsid w:val="00C36ABA"/>
    <w:rsid w:val="00C3796C"/>
    <w:rsid w:val="00C379FB"/>
    <w:rsid w:val="00C37C48"/>
    <w:rsid w:val="00C37DFB"/>
    <w:rsid w:val="00C4072F"/>
    <w:rsid w:val="00C4095D"/>
    <w:rsid w:val="00C4096A"/>
    <w:rsid w:val="00C40C75"/>
    <w:rsid w:val="00C40CC2"/>
    <w:rsid w:val="00C414A0"/>
    <w:rsid w:val="00C41FB1"/>
    <w:rsid w:val="00C42519"/>
    <w:rsid w:val="00C42715"/>
    <w:rsid w:val="00C42846"/>
    <w:rsid w:val="00C42D95"/>
    <w:rsid w:val="00C43376"/>
    <w:rsid w:val="00C43411"/>
    <w:rsid w:val="00C437FA"/>
    <w:rsid w:val="00C43A7A"/>
    <w:rsid w:val="00C43D41"/>
    <w:rsid w:val="00C4407B"/>
    <w:rsid w:val="00C4430D"/>
    <w:rsid w:val="00C443CD"/>
    <w:rsid w:val="00C44CA0"/>
    <w:rsid w:val="00C44ED8"/>
    <w:rsid w:val="00C45AFB"/>
    <w:rsid w:val="00C45E9A"/>
    <w:rsid w:val="00C46301"/>
    <w:rsid w:val="00C46430"/>
    <w:rsid w:val="00C46985"/>
    <w:rsid w:val="00C46CD0"/>
    <w:rsid w:val="00C476FA"/>
    <w:rsid w:val="00C47F8F"/>
    <w:rsid w:val="00C5028E"/>
    <w:rsid w:val="00C50583"/>
    <w:rsid w:val="00C50E02"/>
    <w:rsid w:val="00C510F6"/>
    <w:rsid w:val="00C51E77"/>
    <w:rsid w:val="00C526E0"/>
    <w:rsid w:val="00C52831"/>
    <w:rsid w:val="00C5285B"/>
    <w:rsid w:val="00C52C26"/>
    <w:rsid w:val="00C531E9"/>
    <w:rsid w:val="00C538C1"/>
    <w:rsid w:val="00C53995"/>
    <w:rsid w:val="00C539B0"/>
    <w:rsid w:val="00C54366"/>
    <w:rsid w:val="00C5465A"/>
    <w:rsid w:val="00C547FC"/>
    <w:rsid w:val="00C54805"/>
    <w:rsid w:val="00C549F8"/>
    <w:rsid w:val="00C54B6E"/>
    <w:rsid w:val="00C56132"/>
    <w:rsid w:val="00C564CC"/>
    <w:rsid w:val="00C56BFA"/>
    <w:rsid w:val="00C56EB8"/>
    <w:rsid w:val="00C5710E"/>
    <w:rsid w:val="00C571C9"/>
    <w:rsid w:val="00C57650"/>
    <w:rsid w:val="00C57791"/>
    <w:rsid w:val="00C604A4"/>
    <w:rsid w:val="00C6088D"/>
    <w:rsid w:val="00C60EE7"/>
    <w:rsid w:val="00C6175D"/>
    <w:rsid w:val="00C619CE"/>
    <w:rsid w:val="00C61A6D"/>
    <w:rsid w:val="00C61EDA"/>
    <w:rsid w:val="00C62637"/>
    <w:rsid w:val="00C63073"/>
    <w:rsid w:val="00C634B2"/>
    <w:rsid w:val="00C64464"/>
    <w:rsid w:val="00C64490"/>
    <w:rsid w:val="00C64E5A"/>
    <w:rsid w:val="00C64E77"/>
    <w:rsid w:val="00C6563D"/>
    <w:rsid w:val="00C65891"/>
    <w:rsid w:val="00C66098"/>
    <w:rsid w:val="00C6620D"/>
    <w:rsid w:val="00C663ED"/>
    <w:rsid w:val="00C667AB"/>
    <w:rsid w:val="00C66B90"/>
    <w:rsid w:val="00C66CA5"/>
    <w:rsid w:val="00C66CFF"/>
    <w:rsid w:val="00C66E99"/>
    <w:rsid w:val="00C67A46"/>
    <w:rsid w:val="00C70049"/>
    <w:rsid w:val="00C7120C"/>
    <w:rsid w:val="00C71535"/>
    <w:rsid w:val="00C7170A"/>
    <w:rsid w:val="00C722CD"/>
    <w:rsid w:val="00C72518"/>
    <w:rsid w:val="00C72EF6"/>
    <w:rsid w:val="00C72F5B"/>
    <w:rsid w:val="00C732DD"/>
    <w:rsid w:val="00C73354"/>
    <w:rsid w:val="00C733D6"/>
    <w:rsid w:val="00C7363D"/>
    <w:rsid w:val="00C738D8"/>
    <w:rsid w:val="00C739E6"/>
    <w:rsid w:val="00C73EFA"/>
    <w:rsid w:val="00C73F5C"/>
    <w:rsid w:val="00C742E3"/>
    <w:rsid w:val="00C74393"/>
    <w:rsid w:val="00C747E2"/>
    <w:rsid w:val="00C74A27"/>
    <w:rsid w:val="00C74C51"/>
    <w:rsid w:val="00C74E09"/>
    <w:rsid w:val="00C75B14"/>
    <w:rsid w:val="00C75D05"/>
    <w:rsid w:val="00C769DC"/>
    <w:rsid w:val="00C76B08"/>
    <w:rsid w:val="00C76E11"/>
    <w:rsid w:val="00C76F07"/>
    <w:rsid w:val="00C771C3"/>
    <w:rsid w:val="00C773C3"/>
    <w:rsid w:val="00C778E0"/>
    <w:rsid w:val="00C7793C"/>
    <w:rsid w:val="00C80290"/>
    <w:rsid w:val="00C80B1E"/>
    <w:rsid w:val="00C80CBB"/>
    <w:rsid w:val="00C812DF"/>
    <w:rsid w:val="00C8168E"/>
    <w:rsid w:val="00C817DA"/>
    <w:rsid w:val="00C82671"/>
    <w:rsid w:val="00C826DC"/>
    <w:rsid w:val="00C82965"/>
    <w:rsid w:val="00C82AB5"/>
    <w:rsid w:val="00C8319B"/>
    <w:rsid w:val="00C836E5"/>
    <w:rsid w:val="00C836EF"/>
    <w:rsid w:val="00C84278"/>
    <w:rsid w:val="00C8451E"/>
    <w:rsid w:val="00C84889"/>
    <w:rsid w:val="00C84DAB"/>
    <w:rsid w:val="00C84DE1"/>
    <w:rsid w:val="00C852CC"/>
    <w:rsid w:val="00C856BA"/>
    <w:rsid w:val="00C85B4C"/>
    <w:rsid w:val="00C86CF1"/>
    <w:rsid w:val="00C86FC0"/>
    <w:rsid w:val="00C87EFC"/>
    <w:rsid w:val="00C9008C"/>
    <w:rsid w:val="00C900F8"/>
    <w:rsid w:val="00C9033E"/>
    <w:rsid w:val="00C9073F"/>
    <w:rsid w:val="00C90CE8"/>
    <w:rsid w:val="00C91085"/>
    <w:rsid w:val="00C91A00"/>
    <w:rsid w:val="00C91DE0"/>
    <w:rsid w:val="00C926BE"/>
    <w:rsid w:val="00C92812"/>
    <w:rsid w:val="00C929D2"/>
    <w:rsid w:val="00C92BA1"/>
    <w:rsid w:val="00C92C87"/>
    <w:rsid w:val="00C92E33"/>
    <w:rsid w:val="00C93073"/>
    <w:rsid w:val="00C93CBF"/>
    <w:rsid w:val="00C94772"/>
    <w:rsid w:val="00C9495A"/>
    <w:rsid w:val="00C94A22"/>
    <w:rsid w:val="00C95178"/>
    <w:rsid w:val="00C95519"/>
    <w:rsid w:val="00C95E2E"/>
    <w:rsid w:val="00C969DD"/>
    <w:rsid w:val="00C96EA2"/>
    <w:rsid w:val="00C96FDB"/>
    <w:rsid w:val="00C975B4"/>
    <w:rsid w:val="00C97723"/>
    <w:rsid w:val="00C97740"/>
    <w:rsid w:val="00C97834"/>
    <w:rsid w:val="00C979F2"/>
    <w:rsid w:val="00C97C83"/>
    <w:rsid w:val="00C97E82"/>
    <w:rsid w:val="00CA039A"/>
    <w:rsid w:val="00CA04F9"/>
    <w:rsid w:val="00CA0725"/>
    <w:rsid w:val="00CA1268"/>
    <w:rsid w:val="00CA151C"/>
    <w:rsid w:val="00CA2359"/>
    <w:rsid w:val="00CA2360"/>
    <w:rsid w:val="00CA239D"/>
    <w:rsid w:val="00CA3063"/>
    <w:rsid w:val="00CA31F4"/>
    <w:rsid w:val="00CA3D0D"/>
    <w:rsid w:val="00CA3F73"/>
    <w:rsid w:val="00CA4ED0"/>
    <w:rsid w:val="00CA5411"/>
    <w:rsid w:val="00CA55E0"/>
    <w:rsid w:val="00CA5606"/>
    <w:rsid w:val="00CA5973"/>
    <w:rsid w:val="00CA6426"/>
    <w:rsid w:val="00CA6657"/>
    <w:rsid w:val="00CA66E9"/>
    <w:rsid w:val="00CA695A"/>
    <w:rsid w:val="00CA6A36"/>
    <w:rsid w:val="00CA6E8B"/>
    <w:rsid w:val="00CA718F"/>
    <w:rsid w:val="00CA7201"/>
    <w:rsid w:val="00CA7266"/>
    <w:rsid w:val="00CA79CA"/>
    <w:rsid w:val="00CB03FB"/>
    <w:rsid w:val="00CB06AB"/>
    <w:rsid w:val="00CB0B70"/>
    <w:rsid w:val="00CB0DCB"/>
    <w:rsid w:val="00CB173B"/>
    <w:rsid w:val="00CB177A"/>
    <w:rsid w:val="00CB20B2"/>
    <w:rsid w:val="00CB3103"/>
    <w:rsid w:val="00CB3411"/>
    <w:rsid w:val="00CB34CE"/>
    <w:rsid w:val="00CB3C77"/>
    <w:rsid w:val="00CB4269"/>
    <w:rsid w:val="00CB4582"/>
    <w:rsid w:val="00CB50A1"/>
    <w:rsid w:val="00CB512B"/>
    <w:rsid w:val="00CB5B54"/>
    <w:rsid w:val="00CB652E"/>
    <w:rsid w:val="00CB6680"/>
    <w:rsid w:val="00CB6B01"/>
    <w:rsid w:val="00CB6C63"/>
    <w:rsid w:val="00CB6C9E"/>
    <w:rsid w:val="00CB6D20"/>
    <w:rsid w:val="00CB6F33"/>
    <w:rsid w:val="00CB7911"/>
    <w:rsid w:val="00CB7DB6"/>
    <w:rsid w:val="00CB7F76"/>
    <w:rsid w:val="00CC09A8"/>
    <w:rsid w:val="00CC0D87"/>
    <w:rsid w:val="00CC1419"/>
    <w:rsid w:val="00CC1A9C"/>
    <w:rsid w:val="00CC1DD3"/>
    <w:rsid w:val="00CC256A"/>
    <w:rsid w:val="00CC2B88"/>
    <w:rsid w:val="00CC2C8A"/>
    <w:rsid w:val="00CC3D8D"/>
    <w:rsid w:val="00CC4615"/>
    <w:rsid w:val="00CC4945"/>
    <w:rsid w:val="00CC4C0D"/>
    <w:rsid w:val="00CC4DF6"/>
    <w:rsid w:val="00CC5B06"/>
    <w:rsid w:val="00CC5B3B"/>
    <w:rsid w:val="00CC5B60"/>
    <w:rsid w:val="00CC5D82"/>
    <w:rsid w:val="00CC5E3B"/>
    <w:rsid w:val="00CC5FF6"/>
    <w:rsid w:val="00CC627E"/>
    <w:rsid w:val="00CC62FF"/>
    <w:rsid w:val="00CC64C3"/>
    <w:rsid w:val="00CC6526"/>
    <w:rsid w:val="00CC65A6"/>
    <w:rsid w:val="00CC7047"/>
    <w:rsid w:val="00CC72C1"/>
    <w:rsid w:val="00CC751F"/>
    <w:rsid w:val="00CC77D2"/>
    <w:rsid w:val="00CC7D3D"/>
    <w:rsid w:val="00CC7E23"/>
    <w:rsid w:val="00CC7F1B"/>
    <w:rsid w:val="00CD074F"/>
    <w:rsid w:val="00CD0B50"/>
    <w:rsid w:val="00CD0E4D"/>
    <w:rsid w:val="00CD1099"/>
    <w:rsid w:val="00CD1488"/>
    <w:rsid w:val="00CD1497"/>
    <w:rsid w:val="00CD1A25"/>
    <w:rsid w:val="00CD20C8"/>
    <w:rsid w:val="00CD2585"/>
    <w:rsid w:val="00CD28B5"/>
    <w:rsid w:val="00CD2D04"/>
    <w:rsid w:val="00CD2E53"/>
    <w:rsid w:val="00CD2F50"/>
    <w:rsid w:val="00CD33F5"/>
    <w:rsid w:val="00CD351E"/>
    <w:rsid w:val="00CD3ED1"/>
    <w:rsid w:val="00CD44E8"/>
    <w:rsid w:val="00CD4625"/>
    <w:rsid w:val="00CD54BB"/>
    <w:rsid w:val="00CD5AA9"/>
    <w:rsid w:val="00CD5F24"/>
    <w:rsid w:val="00CD611A"/>
    <w:rsid w:val="00CD6CF2"/>
    <w:rsid w:val="00CE029E"/>
    <w:rsid w:val="00CE0D98"/>
    <w:rsid w:val="00CE1213"/>
    <w:rsid w:val="00CE1413"/>
    <w:rsid w:val="00CE14FF"/>
    <w:rsid w:val="00CE1920"/>
    <w:rsid w:val="00CE1F33"/>
    <w:rsid w:val="00CE22C4"/>
    <w:rsid w:val="00CE2660"/>
    <w:rsid w:val="00CE27F0"/>
    <w:rsid w:val="00CE2B09"/>
    <w:rsid w:val="00CE35EB"/>
    <w:rsid w:val="00CE479F"/>
    <w:rsid w:val="00CE566E"/>
    <w:rsid w:val="00CE5796"/>
    <w:rsid w:val="00CE5E90"/>
    <w:rsid w:val="00CE63A8"/>
    <w:rsid w:val="00CE6487"/>
    <w:rsid w:val="00CE66D9"/>
    <w:rsid w:val="00CE7A13"/>
    <w:rsid w:val="00CF002D"/>
    <w:rsid w:val="00CF1260"/>
    <w:rsid w:val="00CF1494"/>
    <w:rsid w:val="00CF1B24"/>
    <w:rsid w:val="00CF2207"/>
    <w:rsid w:val="00CF2318"/>
    <w:rsid w:val="00CF2715"/>
    <w:rsid w:val="00CF2940"/>
    <w:rsid w:val="00CF3724"/>
    <w:rsid w:val="00CF3CB5"/>
    <w:rsid w:val="00CF3D51"/>
    <w:rsid w:val="00CF418D"/>
    <w:rsid w:val="00CF453D"/>
    <w:rsid w:val="00CF4783"/>
    <w:rsid w:val="00CF4927"/>
    <w:rsid w:val="00CF493C"/>
    <w:rsid w:val="00CF499D"/>
    <w:rsid w:val="00CF502B"/>
    <w:rsid w:val="00CF5100"/>
    <w:rsid w:val="00CF5B0C"/>
    <w:rsid w:val="00CF5B1C"/>
    <w:rsid w:val="00CF5C5E"/>
    <w:rsid w:val="00CF6AF3"/>
    <w:rsid w:val="00CF758B"/>
    <w:rsid w:val="00CF7FEF"/>
    <w:rsid w:val="00D002C3"/>
    <w:rsid w:val="00D003C7"/>
    <w:rsid w:val="00D004E2"/>
    <w:rsid w:val="00D00824"/>
    <w:rsid w:val="00D01B21"/>
    <w:rsid w:val="00D01FEA"/>
    <w:rsid w:val="00D0208C"/>
    <w:rsid w:val="00D020FD"/>
    <w:rsid w:val="00D0245F"/>
    <w:rsid w:val="00D02CD8"/>
    <w:rsid w:val="00D02D46"/>
    <w:rsid w:val="00D0318E"/>
    <w:rsid w:val="00D033E6"/>
    <w:rsid w:val="00D03532"/>
    <w:rsid w:val="00D03A93"/>
    <w:rsid w:val="00D03CC1"/>
    <w:rsid w:val="00D03FE5"/>
    <w:rsid w:val="00D043D3"/>
    <w:rsid w:val="00D04420"/>
    <w:rsid w:val="00D05135"/>
    <w:rsid w:val="00D05549"/>
    <w:rsid w:val="00D05811"/>
    <w:rsid w:val="00D06C23"/>
    <w:rsid w:val="00D06DD7"/>
    <w:rsid w:val="00D07194"/>
    <w:rsid w:val="00D07205"/>
    <w:rsid w:val="00D074A8"/>
    <w:rsid w:val="00D106DA"/>
    <w:rsid w:val="00D10ADE"/>
    <w:rsid w:val="00D10B58"/>
    <w:rsid w:val="00D1158B"/>
    <w:rsid w:val="00D117AA"/>
    <w:rsid w:val="00D12C18"/>
    <w:rsid w:val="00D12CB1"/>
    <w:rsid w:val="00D12D07"/>
    <w:rsid w:val="00D12FEE"/>
    <w:rsid w:val="00D132D3"/>
    <w:rsid w:val="00D13457"/>
    <w:rsid w:val="00D135C1"/>
    <w:rsid w:val="00D13F09"/>
    <w:rsid w:val="00D145F5"/>
    <w:rsid w:val="00D14BEC"/>
    <w:rsid w:val="00D15638"/>
    <w:rsid w:val="00D156A9"/>
    <w:rsid w:val="00D1578B"/>
    <w:rsid w:val="00D15F9E"/>
    <w:rsid w:val="00D163EC"/>
    <w:rsid w:val="00D164C8"/>
    <w:rsid w:val="00D165C3"/>
    <w:rsid w:val="00D16B33"/>
    <w:rsid w:val="00D175EF"/>
    <w:rsid w:val="00D17AB9"/>
    <w:rsid w:val="00D17BAB"/>
    <w:rsid w:val="00D17CD9"/>
    <w:rsid w:val="00D17DE1"/>
    <w:rsid w:val="00D17ECC"/>
    <w:rsid w:val="00D2072C"/>
    <w:rsid w:val="00D207AC"/>
    <w:rsid w:val="00D2090F"/>
    <w:rsid w:val="00D20997"/>
    <w:rsid w:val="00D20E75"/>
    <w:rsid w:val="00D20EA8"/>
    <w:rsid w:val="00D20F09"/>
    <w:rsid w:val="00D20F64"/>
    <w:rsid w:val="00D2181D"/>
    <w:rsid w:val="00D21CDD"/>
    <w:rsid w:val="00D21E38"/>
    <w:rsid w:val="00D21FFD"/>
    <w:rsid w:val="00D2246D"/>
    <w:rsid w:val="00D224EE"/>
    <w:rsid w:val="00D22872"/>
    <w:rsid w:val="00D22BD5"/>
    <w:rsid w:val="00D22D9A"/>
    <w:rsid w:val="00D22F91"/>
    <w:rsid w:val="00D23027"/>
    <w:rsid w:val="00D2317E"/>
    <w:rsid w:val="00D235D6"/>
    <w:rsid w:val="00D24264"/>
    <w:rsid w:val="00D24E69"/>
    <w:rsid w:val="00D25248"/>
    <w:rsid w:val="00D25505"/>
    <w:rsid w:val="00D2572F"/>
    <w:rsid w:val="00D2593B"/>
    <w:rsid w:val="00D25E27"/>
    <w:rsid w:val="00D25EF7"/>
    <w:rsid w:val="00D262BA"/>
    <w:rsid w:val="00D2652D"/>
    <w:rsid w:val="00D2674E"/>
    <w:rsid w:val="00D268C1"/>
    <w:rsid w:val="00D26E12"/>
    <w:rsid w:val="00D26F85"/>
    <w:rsid w:val="00D27348"/>
    <w:rsid w:val="00D27F87"/>
    <w:rsid w:val="00D30024"/>
    <w:rsid w:val="00D30439"/>
    <w:rsid w:val="00D309FE"/>
    <w:rsid w:val="00D30B2A"/>
    <w:rsid w:val="00D3163C"/>
    <w:rsid w:val="00D319C5"/>
    <w:rsid w:val="00D324C2"/>
    <w:rsid w:val="00D32692"/>
    <w:rsid w:val="00D327AC"/>
    <w:rsid w:val="00D32915"/>
    <w:rsid w:val="00D329F6"/>
    <w:rsid w:val="00D32C23"/>
    <w:rsid w:val="00D32E4A"/>
    <w:rsid w:val="00D33320"/>
    <w:rsid w:val="00D339CD"/>
    <w:rsid w:val="00D33AC0"/>
    <w:rsid w:val="00D33C81"/>
    <w:rsid w:val="00D33D1D"/>
    <w:rsid w:val="00D33F99"/>
    <w:rsid w:val="00D345BD"/>
    <w:rsid w:val="00D34866"/>
    <w:rsid w:val="00D34B21"/>
    <w:rsid w:val="00D35180"/>
    <w:rsid w:val="00D3537D"/>
    <w:rsid w:val="00D35583"/>
    <w:rsid w:val="00D35806"/>
    <w:rsid w:val="00D35D74"/>
    <w:rsid w:val="00D362BA"/>
    <w:rsid w:val="00D363D8"/>
    <w:rsid w:val="00D3650D"/>
    <w:rsid w:val="00D36595"/>
    <w:rsid w:val="00D36753"/>
    <w:rsid w:val="00D37B73"/>
    <w:rsid w:val="00D37EB1"/>
    <w:rsid w:val="00D37F8A"/>
    <w:rsid w:val="00D406BC"/>
    <w:rsid w:val="00D411B4"/>
    <w:rsid w:val="00D41A35"/>
    <w:rsid w:val="00D422D6"/>
    <w:rsid w:val="00D426B6"/>
    <w:rsid w:val="00D42848"/>
    <w:rsid w:val="00D4385B"/>
    <w:rsid w:val="00D4467C"/>
    <w:rsid w:val="00D4536A"/>
    <w:rsid w:val="00D453A3"/>
    <w:rsid w:val="00D454AA"/>
    <w:rsid w:val="00D455D9"/>
    <w:rsid w:val="00D4576C"/>
    <w:rsid w:val="00D459AF"/>
    <w:rsid w:val="00D462D6"/>
    <w:rsid w:val="00D4676D"/>
    <w:rsid w:val="00D46BD6"/>
    <w:rsid w:val="00D46F15"/>
    <w:rsid w:val="00D47DB5"/>
    <w:rsid w:val="00D47DC4"/>
    <w:rsid w:val="00D508DE"/>
    <w:rsid w:val="00D50968"/>
    <w:rsid w:val="00D515A8"/>
    <w:rsid w:val="00D515BA"/>
    <w:rsid w:val="00D517D4"/>
    <w:rsid w:val="00D5186D"/>
    <w:rsid w:val="00D5231C"/>
    <w:rsid w:val="00D535E5"/>
    <w:rsid w:val="00D536E3"/>
    <w:rsid w:val="00D53F47"/>
    <w:rsid w:val="00D54070"/>
    <w:rsid w:val="00D5425E"/>
    <w:rsid w:val="00D54330"/>
    <w:rsid w:val="00D54536"/>
    <w:rsid w:val="00D54684"/>
    <w:rsid w:val="00D5469C"/>
    <w:rsid w:val="00D54B58"/>
    <w:rsid w:val="00D54B68"/>
    <w:rsid w:val="00D55CC1"/>
    <w:rsid w:val="00D55DCE"/>
    <w:rsid w:val="00D564AF"/>
    <w:rsid w:val="00D5657A"/>
    <w:rsid w:val="00D565F3"/>
    <w:rsid w:val="00D56AA5"/>
    <w:rsid w:val="00D56D6A"/>
    <w:rsid w:val="00D56F0E"/>
    <w:rsid w:val="00D57684"/>
    <w:rsid w:val="00D57A72"/>
    <w:rsid w:val="00D60596"/>
    <w:rsid w:val="00D6105C"/>
    <w:rsid w:val="00D6117D"/>
    <w:rsid w:val="00D61336"/>
    <w:rsid w:val="00D61344"/>
    <w:rsid w:val="00D6196E"/>
    <w:rsid w:val="00D61E3F"/>
    <w:rsid w:val="00D62272"/>
    <w:rsid w:val="00D62BB8"/>
    <w:rsid w:val="00D63056"/>
    <w:rsid w:val="00D63843"/>
    <w:rsid w:val="00D6391B"/>
    <w:rsid w:val="00D64AA1"/>
    <w:rsid w:val="00D64D43"/>
    <w:rsid w:val="00D64E49"/>
    <w:rsid w:val="00D6504D"/>
    <w:rsid w:val="00D65189"/>
    <w:rsid w:val="00D6666A"/>
    <w:rsid w:val="00D66CEB"/>
    <w:rsid w:val="00D67063"/>
    <w:rsid w:val="00D702F0"/>
    <w:rsid w:val="00D70A2E"/>
    <w:rsid w:val="00D70CFF"/>
    <w:rsid w:val="00D70F9D"/>
    <w:rsid w:val="00D71140"/>
    <w:rsid w:val="00D71AD5"/>
    <w:rsid w:val="00D72432"/>
    <w:rsid w:val="00D7260E"/>
    <w:rsid w:val="00D72B11"/>
    <w:rsid w:val="00D72EFB"/>
    <w:rsid w:val="00D72F58"/>
    <w:rsid w:val="00D7350C"/>
    <w:rsid w:val="00D73848"/>
    <w:rsid w:val="00D73931"/>
    <w:rsid w:val="00D75183"/>
    <w:rsid w:val="00D7526A"/>
    <w:rsid w:val="00D75286"/>
    <w:rsid w:val="00D755C3"/>
    <w:rsid w:val="00D75F6D"/>
    <w:rsid w:val="00D75F78"/>
    <w:rsid w:val="00D760F9"/>
    <w:rsid w:val="00D7640B"/>
    <w:rsid w:val="00D7665B"/>
    <w:rsid w:val="00D767EF"/>
    <w:rsid w:val="00D76AB8"/>
    <w:rsid w:val="00D76B03"/>
    <w:rsid w:val="00D76B74"/>
    <w:rsid w:val="00D76C9A"/>
    <w:rsid w:val="00D76D0B"/>
    <w:rsid w:val="00D76D12"/>
    <w:rsid w:val="00D76D30"/>
    <w:rsid w:val="00D7759D"/>
    <w:rsid w:val="00D7791F"/>
    <w:rsid w:val="00D77F3D"/>
    <w:rsid w:val="00D805F7"/>
    <w:rsid w:val="00D80EE0"/>
    <w:rsid w:val="00D81056"/>
    <w:rsid w:val="00D8157F"/>
    <w:rsid w:val="00D818A4"/>
    <w:rsid w:val="00D818FF"/>
    <w:rsid w:val="00D819E2"/>
    <w:rsid w:val="00D81A08"/>
    <w:rsid w:val="00D81E2E"/>
    <w:rsid w:val="00D82637"/>
    <w:rsid w:val="00D82BD3"/>
    <w:rsid w:val="00D836E3"/>
    <w:rsid w:val="00D83964"/>
    <w:rsid w:val="00D849F9"/>
    <w:rsid w:val="00D84CD1"/>
    <w:rsid w:val="00D85233"/>
    <w:rsid w:val="00D85333"/>
    <w:rsid w:val="00D855EE"/>
    <w:rsid w:val="00D8583B"/>
    <w:rsid w:val="00D86CF6"/>
    <w:rsid w:val="00D86F08"/>
    <w:rsid w:val="00D87145"/>
    <w:rsid w:val="00D87417"/>
    <w:rsid w:val="00D8778D"/>
    <w:rsid w:val="00D8787A"/>
    <w:rsid w:val="00D879E3"/>
    <w:rsid w:val="00D87A6D"/>
    <w:rsid w:val="00D87B5E"/>
    <w:rsid w:val="00D87CE1"/>
    <w:rsid w:val="00D900A6"/>
    <w:rsid w:val="00D90690"/>
    <w:rsid w:val="00D9079B"/>
    <w:rsid w:val="00D90CDC"/>
    <w:rsid w:val="00D90FB0"/>
    <w:rsid w:val="00D91948"/>
    <w:rsid w:val="00D91C26"/>
    <w:rsid w:val="00D91D2E"/>
    <w:rsid w:val="00D91D72"/>
    <w:rsid w:val="00D92AD2"/>
    <w:rsid w:val="00D932A4"/>
    <w:rsid w:val="00D93AC5"/>
    <w:rsid w:val="00D9440A"/>
    <w:rsid w:val="00D9449D"/>
    <w:rsid w:val="00D946FD"/>
    <w:rsid w:val="00D94B93"/>
    <w:rsid w:val="00D955EE"/>
    <w:rsid w:val="00D95C94"/>
    <w:rsid w:val="00D95FEE"/>
    <w:rsid w:val="00D96ACF"/>
    <w:rsid w:val="00D96CAD"/>
    <w:rsid w:val="00D97261"/>
    <w:rsid w:val="00D97E69"/>
    <w:rsid w:val="00DA0156"/>
    <w:rsid w:val="00DA0952"/>
    <w:rsid w:val="00DA125E"/>
    <w:rsid w:val="00DA1315"/>
    <w:rsid w:val="00DA15F3"/>
    <w:rsid w:val="00DA1C50"/>
    <w:rsid w:val="00DA22C0"/>
    <w:rsid w:val="00DA255B"/>
    <w:rsid w:val="00DA2998"/>
    <w:rsid w:val="00DA2A28"/>
    <w:rsid w:val="00DA2F45"/>
    <w:rsid w:val="00DA33B8"/>
    <w:rsid w:val="00DA3B98"/>
    <w:rsid w:val="00DA4220"/>
    <w:rsid w:val="00DA4E25"/>
    <w:rsid w:val="00DA52F9"/>
    <w:rsid w:val="00DA5414"/>
    <w:rsid w:val="00DA5FB2"/>
    <w:rsid w:val="00DA608B"/>
    <w:rsid w:val="00DA616C"/>
    <w:rsid w:val="00DA6351"/>
    <w:rsid w:val="00DA67B2"/>
    <w:rsid w:val="00DA7035"/>
    <w:rsid w:val="00DA746D"/>
    <w:rsid w:val="00DA7B85"/>
    <w:rsid w:val="00DA7C72"/>
    <w:rsid w:val="00DA7E2E"/>
    <w:rsid w:val="00DA7FE2"/>
    <w:rsid w:val="00DB0018"/>
    <w:rsid w:val="00DB00FC"/>
    <w:rsid w:val="00DB0165"/>
    <w:rsid w:val="00DB033E"/>
    <w:rsid w:val="00DB03D1"/>
    <w:rsid w:val="00DB0445"/>
    <w:rsid w:val="00DB0775"/>
    <w:rsid w:val="00DB0D13"/>
    <w:rsid w:val="00DB0D9D"/>
    <w:rsid w:val="00DB11BA"/>
    <w:rsid w:val="00DB12F4"/>
    <w:rsid w:val="00DB14C3"/>
    <w:rsid w:val="00DB19D6"/>
    <w:rsid w:val="00DB1EA2"/>
    <w:rsid w:val="00DB1FB6"/>
    <w:rsid w:val="00DB20F7"/>
    <w:rsid w:val="00DB21B2"/>
    <w:rsid w:val="00DB2533"/>
    <w:rsid w:val="00DB27F6"/>
    <w:rsid w:val="00DB2BD2"/>
    <w:rsid w:val="00DB2ED2"/>
    <w:rsid w:val="00DB31BB"/>
    <w:rsid w:val="00DB39E4"/>
    <w:rsid w:val="00DB3E35"/>
    <w:rsid w:val="00DB467B"/>
    <w:rsid w:val="00DB49D5"/>
    <w:rsid w:val="00DB4A20"/>
    <w:rsid w:val="00DB4C60"/>
    <w:rsid w:val="00DB5394"/>
    <w:rsid w:val="00DB59EC"/>
    <w:rsid w:val="00DB662E"/>
    <w:rsid w:val="00DB67FC"/>
    <w:rsid w:val="00DB6C6F"/>
    <w:rsid w:val="00DB6F1F"/>
    <w:rsid w:val="00DB75A8"/>
    <w:rsid w:val="00DB7B35"/>
    <w:rsid w:val="00DC0023"/>
    <w:rsid w:val="00DC00D1"/>
    <w:rsid w:val="00DC03B3"/>
    <w:rsid w:val="00DC0E92"/>
    <w:rsid w:val="00DC1DA2"/>
    <w:rsid w:val="00DC1DFD"/>
    <w:rsid w:val="00DC2346"/>
    <w:rsid w:val="00DC2877"/>
    <w:rsid w:val="00DC2BC6"/>
    <w:rsid w:val="00DC2D7C"/>
    <w:rsid w:val="00DC2EB2"/>
    <w:rsid w:val="00DC2F8C"/>
    <w:rsid w:val="00DC3188"/>
    <w:rsid w:val="00DC361C"/>
    <w:rsid w:val="00DC5979"/>
    <w:rsid w:val="00DC5AEF"/>
    <w:rsid w:val="00DC5EF5"/>
    <w:rsid w:val="00DC6082"/>
    <w:rsid w:val="00DC63E1"/>
    <w:rsid w:val="00DC662B"/>
    <w:rsid w:val="00DC67DE"/>
    <w:rsid w:val="00DC6C22"/>
    <w:rsid w:val="00DC7126"/>
    <w:rsid w:val="00DC7C3F"/>
    <w:rsid w:val="00DC7EA5"/>
    <w:rsid w:val="00DD004A"/>
    <w:rsid w:val="00DD036C"/>
    <w:rsid w:val="00DD07A9"/>
    <w:rsid w:val="00DD0BC0"/>
    <w:rsid w:val="00DD0C25"/>
    <w:rsid w:val="00DD0DC7"/>
    <w:rsid w:val="00DD1087"/>
    <w:rsid w:val="00DD11DA"/>
    <w:rsid w:val="00DD1A0D"/>
    <w:rsid w:val="00DD2284"/>
    <w:rsid w:val="00DD237F"/>
    <w:rsid w:val="00DD3045"/>
    <w:rsid w:val="00DD31BD"/>
    <w:rsid w:val="00DD3582"/>
    <w:rsid w:val="00DD39B4"/>
    <w:rsid w:val="00DD3E06"/>
    <w:rsid w:val="00DD4018"/>
    <w:rsid w:val="00DD415F"/>
    <w:rsid w:val="00DD4343"/>
    <w:rsid w:val="00DD43FF"/>
    <w:rsid w:val="00DD4425"/>
    <w:rsid w:val="00DD45D9"/>
    <w:rsid w:val="00DD4C01"/>
    <w:rsid w:val="00DD587A"/>
    <w:rsid w:val="00DD5D71"/>
    <w:rsid w:val="00DD61EF"/>
    <w:rsid w:val="00DD6FEF"/>
    <w:rsid w:val="00DD716F"/>
    <w:rsid w:val="00DD7289"/>
    <w:rsid w:val="00DD77B1"/>
    <w:rsid w:val="00DD7C9C"/>
    <w:rsid w:val="00DE08CC"/>
    <w:rsid w:val="00DE08EF"/>
    <w:rsid w:val="00DE0965"/>
    <w:rsid w:val="00DE0976"/>
    <w:rsid w:val="00DE0D58"/>
    <w:rsid w:val="00DE110C"/>
    <w:rsid w:val="00DE15F5"/>
    <w:rsid w:val="00DE16D7"/>
    <w:rsid w:val="00DE1B89"/>
    <w:rsid w:val="00DE1C6E"/>
    <w:rsid w:val="00DE1D59"/>
    <w:rsid w:val="00DE1D79"/>
    <w:rsid w:val="00DE1F0E"/>
    <w:rsid w:val="00DE2C55"/>
    <w:rsid w:val="00DE2FED"/>
    <w:rsid w:val="00DE391C"/>
    <w:rsid w:val="00DE3A25"/>
    <w:rsid w:val="00DE3FCE"/>
    <w:rsid w:val="00DE4311"/>
    <w:rsid w:val="00DE476A"/>
    <w:rsid w:val="00DE5B29"/>
    <w:rsid w:val="00DE5D73"/>
    <w:rsid w:val="00DE63EB"/>
    <w:rsid w:val="00DE6475"/>
    <w:rsid w:val="00DE677E"/>
    <w:rsid w:val="00DE67C5"/>
    <w:rsid w:val="00DE7265"/>
    <w:rsid w:val="00DE7743"/>
    <w:rsid w:val="00DF0239"/>
    <w:rsid w:val="00DF0C2B"/>
    <w:rsid w:val="00DF0F2C"/>
    <w:rsid w:val="00DF10A6"/>
    <w:rsid w:val="00DF129C"/>
    <w:rsid w:val="00DF13CF"/>
    <w:rsid w:val="00DF149F"/>
    <w:rsid w:val="00DF14EA"/>
    <w:rsid w:val="00DF1789"/>
    <w:rsid w:val="00DF1AAE"/>
    <w:rsid w:val="00DF1E6B"/>
    <w:rsid w:val="00DF24E2"/>
    <w:rsid w:val="00DF2777"/>
    <w:rsid w:val="00DF27CB"/>
    <w:rsid w:val="00DF2E41"/>
    <w:rsid w:val="00DF337C"/>
    <w:rsid w:val="00DF34C5"/>
    <w:rsid w:val="00DF38F5"/>
    <w:rsid w:val="00DF3ACB"/>
    <w:rsid w:val="00DF3DCC"/>
    <w:rsid w:val="00DF41C6"/>
    <w:rsid w:val="00DF42D3"/>
    <w:rsid w:val="00DF44C6"/>
    <w:rsid w:val="00DF4897"/>
    <w:rsid w:val="00DF559D"/>
    <w:rsid w:val="00DF56BC"/>
    <w:rsid w:val="00DF589C"/>
    <w:rsid w:val="00DF5A58"/>
    <w:rsid w:val="00DF5C41"/>
    <w:rsid w:val="00DF5DEB"/>
    <w:rsid w:val="00DF6467"/>
    <w:rsid w:val="00DF686D"/>
    <w:rsid w:val="00DF6A20"/>
    <w:rsid w:val="00DF6D9D"/>
    <w:rsid w:val="00DF6E30"/>
    <w:rsid w:val="00DF7829"/>
    <w:rsid w:val="00E0001A"/>
    <w:rsid w:val="00E005CC"/>
    <w:rsid w:val="00E005F5"/>
    <w:rsid w:val="00E00D1D"/>
    <w:rsid w:val="00E00F88"/>
    <w:rsid w:val="00E018FA"/>
    <w:rsid w:val="00E01BBA"/>
    <w:rsid w:val="00E01EFA"/>
    <w:rsid w:val="00E0230D"/>
    <w:rsid w:val="00E026AA"/>
    <w:rsid w:val="00E02A8B"/>
    <w:rsid w:val="00E02D46"/>
    <w:rsid w:val="00E0305C"/>
    <w:rsid w:val="00E0341E"/>
    <w:rsid w:val="00E03C61"/>
    <w:rsid w:val="00E04776"/>
    <w:rsid w:val="00E04840"/>
    <w:rsid w:val="00E04846"/>
    <w:rsid w:val="00E04C2F"/>
    <w:rsid w:val="00E04D57"/>
    <w:rsid w:val="00E0512C"/>
    <w:rsid w:val="00E0568A"/>
    <w:rsid w:val="00E056F4"/>
    <w:rsid w:val="00E05CA2"/>
    <w:rsid w:val="00E05E5B"/>
    <w:rsid w:val="00E06264"/>
    <w:rsid w:val="00E064A0"/>
    <w:rsid w:val="00E06789"/>
    <w:rsid w:val="00E07301"/>
    <w:rsid w:val="00E074A1"/>
    <w:rsid w:val="00E07B23"/>
    <w:rsid w:val="00E101AC"/>
    <w:rsid w:val="00E1025F"/>
    <w:rsid w:val="00E10301"/>
    <w:rsid w:val="00E1088F"/>
    <w:rsid w:val="00E10F9F"/>
    <w:rsid w:val="00E1100D"/>
    <w:rsid w:val="00E110C9"/>
    <w:rsid w:val="00E112A2"/>
    <w:rsid w:val="00E11876"/>
    <w:rsid w:val="00E11B63"/>
    <w:rsid w:val="00E11B66"/>
    <w:rsid w:val="00E1203E"/>
    <w:rsid w:val="00E12826"/>
    <w:rsid w:val="00E12921"/>
    <w:rsid w:val="00E12AC0"/>
    <w:rsid w:val="00E12C6B"/>
    <w:rsid w:val="00E12DFB"/>
    <w:rsid w:val="00E12F8E"/>
    <w:rsid w:val="00E13F71"/>
    <w:rsid w:val="00E14909"/>
    <w:rsid w:val="00E15385"/>
    <w:rsid w:val="00E16447"/>
    <w:rsid w:val="00E169AD"/>
    <w:rsid w:val="00E16D09"/>
    <w:rsid w:val="00E16D87"/>
    <w:rsid w:val="00E173FC"/>
    <w:rsid w:val="00E17738"/>
    <w:rsid w:val="00E204BB"/>
    <w:rsid w:val="00E20A5A"/>
    <w:rsid w:val="00E20EEF"/>
    <w:rsid w:val="00E211A5"/>
    <w:rsid w:val="00E2160D"/>
    <w:rsid w:val="00E21CD6"/>
    <w:rsid w:val="00E2206C"/>
    <w:rsid w:val="00E22554"/>
    <w:rsid w:val="00E22562"/>
    <w:rsid w:val="00E22873"/>
    <w:rsid w:val="00E22ADC"/>
    <w:rsid w:val="00E22BCA"/>
    <w:rsid w:val="00E2323D"/>
    <w:rsid w:val="00E232C5"/>
    <w:rsid w:val="00E23601"/>
    <w:rsid w:val="00E23808"/>
    <w:rsid w:val="00E23A6A"/>
    <w:rsid w:val="00E23D7E"/>
    <w:rsid w:val="00E2403C"/>
    <w:rsid w:val="00E245A6"/>
    <w:rsid w:val="00E245E4"/>
    <w:rsid w:val="00E252B2"/>
    <w:rsid w:val="00E253E1"/>
    <w:rsid w:val="00E259EA"/>
    <w:rsid w:val="00E25C0E"/>
    <w:rsid w:val="00E26072"/>
    <w:rsid w:val="00E2620B"/>
    <w:rsid w:val="00E26376"/>
    <w:rsid w:val="00E26486"/>
    <w:rsid w:val="00E270AD"/>
    <w:rsid w:val="00E278AB"/>
    <w:rsid w:val="00E300F9"/>
    <w:rsid w:val="00E30F3D"/>
    <w:rsid w:val="00E31577"/>
    <w:rsid w:val="00E31925"/>
    <w:rsid w:val="00E3201C"/>
    <w:rsid w:val="00E32387"/>
    <w:rsid w:val="00E3278A"/>
    <w:rsid w:val="00E327F7"/>
    <w:rsid w:val="00E32A37"/>
    <w:rsid w:val="00E32AE0"/>
    <w:rsid w:val="00E32E02"/>
    <w:rsid w:val="00E32E0B"/>
    <w:rsid w:val="00E33A7F"/>
    <w:rsid w:val="00E33E8A"/>
    <w:rsid w:val="00E3446B"/>
    <w:rsid w:val="00E347C1"/>
    <w:rsid w:val="00E353B6"/>
    <w:rsid w:val="00E35674"/>
    <w:rsid w:val="00E3583F"/>
    <w:rsid w:val="00E3584C"/>
    <w:rsid w:val="00E35F01"/>
    <w:rsid w:val="00E35F51"/>
    <w:rsid w:val="00E36041"/>
    <w:rsid w:val="00E36429"/>
    <w:rsid w:val="00E36F33"/>
    <w:rsid w:val="00E36F71"/>
    <w:rsid w:val="00E37102"/>
    <w:rsid w:val="00E372A6"/>
    <w:rsid w:val="00E3733E"/>
    <w:rsid w:val="00E3740E"/>
    <w:rsid w:val="00E37713"/>
    <w:rsid w:val="00E377C7"/>
    <w:rsid w:val="00E37D27"/>
    <w:rsid w:val="00E40368"/>
    <w:rsid w:val="00E40466"/>
    <w:rsid w:val="00E40750"/>
    <w:rsid w:val="00E4110E"/>
    <w:rsid w:val="00E41176"/>
    <w:rsid w:val="00E41B55"/>
    <w:rsid w:val="00E41BF7"/>
    <w:rsid w:val="00E4245A"/>
    <w:rsid w:val="00E429C5"/>
    <w:rsid w:val="00E433BB"/>
    <w:rsid w:val="00E43A78"/>
    <w:rsid w:val="00E43C37"/>
    <w:rsid w:val="00E44383"/>
    <w:rsid w:val="00E45604"/>
    <w:rsid w:val="00E462B9"/>
    <w:rsid w:val="00E46461"/>
    <w:rsid w:val="00E46D48"/>
    <w:rsid w:val="00E46D4F"/>
    <w:rsid w:val="00E473F5"/>
    <w:rsid w:val="00E474FA"/>
    <w:rsid w:val="00E477DD"/>
    <w:rsid w:val="00E47EF8"/>
    <w:rsid w:val="00E5067D"/>
    <w:rsid w:val="00E50942"/>
    <w:rsid w:val="00E50EA2"/>
    <w:rsid w:val="00E5152F"/>
    <w:rsid w:val="00E515EF"/>
    <w:rsid w:val="00E51B91"/>
    <w:rsid w:val="00E51BD8"/>
    <w:rsid w:val="00E51F1B"/>
    <w:rsid w:val="00E52389"/>
    <w:rsid w:val="00E53075"/>
    <w:rsid w:val="00E5316B"/>
    <w:rsid w:val="00E53240"/>
    <w:rsid w:val="00E532D5"/>
    <w:rsid w:val="00E532FF"/>
    <w:rsid w:val="00E53593"/>
    <w:rsid w:val="00E53963"/>
    <w:rsid w:val="00E53BD9"/>
    <w:rsid w:val="00E53C28"/>
    <w:rsid w:val="00E53C93"/>
    <w:rsid w:val="00E53E13"/>
    <w:rsid w:val="00E5450D"/>
    <w:rsid w:val="00E54A62"/>
    <w:rsid w:val="00E556A2"/>
    <w:rsid w:val="00E556BD"/>
    <w:rsid w:val="00E56467"/>
    <w:rsid w:val="00E565C0"/>
    <w:rsid w:val="00E56725"/>
    <w:rsid w:val="00E57490"/>
    <w:rsid w:val="00E5789F"/>
    <w:rsid w:val="00E578CF"/>
    <w:rsid w:val="00E57997"/>
    <w:rsid w:val="00E604A1"/>
    <w:rsid w:val="00E60701"/>
    <w:rsid w:val="00E60710"/>
    <w:rsid w:val="00E60A7F"/>
    <w:rsid w:val="00E61300"/>
    <w:rsid w:val="00E61A27"/>
    <w:rsid w:val="00E62D5D"/>
    <w:rsid w:val="00E62E00"/>
    <w:rsid w:val="00E63070"/>
    <w:rsid w:val="00E6353B"/>
    <w:rsid w:val="00E63D42"/>
    <w:rsid w:val="00E65025"/>
    <w:rsid w:val="00E652E3"/>
    <w:rsid w:val="00E656DD"/>
    <w:rsid w:val="00E659DF"/>
    <w:rsid w:val="00E65EB8"/>
    <w:rsid w:val="00E6627A"/>
    <w:rsid w:val="00E66344"/>
    <w:rsid w:val="00E66C51"/>
    <w:rsid w:val="00E67E33"/>
    <w:rsid w:val="00E705BC"/>
    <w:rsid w:val="00E70EB1"/>
    <w:rsid w:val="00E71248"/>
    <w:rsid w:val="00E717BC"/>
    <w:rsid w:val="00E728FD"/>
    <w:rsid w:val="00E729AE"/>
    <w:rsid w:val="00E72B22"/>
    <w:rsid w:val="00E72DAF"/>
    <w:rsid w:val="00E72EFC"/>
    <w:rsid w:val="00E73381"/>
    <w:rsid w:val="00E7380E"/>
    <w:rsid w:val="00E73AC0"/>
    <w:rsid w:val="00E74BD9"/>
    <w:rsid w:val="00E74FD5"/>
    <w:rsid w:val="00E74FF7"/>
    <w:rsid w:val="00E7518F"/>
    <w:rsid w:val="00E75298"/>
    <w:rsid w:val="00E75701"/>
    <w:rsid w:val="00E7581B"/>
    <w:rsid w:val="00E75868"/>
    <w:rsid w:val="00E7596A"/>
    <w:rsid w:val="00E763B9"/>
    <w:rsid w:val="00E76DF4"/>
    <w:rsid w:val="00E77809"/>
    <w:rsid w:val="00E77AE2"/>
    <w:rsid w:val="00E77D41"/>
    <w:rsid w:val="00E801A5"/>
    <w:rsid w:val="00E804B7"/>
    <w:rsid w:val="00E8117C"/>
    <w:rsid w:val="00E81737"/>
    <w:rsid w:val="00E82001"/>
    <w:rsid w:val="00E8211C"/>
    <w:rsid w:val="00E8211E"/>
    <w:rsid w:val="00E821ED"/>
    <w:rsid w:val="00E824D7"/>
    <w:rsid w:val="00E8259E"/>
    <w:rsid w:val="00E825CD"/>
    <w:rsid w:val="00E829C5"/>
    <w:rsid w:val="00E82D56"/>
    <w:rsid w:val="00E82F32"/>
    <w:rsid w:val="00E830F5"/>
    <w:rsid w:val="00E834D2"/>
    <w:rsid w:val="00E83F95"/>
    <w:rsid w:val="00E84E7A"/>
    <w:rsid w:val="00E8544F"/>
    <w:rsid w:val="00E85962"/>
    <w:rsid w:val="00E85DD7"/>
    <w:rsid w:val="00E85E3D"/>
    <w:rsid w:val="00E86C94"/>
    <w:rsid w:val="00E87021"/>
    <w:rsid w:val="00E873BF"/>
    <w:rsid w:val="00E8770A"/>
    <w:rsid w:val="00E87752"/>
    <w:rsid w:val="00E87CAF"/>
    <w:rsid w:val="00E9022F"/>
    <w:rsid w:val="00E90843"/>
    <w:rsid w:val="00E90A45"/>
    <w:rsid w:val="00E910E7"/>
    <w:rsid w:val="00E91F3D"/>
    <w:rsid w:val="00E91F52"/>
    <w:rsid w:val="00E91F60"/>
    <w:rsid w:val="00E92147"/>
    <w:rsid w:val="00E92E87"/>
    <w:rsid w:val="00E9304F"/>
    <w:rsid w:val="00E93190"/>
    <w:rsid w:val="00E93876"/>
    <w:rsid w:val="00E9398A"/>
    <w:rsid w:val="00E93BD9"/>
    <w:rsid w:val="00E93C89"/>
    <w:rsid w:val="00E94604"/>
    <w:rsid w:val="00E9463C"/>
    <w:rsid w:val="00E94D05"/>
    <w:rsid w:val="00E951CE"/>
    <w:rsid w:val="00E9602E"/>
    <w:rsid w:val="00E96060"/>
    <w:rsid w:val="00E9676F"/>
    <w:rsid w:val="00E96CB0"/>
    <w:rsid w:val="00E96DF1"/>
    <w:rsid w:val="00E972D9"/>
    <w:rsid w:val="00E97465"/>
    <w:rsid w:val="00E97F29"/>
    <w:rsid w:val="00EA059A"/>
    <w:rsid w:val="00EA0645"/>
    <w:rsid w:val="00EA083D"/>
    <w:rsid w:val="00EA0990"/>
    <w:rsid w:val="00EA0D84"/>
    <w:rsid w:val="00EA1131"/>
    <w:rsid w:val="00EA1325"/>
    <w:rsid w:val="00EA1453"/>
    <w:rsid w:val="00EA179B"/>
    <w:rsid w:val="00EA18B2"/>
    <w:rsid w:val="00EA19B8"/>
    <w:rsid w:val="00EA292E"/>
    <w:rsid w:val="00EA29CD"/>
    <w:rsid w:val="00EA2B49"/>
    <w:rsid w:val="00EA2BFE"/>
    <w:rsid w:val="00EA2C69"/>
    <w:rsid w:val="00EA382B"/>
    <w:rsid w:val="00EA3974"/>
    <w:rsid w:val="00EA3C2A"/>
    <w:rsid w:val="00EA3CD5"/>
    <w:rsid w:val="00EA413C"/>
    <w:rsid w:val="00EA4EF9"/>
    <w:rsid w:val="00EA566C"/>
    <w:rsid w:val="00EA5BFA"/>
    <w:rsid w:val="00EA5E61"/>
    <w:rsid w:val="00EA61D6"/>
    <w:rsid w:val="00EA6421"/>
    <w:rsid w:val="00EA6694"/>
    <w:rsid w:val="00EA6702"/>
    <w:rsid w:val="00EA6A8B"/>
    <w:rsid w:val="00EA6B7D"/>
    <w:rsid w:val="00EA6F52"/>
    <w:rsid w:val="00EA752B"/>
    <w:rsid w:val="00EA7B34"/>
    <w:rsid w:val="00EB01EE"/>
    <w:rsid w:val="00EB101C"/>
    <w:rsid w:val="00EB1338"/>
    <w:rsid w:val="00EB1DAE"/>
    <w:rsid w:val="00EB1E14"/>
    <w:rsid w:val="00EB23CD"/>
    <w:rsid w:val="00EB24B4"/>
    <w:rsid w:val="00EB259F"/>
    <w:rsid w:val="00EB25E4"/>
    <w:rsid w:val="00EB2662"/>
    <w:rsid w:val="00EB2B5A"/>
    <w:rsid w:val="00EB2C50"/>
    <w:rsid w:val="00EB2FB3"/>
    <w:rsid w:val="00EB2FFC"/>
    <w:rsid w:val="00EB34BF"/>
    <w:rsid w:val="00EB3860"/>
    <w:rsid w:val="00EB3DF1"/>
    <w:rsid w:val="00EB433F"/>
    <w:rsid w:val="00EB43ED"/>
    <w:rsid w:val="00EB4752"/>
    <w:rsid w:val="00EB4932"/>
    <w:rsid w:val="00EB49D2"/>
    <w:rsid w:val="00EB5235"/>
    <w:rsid w:val="00EB52FD"/>
    <w:rsid w:val="00EB5BD9"/>
    <w:rsid w:val="00EB5C21"/>
    <w:rsid w:val="00EB64E1"/>
    <w:rsid w:val="00EB6690"/>
    <w:rsid w:val="00EB6F54"/>
    <w:rsid w:val="00EB71FC"/>
    <w:rsid w:val="00EB7206"/>
    <w:rsid w:val="00EB7307"/>
    <w:rsid w:val="00EB76C4"/>
    <w:rsid w:val="00EB7E94"/>
    <w:rsid w:val="00EB7F83"/>
    <w:rsid w:val="00EC04B2"/>
    <w:rsid w:val="00EC0754"/>
    <w:rsid w:val="00EC0C2F"/>
    <w:rsid w:val="00EC0F11"/>
    <w:rsid w:val="00EC177D"/>
    <w:rsid w:val="00EC1DED"/>
    <w:rsid w:val="00EC1EA3"/>
    <w:rsid w:val="00EC2347"/>
    <w:rsid w:val="00EC256B"/>
    <w:rsid w:val="00EC259F"/>
    <w:rsid w:val="00EC31D8"/>
    <w:rsid w:val="00EC365E"/>
    <w:rsid w:val="00EC3706"/>
    <w:rsid w:val="00EC3B2E"/>
    <w:rsid w:val="00EC5029"/>
    <w:rsid w:val="00EC5159"/>
    <w:rsid w:val="00EC53AB"/>
    <w:rsid w:val="00EC5488"/>
    <w:rsid w:val="00EC5629"/>
    <w:rsid w:val="00EC5E8B"/>
    <w:rsid w:val="00EC5F31"/>
    <w:rsid w:val="00EC60D5"/>
    <w:rsid w:val="00EC64D3"/>
    <w:rsid w:val="00EC693C"/>
    <w:rsid w:val="00EC6B94"/>
    <w:rsid w:val="00EC6C46"/>
    <w:rsid w:val="00EC7009"/>
    <w:rsid w:val="00EC7295"/>
    <w:rsid w:val="00EC72E0"/>
    <w:rsid w:val="00EC7A17"/>
    <w:rsid w:val="00EC7E08"/>
    <w:rsid w:val="00ED05A7"/>
    <w:rsid w:val="00ED0A4E"/>
    <w:rsid w:val="00ED0EF1"/>
    <w:rsid w:val="00ED21C4"/>
    <w:rsid w:val="00ED22B3"/>
    <w:rsid w:val="00ED29AC"/>
    <w:rsid w:val="00ED2E8B"/>
    <w:rsid w:val="00ED4009"/>
    <w:rsid w:val="00ED4714"/>
    <w:rsid w:val="00ED4758"/>
    <w:rsid w:val="00ED4A4F"/>
    <w:rsid w:val="00ED5029"/>
    <w:rsid w:val="00ED5036"/>
    <w:rsid w:val="00ED5795"/>
    <w:rsid w:val="00ED596D"/>
    <w:rsid w:val="00ED5A64"/>
    <w:rsid w:val="00ED6B50"/>
    <w:rsid w:val="00ED76A5"/>
    <w:rsid w:val="00ED7858"/>
    <w:rsid w:val="00ED7C72"/>
    <w:rsid w:val="00ED7C93"/>
    <w:rsid w:val="00ED7DA7"/>
    <w:rsid w:val="00ED7FBE"/>
    <w:rsid w:val="00ED7FE3"/>
    <w:rsid w:val="00EE066B"/>
    <w:rsid w:val="00EE0C32"/>
    <w:rsid w:val="00EE0E35"/>
    <w:rsid w:val="00EE16F4"/>
    <w:rsid w:val="00EE1748"/>
    <w:rsid w:val="00EE1A73"/>
    <w:rsid w:val="00EE3279"/>
    <w:rsid w:val="00EE33A6"/>
    <w:rsid w:val="00EE3E28"/>
    <w:rsid w:val="00EE3F37"/>
    <w:rsid w:val="00EE421F"/>
    <w:rsid w:val="00EE4234"/>
    <w:rsid w:val="00EE52E4"/>
    <w:rsid w:val="00EE5538"/>
    <w:rsid w:val="00EE57B4"/>
    <w:rsid w:val="00EE5883"/>
    <w:rsid w:val="00EE5B85"/>
    <w:rsid w:val="00EE5E1A"/>
    <w:rsid w:val="00EE5E1C"/>
    <w:rsid w:val="00EE5EFD"/>
    <w:rsid w:val="00EE66B5"/>
    <w:rsid w:val="00EE6955"/>
    <w:rsid w:val="00EE69C3"/>
    <w:rsid w:val="00EE6B3C"/>
    <w:rsid w:val="00EE6BD8"/>
    <w:rsid w:val="00EE6DDA"/>
    <w:rsid w:val="00EE7128"/>
    <w:rsid w:val="00EE7503"/>
    <w:rsid w:val="00EE7673"/>
    <w:rsid w:val="00EE767A"/>
    <w:rsid w:val="00EE7C94"/>
    <w:rsid w:val="00EF00E0"/>
    <w:rsid w:val="00EF0280"/>
    <w:rsid w:val="00EF0507"/>
    <w:rsid w:val="00EF0736"/>
    <w:rsid w:val="00EF09DF"/>
    <w:rsid w:val="00EF1378"/>
    <w:rsid w:val="00EF195C"/>
    <w:rsid w:val="00EF1A5A"/>
    <w:rsid w:val="00EF22CC"/>
    <w:rsid w:val="00EF22E8"/>
    <w:rsid w:val="00EF2592"/>
    <w:rsid w:val="00EF2696"/>
    <w:rsid w:val="00EF2A3D"/>
    <w:rsid w:val="00EF2A64"/>
    <w:rsid w:val="00EF2C73"/>
    <w:rsid w:val="00EF303D"/>
    <w:rsid w:val="00EF30DD"/>
    <w:rsid w:val="00EF3171"/>
    <w:rsid w:val="00EF3A6A"/>
    <w:rsid w:val="00EF45F5"/>
    <w:rsid w:val="00EF4C5D"/>
    <w:rsid w:val="00EF55FD"/>
    <w:rsid w:val="00EF566D"/>
    <w:rsid w:val="00EF5A91"/>
    <w:rsid w:val="00EF5F69"/>
    <w:rsid w:val="00EF6823"/>
    <w:rsid w:val="00EF6E1B"/>
    <w:rsid w:val="00EF6EF7"/>
    <w:rsid w:val="00EF6FA5"/>
    <w:rsid w:val="00EF76C3"/>
    <w:rsid w:val="00EF7B38"/>
    <w:rsid w:val="00EF7F02"/>
    <w:rsid w:val="00F002BF"/>
    <w:rsid w:val="00F0052F"/>
    <w:rsid w:val="00F00585"/>
    <w:rsid w:val="00F0064C"/>
    <w:rsid w:val="00F01477"/>
    <w:rsid w:val="00F01F10"/>
    <w:rsid w:val="00F02E25"/>
    <w:rsid w:val="00F030B2"/>
    <w:rsid w:val="00F031AA"/>
    <w:rsid w:val="00F0343C"/>
    <w:rsid w:val="00F0374C"/>
    <w:rsid w:val="00F03D69"/>
    <w:rsid w:val="00F047EC"/>
    <w:rsid w:val="00F048FA"/>
    <w:rsid w:val="00F05057"/>
    <w:rsid w:val="00F051E7"/>
    <w:rsid w:val="00F05775"/>
    <w:rsid w:val="00F058DC"/>
    <w:rsid w:val="00F05913"/>
    <w:rsid w:val="00F068C4"/>
    <w:rsid w:val="00F06A25"/>
    <w:rsid w:val="00F06BCC"/>
    <w:rsid w:val="00F06BFE"/>
    <w:rsid w:val="00F07380"/>
    <w:rsid w:val="00F07476"/>
    <w:rsid w:val="00F07F19"/>
    <w:rsid w:val="00F1175C"/>
    <w:rsid w:val="00F11D39"/>
    <w:rsid w:val="00F12024"/>
    <w:rsid w:val="00F12088"/>
    <w:rsid w:val="00F121FC"/>
    <w:rsid w:val="00F123D5"/>
    <w:rsid w:val="00F12B31"/>
    <w:rsid w:val="00F12CBB"/>
    <w:rsid w:val="00F13057"/>
    <w:rsid w:val="00F132E4"/>
    <w:rsid w:val="00F1368A"/>
    <w:rsid w:val="00F138D9"/>
    <w:rsid w:val="00F13A85"/>
    <w:rsid w:val="00F146BD"/>
    <w:rsid w:val="00F146C3"/>
    <w:rsid w:val="00F14A2A"/>
    <w:rsid w:val="00F14E4D"/>
    <w:rsid w:val="00F15001"/>
    <w:rsid w:val="00F1557C"/>
    <w:rsid w:val="00F159FA"/>
    <w:rsid w:val="00F15F0A"/>
    <w:rsid w:val="00F16A25"/>
    <w:rsid w:val="00F16D8D"/>
    <w:rsid w:val="00F176DC"/>
    <w:rsid w:val="00F1770A"/>
    <w:rsid w:val="00F17BA1"/>
    <w:rsid w:val="00F20558"/>
    <w:rsid w:val="00F206E7"/>
    <w:rsid w:val="00F20BBB"/>
    <w:rsid w:val="00F2123A"/>
    <w:rsid w:val="00F2165D"/>
    <w:rsid w:val="00F2174E"/>
    <w:rsid w:val="00F2187E"/>
    <w:rsid w:val="00F22112"/>
    <w:rsid w:val="00F22397"/>
    <w:rsid w:val="00F22400"/>
    <w:rsid w:val="00F22455"/>
    <w:rsid w:val="00F22593"/>
    <w:rsid w:val="00F22875"/>
    <w:rsid w:val="00F22FD2"/>
    <w:rsid w:val="00F23599"/>
    <w:rsid w:val="00F2369B"/>
    <w:rsid w:val="00F23AF9"/>
    <w:rsid w:val="00F24095"/>
    <w:rsid w:val="00F24230"/>
    <w:rsid w:val="00F24A3F"/>
    <w:rsid w:val="00F24FE8"/>
    <w:rsid w:val="00F250F9"/>
    <w:rsid w:val="00F258B9"/>
    <w:rsid w:val="00F25E6D"/>
    <w:rsid w:val="00F25FB0"/>
    <w:rsid w:val="00F26820"/>
    <w:rsid w:val="00F26DFA"/>
    <w:rsid w:val="00F26E44"/>
    <w:rsid w:val="00F2758F"/>
    <w:rsid w:val="00F27B20"/>
    <w:rsid w:val="00F3024B"/>
    <w:rsid w:val="00F30265"/>
    <w:rsid w:val="00F30285"/>
    <w:rsid w:val="00F3030A"/>
    <w:rsid w:val="00F30F11"/>
    <w:rsid w:val="00F30FA8"/>
    <w:rsid w:val="00F31006"/>
    <w:rsid w:val="00F319A6"/>
    <w:rsid w:val="00F32005"/>
    <w:rsid w:val="00F32024"/>
    <w:rsid w:val="00F320F8"/>
    <w:rsid w:val="00F3277A"/>
    <w:rsid w:val="00F32DD4"/>
    <w:rsid w:val="00F32DFB"/>
    <w:rsid w:val="00F338F8"/>
    <w:rsid w:val="00F3391E"/>
    <w:rsid w:val="00F33DBD"/>
    <w:rsid w:val="00F340C3"/>
    <w:rsid w:val="00F34285"/>
    <w:rsid w:val="00F34F94"/>
    <w:rsid w:val="00F3625C"/>
    <w:rsid w:val="00F362D2"/>
    <w:rsid w:val="00F36F0F"/>
    <w:rsid w:val="00F370A6"/>
    <w:rsid w:val="00F37727"/>
    <w:rsid w:val="00F37908"/>
    <w:rsid w:val="00F402EE"/>
    <w:rsid w:val="00F414EE"/>
    <w:rsid w:val="00F41A32"/>
    <w:rsid w:val="00F41ED6"/>
    <w:rsid w:val="00F41FCF"/>
    <w:rsid w:val="00F4236A"/>
    <w:rsid w:val="00F42545"/>
    <w:rsid w:val="00F425DB"/>
    <w:rsid w:val="00F42BD0"/>
    <w:rsid w:val="00F42F19"/>
    <w:rsid w:val="00F43328"/>
    <w:rsid w:val="00F4361A"/>
    <w:rsid w:val="00F43E72"/>
    <w:rsid w:val="00F44222"/>
    <w:rsid w:val="00F44471"/>
    <w:rsid w:val="00F44873"/>
    <w:rsid w:val="00F4488B"/>
    <w:rsid w:val="00F4490F"/>
    <w:rsid w:val="00F449F3"/>
    <w:rsid w:val="00F44E0B"/>
    <w:rsid w:val="00F45688"/>
    <w:rsid w:val="00F45854"/>
    <w:rsid w:val="00F45F9B"/>
    <w:rsid w:val="00F463B6"/>
    <w:rsid w:val="00F466B4"/>
    <w:rsid w:val="00F46A83"/>
    <w:rsid w:val="00F46BB3"/>
    <w:rsid w:val="00F46DBC"/>
    <w:rsid w:val="00F470F7"/>
    <w:rsid w:val="00F4778D"/>
    <w:rsid w:val="00F505F2"/>
    <w:rsid w:val="00F50770"/>
    <w:rsid w:val="00F50BA4"/>
    <w:rsid w:val="00F50EC8"/>
    <w:rsid w:val="00F51044"/>
    <w:rsid w:val="00F510F0"/>
    <w:rsid w:val="00F51136"/>
    <w:rsid w:val="00F51B35"/>
    <w:rsid w:val="00F51C7A"/>
    <w:rsid w:val="00F526C0"/>
    <w:rsid w:val="00F52D41"/>
    <w:rsid w:val="00F53364"/>
    <w:rsid w:val="00F535F8"/>
    <w:rsid w:val="00F538BA"/>
    <w:rsid w:val="00F53CB1"/>
    <w:rsid w:val="00F54274"/>
    <w:rsid w:val="00F542BA"/>
    <w:rsid w:val="00F5453E"/>
    <w:rsid w:val="00F547DB"/>
    <w:rsid w:val="00F548BE"/>
    <w:rsid w:val="00F54964"/>
    <w:rsid w:val="00F54BFD"/>
    <w:rsid w:val="00F55B1D"/>
    <w:rsid w:val="00F55FF5"/>
    <w:rsid w:val="00F561DC"/>
    <w:rsid w:val="00F5644A"/>
    <w:rsid w:val="00F567BB"/>
    <w:rsid w:val="00F56C33"/>
    <w:rsid w:val="00F56DE4"/>
    <w:rsid w:val="00F57409"/>
    <w:rsid w:val="00F57E11"/>
    <w:rsid w:val="00F60243"/>
    <w:rsid w:val="00F606D1"/>
    <w:rsid w:val="00F6082F"/>
    <w:rsid w:val="00F60FF1"/>
    <w:rsid w:val="00F6101E"/>
    <w:rsid w:val="00F6159F"/>
    <w:rsid w:val="00F617CB"/>
    <w:rsid w:val="00F61AAC"/>
    <w:rsid w:val="00F6236F"/>
    <w:rsid w:val="00F627C4"/>
    <w:rsid w:val="00F63E92"/>
    <w:rsid w:val="00F63FE6"/>
    <w:rsid w:val="00F6405A"/>
    <w:rsid w:val="00F64333"/>
    <w:rsid w:val="00F64389"/>
    <w:rsid w:val="00F64761"/>
    <w:rsid w:val="00F668C8"/>
    <w:rsid w:val="00F66A9E"/>
    <w:rsid w:val="00F67217"/>
    <w:rsid w:val="00F6779F"/>
    <w:rsid w:val="00F70240"/>
    <w:rsid w:val="00F7029D"/>
    <w:rsid w:val="00F706D8"/>
    <w:rsid w:val="00F70D69"/>
    <w:rsid w:val="00F7108A"/>
    <w:rsid w:val="00F71169"/>
    <w:rsid w:val="00F71A6F"/>
    <w:rsid w:val="00F71C97"/>
    <w:rsid w:val="00F7272D"/>
    <w:rsid w:val="00F731C2"/>
    <w:rsid w:val="00F73609"/>
    <w:rsid w:val="00F73926"/>
    <w:rsid w:val="00F739C8"/>
    <w:rsid w:val="00F73D02"/>
    <w:rsid w:val="00F74954"/>
    <w:rsid w:val="00F7496C"/>
    <w:rsid w:val="00F75414"/>
    <w:rsid w:val="00F75588"/>
    <w:rsid w:val="00F75B47"/>
    <w:rsid w:val="00F75C8E"/>
    <w:rsid w:val="00F7603F"/>
    <w:rsid w:val="00F761CD"/>
    <w:rsid w:val="00F7672D"/>
    <w:rsid w:val="00F7769B"/>
    <w:rsid w:val="00F77A78"/>
    <w:rsid w:val="00F77A9E"/>
    <w:rsid w:val="00F800B0"/>
    <w:rsid w:val="00F80180"/>
    <w:rsid w:val="00F80AEC"/>
    <w:rsid w:val="00F80B53"/>
    <w:rsid w:val="00F81135"/>
    <w:rsid w:val="00F815A5"/>
    <w:rsid w:val="00F81D12"/>
    <w:rsid w:val="00F826FB"/>
    <w:rsid w:val="00F82CAE"/>
    <w:rsid w:val="00F82F01"/>
    <w:rsid w:val="00F83BA9"/>
    <w:rsid w:val="00F84663"/>
    <w:rsid w:val="00F84FFE"/>
    <w:rsid w:val="00F85710"/>
    <w:rsid w:val="00F8583D"/>
    <w:rsid w:val="00F85A27"/>
    <w:rsid w:val="00F85E6D"/>
    <w:rsid w:val="00F860E7"/>
    <w:rsid w:val="00F86364"/>
    <w:rsid w:val="00F8686F"/>
    <w:rsid w:val="00F869DF"/>
    <w:rsid w:val="00F871AF"/>
    <w:rsid w:val="00F90A51"/>
    <w:rsid w:val="00F90B7F"/>
    <w:rsid w:val="00F9150B"/>
    <w:rsid w:val="00F91592"/>
    <w:rsid w:val="00F9182E"/>
    <w:rsid w:val="00F91D1E"/>
    <w:rsid w:val="00F91E07"/>
    <w:rsid w:val="00F92752"/>
    <w:rsid w:val="00F92BC1"/>
    <w:rsid w:val="00F92D0D"/>
    <w:rsid w:val="00F9330D"/>
    <w:rsid w:val="00F93381"/>
    <w:rsid w:val="00F93A2B"/>
    <w:rsid w:val="00F93F07"/>
    <w:rsid w:val="00F9444C"/>
    <w:rsid w:val="00F94731"/>
    <w:rsid w:val="00F948C4"/>
    <w:rsid w:val="00F94B5F"/>
    <w:rsid w:val="00F94F52"/>
    <w:rsid w:val="00F95353"/>
    <w:rsid w:val="00F954B9"/>
    <w:rsid w:val="00F95DAF"/>
    <w:rsid w:val="00F95DD1"/>
    <w:rsid w:val="00F960BD"/>
    <w:rsid w:val="00F961BC"/>
    <w:rsid w:val="00F96224"/>
    <w:rsid w:val="00F96649"/>
    <w:rsid w:val="00F9671A"/>
    <w:rsid w:val="00F96E67"/>
    <w:rsid w:val="00F972AB"/>
    <w:rsid w:val="00F97339"/>
    <w:rsid w:val="00F97757"/>
    <w:rsid w:val="00FA0087"/>
    <w:rsid w:val="00FA0124"/>
    <w:rsid w:val="00FA05A4"/>
    <w:rsid w:val="00FA0C50"/>
    <w:rsid w:val="00FA1378"/>
    <w:rsid w:val="00FA15BF"/>
    <w:rsid w:val="00FA1A94"/>
    <w:rsid w:val="00FA1B00"/>
    <w:rsid w:val="00FA1E84"/>
    <w:rsid w:val="00FA207C"/>
    <w:rsid w:val="00FA2D26"/>
    <w:rsid w:val="00FA2D7F"/>
    <w:rsid w:val="00FA2F01"/>
    <w:rsid w:val="00FA2FB1"/>
    <w:rsid w:val="00FA336F"/>
    <w:rsid w:val="00FA3826"/>
    <w:rsid w:val="00FA4134"/>
    <w:rsid w:val="00FA4135"/>
    <w:rsid w:val="00FA53B8"/>
    <w:rsid w:val="00FA55C9"/>
    <w:rsid w:val="00FA623C"/>
    <w:rsid w:val="00FA661A"/>
    <w:rsid w:val="00FA67BE"/>
    <w:rsid w:val="00FA683C"/>
    <w:rsid w:val="00FA69D7"/>
    <w:rsid w:val="00FA6D1B"/>
    <w:rsid w:val="00FA7236"/>
    <w:rsid w:val="00FA738D"/>
    <w:rsid w:val="00FA75DC"/>
    <w:rsid w:val="00FA76B8"/>
    <w:rsid w:val="00FA780B"/>
    <w:rsid w:val="00FA7F48"/>
    <w:rsid w:val="00FA7F69"/>
    <w:rsid w:val="00FB00A3"/>
    <w:rsid w:val="00FB0B9B"/>
    <w:rsid w:val="00FB0D1C"/>
    <w:rsid w:val="00FB0E87"/>
    <w:rsid w:val="00FB0E97"/>
    <w:rsid w:val="00FB1408"/>
    <w:rsid w:val="00FB14EC"/>
    <w:rsid w:val="00FB17A6"/>
    <w:rsid w:val="00FB1988"/>
    <w:rsid w:val="00FB1E0C"/>
    <w:rsid w:val="00FB243F"/>
    <w:rsid w:val="00FB24F7"/>
    <w:rsid w:val="00FB3201"/>
    <w:rsid w:val="00FB3287"/>
    <w:rsid w:val="00FB38BC"/>
    <w:rsid w:val="00FB393A"/>
    <w:rsid w:val="00FB3A9A"/>
    <w:rsid w:val="00FB3AF0"/>
    <w:rsid w:val="00FB3EC2"/>
    <w:rsid w:val="00FB45CF"/>
    <w:rsid w:val="00FB45DF"/>
    <w:rsid w:val="00FB46F2"/>
    <w:rsid w:val="00FB4B71"/>
    <w:rsid w:val="00FB4FA9"/>
    <w:rsid w:val="00FB516C"/>
    <w:rsid w:val="00FB55E7"/>
    <w:rsid w:val="00FB578D"/>
    <w:rsid w:val="00FB579F"/>
    <w:rsid w:val="00FB5C39"/>
    <w:rsid w:val="00FB5F01"/>
    <w:rsid w:val="00FB60DF"/>
    <w:rsid w:val="00FB617D"/>
    <w:rsid w:val="00FB6B84"/>
    <w:rsid w:val="00FB6E8A"/>
    <w:rsid w:val="00FB713E"/>
    <w:rsid w:val="00FB7D07"/>
    <w:rsid w:val="00FB7F89"/>
    <w:rsid w:val="00FC0198"/>
    <w:rsid w:val="00FC0413"/>
    <w:rsid w:val="00FC06D5"/>
    <w:rsid w:val="00FC09C7"/>
    <w:rsid w:val="00FC2547"/>
    <w:rsid w:val="00FC2829"/>
    <w:rsid w:val="00FC2ED9"/>
    <w:rsid w:val="00FC2EF5"/>
    <w:rsid w:val="00FC328E"/>
    <w:rsid w:val="00FC35A4"/>
    <w:rsid w:val="00FC41F3"/>
    <w:rsid w:val="00FC42A6"/>
    <w:rsid w:val="00FC42A8"/>
    <w:rsid w:val="00FC4C64"/>
    <w:rsid w:val="00FC5024"/>
    <w:rsid w:val="00FC5720"/>
    <w:rsid w:val="00FC6566"/>
    <w:rsid w:val="00FC6686"/>
    <w:rsid w:val="00FC70E6"/>
    <w:rsid w:val="00FC7296"/>
    <w:rsid w:val="00FC73E1"/>
    <w:rsid w:val="00FC7F11"/>
    <w:rsid w:val="00FD0159"/>
    <w:rsid w:val="00FD018D"/>
    <w:rsid w:val="00FD06CE"/>
    <w:rsid w:val="00FD096E"/>
    <w:rsid w:val="00FD0CDD"/>
    <w:rsid w:val="00FD1018"/>
    <w:rsid w:val="00FD1998"/>
    <w:rsid w:val="00FD1A8A"/>
    <w:rsid w:val="00FD1CD9"/>
    <w:rsid w:val="00FD1D8B"/>
    <w:rsid w:val="00FD2536"/>
    <w:rsid w:val="00FD288C"/>
    <w:rsid w:val="00FD2C02"/>
    <w:rsid w:val="00FD2CCE"/>
    <w:rsid w:val="00FD32FC"/>
    <w:rsid w:val="00FD34D0"/>
    <w:rsid w:val="00FD3611"/>
    <w:rsid w:val="00FD3A68"/>
    <w:rsid w:val="00FD3AFE"/>
    <w:rsid w:val="00FD40C1"/>
    <w:rsid w:val="00FD4532"/>
    <w:rsid w:val="00FD47A1"/>
    <w:rsid w:val="00FD47C1"/>
    <w:rsid w:val="00FD4E9B"/>
    <w:rsid w:val="00FD5407"/>
    <w:rsid w:val="00FD5533"/>
    <w:rsid w:val="00FD559F"/>
    <w:rsid w:val="00FD58B6"/>
    <w:rsid w:val="00FD59F2"/>
    <w:rsid w:val="00FD5F10"/>
    <w:rsid w:val="00FD604A"/>
    <w:rsid w:val="00FD6200"/>
    <w:rsid w:val="00FD679F"/>
    <w:rsid w:val="00FD6C7B"/>
    <w:rsid w:val="00FD70D1"/>
    <w:rsid w:val="00FD7E93"/>
    <w:rsid w:val="00FE05E4"/>
    <w:rsid w:val="00FE1963"/>
    <w:rsid w:val="00FE19C9"/>
    <w:rsid w:val="00FE2075"/>
    <w:rsid w:val="00FE2C40"/>
    <w:rsid w:val="00FE31EF"/>
    <w:rsid w:val="00FE33C1"/>
    <w:rsid w:val="00FE356D"/>
    <w:rsid w:val="00FE38FB"/>
    <w:rsid w:val="00FE3BD4"/>
    <w:rsid w:val="00FE3F71"/>
    <w:rsid w:val="00FE4221"/>
    <w:rsid w:val="00FE4890"/>
    <w:rsid w:val="00FE4B67"/>
    <w:rsid w:val="00FE4E78"/>
    <w:rsid w:val="00FE5046"/>
    <w:rsid w:val="00FE5785"/>
    <w:rsid w:val="00FE68A8"/>
    <w:rsid w:val="00FE7032"/>
    <w:rsid w:val="00FE7430"/>
    <w:rsid w:val="00FE780A"/>
    <w:rsid w:val="00FE780B"/>
    <w:rsid w:val="00FE7A28"/>
    <w:rsid w:val="00FF02FE"/>
    <w:rsid w:val="00FF035F"/>
    <w:rsid w:val="00FF062F"/>
    <w:rsid w:val="00FF0A9B"/>
    <w:rsid w:val="00FF0C6C"/>
    <w:rsid w:val="00FF0D66"/>
    <w:rsid w:val="00FF0D9D"/>
    <w:rsid w:val="00FF0ED8"/>
    <w:rsid w:val="00FF13CB"/>
    <w:rsid w:val="00FF19A3"/>
    <w:rsid w:val="00FF243A"/>
    <w:rsid w:val="00FF2441"/>
    <w:rsid w:val="00FF2B8A"/>
    <w:rsid w:val="00FF2BF9"/>
    <w:rsid w:val="00FF2CAC"/>
    <w:rsid w:val="00FF32CB"/>
    <w:rsid w:val="00FF3373"/>
    <w:rsid w:val="00FF33A6"/>
    <w:rsid w:val="00FF393A"/>
    <w:rsid w:val="00FF4418"/>
    <w:rsid w:val="00FF46AB"/>
    <w:rsid w:val="00FF4D75"/>
    <w:rsid w:val="00FF4E6F"/>
    <w:rsid w:val="00FF51F3"/>
    <w:rsid w:val="00FF5784"/>
    <w:rsid w:val="00FF5A0D"/>
    <w:rsid w:val="00FF5BA1"/>
    <w:rsid w:val="00FF64A8"/>
    <w:rsid w:val="00FF6FF5"/>
    <w:rsid w:val="00FF72FF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1570D-2819-41E3-90EF-3B14B01B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77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22B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037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002C3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D002C3"/>
    <w:pPr>
      <w:jc w:val="both"/>
    </w:pPr>
    <w:rPr>
      <w:sz w:val="28"/>
      <w:szCs w:val="20"/>
    </w:rPr>
  </w:style>
  <w:style w:type="paragraph" w:customStyle="1" w:styleId="a6">
    <w:basedOn w:val="a"/>
    <w:rsid w:val="00D002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D002C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D002C3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074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8778D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a">
    <w:name w:val="List Paragraph"/>
    <w:aliases w:val="ПАРАГРАФ"/>
    <w:basedOn w:val="a"/>
    <w:uiPriority w:val="34"/>
    <w:qFormat/>
    <w:rsid w:val="00494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521722"/>
    <w:rPr>
      <w:rFonts w:ascii="Arial" w:hAnsi="Arial" w:cs="Arial"/>
      <w:b/>
      <w:bCs/>
      <w:color w:val="26282F"/>
      <w:sz w:val="24"/>
      <w:szCs w:val="24"/>
    </w:rPr>
  </w:style>
  <w:style w:type="character" w:styleId="ab">
    <w:name w:val="page number"/>
    <w:basedOn w:val="a0"/>
    <w:rsid w:val="009412FD"/>
  </w:style>
  <w:style w:type="character" w:customStyle="1" w:styleId="21">
    <w:name w:val="Знак Знак2"/>
    <w:rsid w:val="00BD2881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c">
    <w:name w:val="footnote reference"/>
    <w:rsid w:val="00424490"/>
    <w:rPr>
      <w:vertAlign w:val="superscript"/>
    </w:rPr>
  </w:style>
  <w:style w:type="character" w:customStyle="1" w:styleId="ad">
    <w:name w:val="Цветовое выделение"/>
    <w:rsid w:val="00424490"/>
    <w:rPr>
      <w:b/>
      <w:bCs/>
      <w:color w:val="000080"/>
    </w:rPr>
  </w:style>
  <w:style w:type="character" w:customStyle="1" w:styleId="ae">
    <w:name w:val="Подпись к таблице_"/>
    <w:link w:val="af"/>
    <w:rsid w:val="00BE2DEE"/>
    <w:rPr>
      <w:b/>
      <w:bCs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BE2DEE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31"/>
    <w:basedOn w:val="a"/>
    <w:rsid w:val="002B536B"/>
    <w:pPr>
      <w:jc w:val="both"/>
    </w:pPr>
    <w:rPr>
      <w:sz w:val="28"/>
      <w:szCs w:val="20"/>
    </w:rPr>
  </w:style>
  <w:style w:type="character" w:styleId="af0">
    <w:name w:val="Hyperlink"/>
    <w:rsid w:val="006459D5"/>
    <w:rPr>
      <w:color w:val="0563C1"/>
      <w:u w:val="single"/>
    </w:rPr>
  </w:style>
  <w:style w:type="paragraph" w:customStyle="1" w:styleId="af1">
    <w:name w:val="Знак"/>
    <w:basedOn w:val="a"/>
    <w:rsid w:val="00205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1F14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416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C66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rsid w:val="00F05057"/>
    <w:pPr>
      <w:jc w:val="both"/>
    </w:pPr>
    <w:rPr>
      <w:sz w:val="28"/>
      <w:szCs w:val="20"/>
    </w:rPr>
  </w:style>
  <w:style w:type="paragraph" w:customStyle="1" w:styleId="af5">
    <w:name w:val="Знак"/>
    <w:basedOn w:val="a"/>
    <w:rsid w:val="00373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rsid w:val="00066D8B"/>
    <w:pPr>
      <w:jc w:val="both"/>
    </w:pPr>
    <w:rPr>
      <w:sz w:val="28"/>
      <w:szCs w:val="20"/>
    </w:rPr>
  </w:style>
  <w:style w:type="paragraph" w:customStyle="1" w:styleId="af6">
    <w:name w:val="Знак"/>
    <w:basedOn w:val="a"/>
    <w:rsid w:val="00CB6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Основной текст 34"/>
    <w:basedOn w:val="a"/>
    <w:rsid w:val="009E45F0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rsid w:val="00EF00E0"/>
    <w:pPr>
      <w:jc w:val="both"/>
    </w:pPr>
    <w:rPr>
      <w:sz w:val="28"/>
      <w:szCs w:val="20"/>
    </w:rPr>
  </w:style>
  <w:style w:type="paragraph" w:customStyle="1" w:styleId="af7">
    <w:name w:val="Знак"/>
    <w:basedOn w:val="a"/>
    <w:rsid w:val="007F6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1">
    <w:name w:val="Normal1"/>
    <w:rsid w:val="007D62C5"/>
    <w:pPr>
      <w:widowControl w:val="0"/>
      <w:spacing w:before="100" w:after="100"/>
    </w:pPr>
    <w:rPr>
      <w:snapToGrid w:val="0"/>
      <w:sz w:val="24"/>
    </w:rPr>
  </w:style>
  <w:style w:type="paragraph" w:customStyle="1" w:styleId="af8">
    <w:name w:val="Знак"/>
    <w:basedOn w:val="a"/>
    <w:rsid w:val="003A5B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Emphasis"/>
    <w:basedOn w:val="a0"/>
    <w:uiPriority w:val="20"/>
    <w:qFormat/>
    <w:rsid w:val="00DC7C3F"/>
    <w:rPr>
      <w:i/>
      <w:iCs/>
    </w:rPr>
  </w:style>
  <w:style w:type="paragraph" w:customStyle="1" w:styleId="afa">
    <w:name w:val="Знак"/>
    <w:basedOn w:val="a"/>
    <w:rsid w:val="00EA2C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C379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rsid w:val="004E08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rsid w:val="007D30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docbaseattributestylewithoutnowrap1">
    <w:name w:val="defaultdocbaseattributestylewithoutnowrap1"/>
    <w:basedOn w:val="a0"/>
    <w:rsid w:val="00B71309"/>
    <w:rPr>
      <w:rFonts w:ascii="Tahoma" w:hAnsi="Tahoma" w:cs="Tahoma" w:hint="default"/>
      <w:sz w:val="18"/>
      <w:szCs w:val="18"/>
    </w:rPr>
  </w:style>
  <w:style w:type="paragraph" w:customStyle="1" w:styleId="afe">
    <w:name w:val="Знак"/>
    <w:basedOn w:val="a"/>
    <w:rsid w:val="005622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rsid w:val="008F56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rsid w:val="00B10E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6">
    <w:name w:val="Основной текст 36"/>
    <w:basedOn w:val="a"/>
    <w:rsid w:val="00C365DB"/>
    <w:pPr>
      <w:jc w:val="both"/>
    </w:pPr>
    <w:rPr>
      <w:sz w:val="28"/>
      <w:szCs w:val="20"/>
    </w:rPr>
  </w:style>
  <w:style w:type="paragraph" w:customStyle="1" w:styleId="aff1">
    <w:name w:val="Знак"/>
    <w:basedOn w:val="a"/>
    <w:rsid w:val="00400B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rsid w:val="009363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rsid w:val="00285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rsid w:val="004707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rsid w:val="00697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"/>
    <w:basedOn w:val="a"/>
    <w:rsid w:val="006308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7">
    <w:name w:val="Гипертекстовая ссылка"/>
    <w:basedOn w:val="a0"/>
    <w:uiPriority w:val="99"/>
    <w:rsid w:val="00031A91"/>
    <w:rPr>
      <w:color w:val="106BBE"/>
    </w:rPr>
  </w:style>
  <w:style w:type="paragraph" w:customStyle="1" w:styleId="aff8">
    <w:name w:val="Знак"/>
    <w:basedOn w:val="a"/>
    <w:rsid w:val="00797D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037B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9">
    <w:name w:val="Знак"/>
    <w:basedOn w:val="a"/>
    <w:rsid w:val="00243F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7">
    <w:name w:val="Основной текст 37"/>
    <w:basedOn w:val="a"/>
    <w:rsid w:val="00362132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rsid w:val="006F04CE"/>
    <w:pPr>
      <w:jc w:val="both"/>
    </w:pPr>
    <w:rPr>
      <w:sz w:val="28"/>
      <w:szCs w:val="20"/>
    </w:rPr>
  </w:style>
  <w:style w:type="paragraph" w:customStyle="1" w:styleId="affa">
    <w:name w:val="Знак"/>
    <w:basedOn w:val="a"/>
    <w:rsid w:val="007533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Знак"/>
    <w:basedOn w:val="a"/>
    <w:rsid w:val="003C47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c">
    <w:name w:val="Знак"/>
    <w:basedOn w:val="a"/>
    <w:rsid w:val="001831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8D3C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3837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8065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0">
    <w:name w:val="Знак"/>
    <w:basedOn w:val="a"/>
    <w:rsid w:val="00240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1">
    <w:name w:val="Знак"/>
    <w:basedOn w:val="a"/>
    <w:rsid w:val="003475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f2">
    <w:name w:val="Strong"/>
    <w:uiPriority w:val="22"/>
    <w:qFormat/>
    <w:rsid w:val="008A7B1D"/>
    <w:rPr>
      <w:b/>
      <w:bCs/>
    </w:rPr>
  </w:style>
  <w:style w:type="paragraph" w:customStyle="1" w:styleId="afff3">
    <w:name w:val="Знак"/>
    <w:basedOn w:val="a"/>
    <w:rsid w:val="00BD15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1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5">
    <w:name w:val="Знак"/>
    <w:basedOn w:val="a"/>
    <w:rsid w:val="008A24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6">
    <w:name w:val="Знак"/>
    <w:basedOn w:val="a"/>
    <w:rsid w:val="00A61B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7">
    <w:name w:val="Знак"/>
    <w:basedOn w:val="a"/>
    <w:rsid w:val="00632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Знак"/>
    <w:basedOn w:val="a"/>
    <w:rsid w:val="001958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9">
    <w:name w:val="Знак"/>
    <w:basedOn w:val="a"/>
    <w:rsid w:val="00C05C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5774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2B26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907E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d">
    <w:name w:val="Знак"/>
    <w:basedOn w:val="a"/>
    <w:rsid w:val="00491C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e">
    <w:name w:val="Знак"/>
    <w:basedOn w:val="a"/>
    <w:rsid w:val="00AF0B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">
    <w:name w:val="Знак"/>
    <w:basedOn w:val="a"/>
    <w:rsid w:val="00E613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rsid w:val="003719E3"/>
    <w:rPr>
      <w:sz w:val="28"/>
    </w:rPr>
  </w:style>
  <w:style w:type="paragraph" w:customStyle="1" w:styleId="affff0">
    <w:name w:val="Знак"/>
    <w:basedOn w:val="a"/>
    <w:rsid w:val="00CE47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694C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2">
    <w:name w:val="Знак"/>
    <w:basedOn w:val="a"/>
    <w:rsid w:val="00A84A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3">
    <w:name w:val="Знак"/>
    <w:basedOn w:val="a"/>
    <w:rsid w:val="006D1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4">
    <w:name w:val="Знак"/>
    <w:basedOn w:val="a"/>
    <w:rsid w:val="004F0F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5">
    <w:name w:val="Знак"/>
    <w:basedOn w:val="a"/>
    <w:rsid w:val="00B170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6">
    <w:name w:val="Знак"/>
    <w:basedOn w:val="a"/>
    <w:rsid w:val="0012516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7">
    <w:name w:val="Знак Знак"/>
    <w:basedOn w:val="a"/>
    <w:rsid w:val="00920F13"/>
    <w:rPr>
      <w:rFonts w:ascii="Verdana" w:hAnsi="Verdana" w:cs="Verdana"/>
      <w:sz w:val="20"/>
      <w:szCs w:val="20"/>
      <w:lang w:val="en-US" w:eastAsia="en-US"/>
    </w:rPr>
  </w:style>
  <w:style w:type="paragraph" w:customStyle="1" w:styleId="affff8">
    <w:name w:val="Знак"/>
    <w:basedOn w:val="a"/>
    <w:rsid w:val="006F28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9">
    <w:name w:val="Знак"/>
    <w:basedOn w:val="a"/>
    <w:rsid w:val="007744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a">
    <w:name w:val="Знак"/>
    <w:basedOn w:val="a"/>
    <w:rsid w:val="00490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622B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ffffb">
    <w:name w:val="Знак"/>
    <w:basedOn w:val="a"/>
    <w:rsid w:val="00EE0E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c">
    <w:name w:val="Знак"/>
    <w:basedOn w:val="a"/>
    <w:rsid w:val="00A515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d">
    <w:name w:val="Знак"/>
    <w:basedOn w:val="a"/>
    <w:rsid w:val="00A84D7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e">
    <w:name w:val="Знак"/>
    <w:basedOn w:val="a"/>
    <w:rsid w:val="00265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">
    <w:name w:val="Знак"/>
    <w:basedOn w:val="a"/>
    <w:rsid w:val="001957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EF2C7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BC42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A8414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ffff2">
    <w:name w:val="Знак"/>
    <w:basedOn w:val="a"/>
    <w:rsid w:val="00742F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3">
    <w:name w:val="Знак"/>
    <w:basedOn w:val="a"/>
    <w:rsid w:val="009472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4">
    <w:name w:val="Знак"/>
    <w:basedOn w:val="a"/>
    <w:rsid w:val="006932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9B6F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E63D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8671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8">
    <w:name w:val="Знак"/>
    <w:basedOn w:val="a"/>
    <w:rsid w:val="004C53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9">
    <w:name w:val="Знак"/>
    <w:basedOn w:val="a"/>
    <w:rsid w:val="00866B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a">
    <w:name w:val="Знак"/>
    <w:basedOn w:val="a"/>
    <w:rsid w:val="00AA01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b">
    <w:name w:val="Знак"/>
    <w:basedOn w:val="a"/>
    <w:rsid w:val="00640F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c">
    <w:name w:val="Знак"/>
    <w:basedOn w:val="a"/>
    <w:rsid w:val="00EC1E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1B3E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F617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">
    <w:name w:val="Знак"/>
    <w:basedOn w:val="a"/>
    <w:rsid w:val="00C526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0">
    <w:name w:val="Знак"/>
    <w:basedOn w:val="a"/>
    <w:rsid w:val="005011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1">
    <w:name w:val="Знак"/>
    <w:basedOn w:val="a"/>
    <w:rsid w:val="002037D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2">
    <w:name w:val="Знак"/>
    <w:basedOn w:val="a"/>
    <w:rsid w:val="000C233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3">
    <w:name w:val="Знак"/>
    <w:basedOn w:val="a"/>
    <w:rsid w:val="006D56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4">
    <w:name w:val="Знак"/>
    <w:basedOn w:val="a"/>
    <w:rsid w:val="00D02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5">
    <w:name w:val="Знак"/>
    <w:basedOn w:val="a"/>
    <w:rsid w:val="004E57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Обычный1"/>
    <w:rsid w:val="004E57A3"/>
    <w:pPr>
      <w:suppressAutoHyphens/>
      <w:textAlignment w:val="baseline"/>
    </w:pPr>
    <w:rPr>
      <w:sz w:val="28"/>
    </w:rPr>
  </w:style>
  <w:style w:type="paragraph" w:customStyle="1" w:styleId="affffff6">
    <w:name w:val="Знак"/>
    <w:basedOn w:val="a"/>
    <w:rsid w:val="008952E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7">
    <w:name w:val="Знак"/>
    <w:basedOn w:val="a"/>
    <w:rsid w:val="00B609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417A2-48D3-4663-9DC6-110750286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6722</Words>
  <Characters>38321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>moso</Company>
  <LinksUpToDate>false</LinksUpToDate>
  <CharactersWithSpaces>44954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cp:keywords/>
  <dc:description/>
  <cp:lastModifiedBy>Ольга Котлярова</cp:lastModifiedBy>
  <cp:revision>2</cp:revision>
  <cp:lastPrinted>2020-04-01T04:51:00Z</cp:lastPrinted>
  <dcterms:created xsi:type="dcterms:W3CDTF">2020-09-04T11:28:00Z</dcterms:created>
  <dcterms:modified xsi:type="dcterms:W3CDTF">2020-09-04T11:28:00Z</dcterms:modified>
</cp:coreProperties>
</file>